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C9A" w:rsidRDefault="00486C9A" w:rsidP="003A5D9E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2014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2015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第一学期</w:t>
      </w:r>
    </w:p>
    <w:p w:rsidR="00486C9A" w:rsidRDefault="00486C9A" w:rsidP="003A5D9E">
      <w:pPr>
        <w:jc w:val="center"/>
        <w:rPr>
          <w:b/>
        </w:rPr>
      </w:pPr>
    </w:p>
    <w:p w:rsidR="00486C9A" w:rsidRDefault="00486C9A" w:rsidP="003A5D9E">
      <w:pPr>
        <w:jc w:val="center"/>
        <w:rPr>
          <w:b/>
        </w:rPr>
      </w:pPr>
    </w:p>
    <w:p w:rsidR="00486C9A" w:rsidRDefault="00486C9A" w:rsidP="003A5D9E">
      <w:pPr>
        <w:jc w:val="center"/>
        <w:rPr>
          <w:sz w:val="84"/>
        </w:rPr>
      </w:pPr>
      <w:r>
        <w:rPr>
          <w:rFonts w:hint="eastAsia"/>
          <w:sz w:val="84"/>
        </w:rPr>
        <w:t>教学日历</w:t>
      </w:r>
    </w:p>
    <w:p w:rsidR="00486C9A" w:rsidRDefault="00486C9A" w:rsidP="003A5D9E">
      <w:pPr>
        <w:jc w:val="center"/>
        <w:rPr>
          <w:b/>
          <w:sz w:val="84"/>
        </w:rPr>
      </w:pPr>
    </w:p>
    <w:p w:rsidR="00486C9A" w:rsidRDefault="00486C9A" w:rsidP="003A5D9E">
      <w:pPr>
        <w:jc w:val="center"/>
        <w:rPr>
          <w:b/>
          <w:sz w:val="84"/>
        </w:rPr>
      </w:pPr>
    </w:p>
    <w:p w:rsidR="00486C9A" w:rsidRDefault="00486C9A" w:rsidP="00BA056E">
      <w:pPr>
        <w:spacing w:line="480" w:lineRule="auto"/>
        <w:ind w:firstLineChars="500" w:firstLine="31680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  <w:u w:val="single"/>
        </w:rPr>
        <w:t>身体</w:t>
      </w:r>
      <w:r w:rsidRPr="00A803F2">
        <w:rPr>
          <w:rFonts w:hint="eastAsia"/>
          <w:bCs/>
          <w:sz w:val="28"/>
          <w:u w:val="single"/>
        </w:rPr>
        <w:t>素质课</w:t>
      </w:r>
      <w:r>
        <w:rPr>
          <w:rFonts w:hint="eastAsia"/>
          <w:bCs/>
          <w:sz w:val="28"/>
        </w:rPr>
        <w:t>性质</w:t>
      </w:r>
      <w:r w:rsidRPr="00A803F2">
        <w:rPr>
          <w:rFonts w:hint="eastAsia"/>
          <w:bCs/>
          <w:sz w:val="28"/>
          <w:u w:val="single"/>
        </w:rPr>
        <w:t>体育必修课</w:t>
      </w:r>
    </w:p>
    <w:p w:rsidR="00486C9A" w:rsidRDefault="00486C9A" w:rsidP="00BA056E">
      <w:pPr>
        <w:spacing w:line="480" w:lineRule="auto"/>
        <w:ind w:firstLineChars="500" w:firstLine="31680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  <w:u w:val="single"/>
        </w:rPr>
        <w:t>＿</w:t>
      </w:r>
      <w:r>
        <w:rPr>
          <w:bCs/>
          <w:sz w:val="28"/>
          <w:u w:val="single"/>
        </w:rPr>
        <w:t xml:space="preserve"> 32   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 w:rsidRPr="00A803F2">
        <w:rPr>
          <w:bCs/>
          <w:sz w:val="28"/>
          <w:u w:val="single"/>
        </w:rPr>
        <w:t>32</w:t>
      </w:r>
      <w:r>
        <w:rPr>
          <w:rFonts w:hint="eastAsia"/>
          <w:bCs/>
          <w:sz w:val="28"/>
        </w:rPr>
        <w:t>＿实验其它</w:t>
      </w:r>
    </w:p>
    <w:p w:rsidR="00486C9A" w:rsidRDefault="00486C9A" w:rsidP="00BA056E">
      <w:pPr>
        <w:spacing w:line="480" w:lineRule="auto"/>
        <w:ind w:firstLineChars="500" w:firstLine="31680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 w:rsidRPr="00A803F2">
        <w:rPr>
          <w:rFonts w:hint="eastAsia"/>
          <w:bCs/>
          <w:sz w:val="28"/>
          <w:u w:val="single"/>
        </w:rPr>
        <w:t>本科一年级</w:t>
      </w:r>
      <w:r>
        <w:rPr>
          <w:rFonts w:hint="eastAsia"/>
          <w:bCs/>
          <w:sz w:val="28"/>
        </w:rPr>
        <w:t>学生人数</w:t>
      </w:r>
      <w:r w:rsidRPr="004F124A">
        <w:rPr>
          <w:rFonts w:hint="eastAsia"/>
          <w:bCs/>
          <w:sz w:val="28"/>
          <w:szCs w:val="28"/>
          <w:u w:val="single"/>
        </w:rPr>
        <w:t>＿＿</w:t>
      </w:r>
    </w:p>
    <w:p w:rsidR="00486C9A" w:rsidRDefault="00486C9A" w:rsidP="00BA056E">
      <w:pPr>
        <w:spacing w:line="480" w:lineRule="auto"/>
        <w:ind w:firstLineChars="500" w:firstLine="31680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  <w:u w:val="single"/>
        </w:rPr>
        <w:t>侍晓明</w:t>
      </w:r>
      <w:r>
        <w:rPr>
          <w:rFonts w:hint="eastAsia"/>
          <w:bCs/>
          <w:sz w:val="28"/>
        </w:rPr>
        <w:t>职称＿</w:t>
      </w:r>
      <w:r>
        <w:rPr>
          <w:rFonts w:hint="eastAsia"/>
          <w:bCs/>
          <w:sz w:val="28"/>
          <w:u w:val="single"/>
        </w:rPr>
        <w:t>讲师＿</w:t>
      </w:r>
      <w:r>
        <w:rPr>
          <w:rFonts w:hint="eastAsia"/>
          <w:bCs/>
          <w:sz w:val="28"/>
        </w:rPr>
        <w:t>＿＿</w:t>
      </w:r>
    </w:p>
    <w:p w:rsidR="00486C9A" w:rsidRDefault="00486C9A" w:rsidP="00BA056E">
      <w:pPr>
        <w:spacing w:line="480" w:lineRule="auto"/>
        <w:ind w:firstLineChars="500" w:firstLine="3168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 __ __</w:t>
      </w:r>
      <w:r w:rsidRPr="00A803F2">
        <w:rPr>
          <w:rFonts w:hint="eastAsia"/>
          <w:bCs/>
          <w:sz w:val="28"/>
          <w:u w:val="single"/>
        </w:rPr>
        <w:t>体育教学部</w:t>
      </w:r>
      <w:r>
        <w:rPr>
          <w:bCs/>
          <w:sz w:val="28"/>
        </w:rPr>
        <w:t>______</w:t>
      </w:r>
    </w:p>
    <w:p w:rsidR="00486C9A" w:rsidRDefault="00486C9A" w:rsidP="003A5D9E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486C9A" w:rsidRDefault="00486C9A" w:rsidP="003A5D9E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hint="eastAsia"/>
          <w:szCs w:val="21"/>
        </w:rPr>
        <w:t>《田径》</w:t>
      </w:r>
      <w:r>
        <w:rPr>
          <w:rFonts w:hint="eastAsia"/>
          <w:sz w:val="28"/>
        </w:rPr>
        <w:t>作者：</w:t>
      </w:r>
      <w:r>
        <w:rPr>
          <w:rFonts w:hint="eastAsia"/>
          <w:sz w:val="24"/>
        </w:rPr>
        <w:t>全国体育院校教材委员会审定</w:t>
      </w:r>
      <w:r>
        <w:rPr>
          <w:rFonts w:hint="eastAsia"/>
          <w:sz w:val="28"/>
        </w:rPr>
        <w:t xml:space="preserve">　　　</w:t>
      </w:r>
    </w:p>
    <w:p w:rsidR="00486C9A" w:rsidRDefault="00486C9A" w:rsidP="00BA056E">
      <w:pPr>
        <w:ind w:firstLineChars="400" w:firstLine="31680"/>
        <w:rPr>
          <w:sz w:val="28"/>
        </w:rPr>
      </w:pPr>
      <w:r>
        <w:rPr>
          <w:rFonts w:hint="eastAsia"/>
          <w:sz w:val="28"/>
        </w:rPr>
        <w:t>出版单位：</w:t>
      </w:r>
      <w:r>
        <w:rPr>
          <w:rFonts w:hint="eastAsia"/>
          <w:sz w:val="24"/>
        </w:rPr>
        <w:t>北京体育大学出版社</w:t>
      </w:r>
      <w:r>
        <w:rPr>
          <w:rFonts w:hint="eastAsia"/>
          <w:sz w:val="28"/>
        </w:rPr>
        <w:t>出版时间：</w:t>
      </w:r>
      <w:r>
        <w:rPr>
          <w:sz w:val="24"/>
        </w:rPr>
        <w:t>1998</w:t>
      </w:r>
      <w:r>
        <w:rPr>
          <w:rFonts w:hint="eastAsia"/>
          <w:sz w:val="24"/>
        </w:rPr>
        <w:t>年</w:t>
      </w:r>
    </w:p>
    <w:p w:rsidR="00486C9A" w:rsidRDefault="00486C9A" w:rsidP="003A5D9E">
      <w:pPr>
        <w:jc w:val="center"/>
        <w:rPr>
          <w:sz w:val="28"/>
        </w:rPr>
      </w:pPr>
    </w:p>
    <w:p w:rsidR="00486C9A" w:rsidRDefault="00486C9A" w:rsidP="003A5D9E">
      <w:pPr>
        <w:jc w:val="center"/>
        <w:rPr>
          <w:sz w:val="28"/>
        </w:rPr>
      </w:pPr>
    </w:p>
    <w:p w:rsidR="00486C9A" w:rsidRDefault="00486C9A" w:rsidP="003A5D9E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86C9A" w:rsidRDefault="00486C9A" w:rsidP="003A5D9E">
      <w:pPr>
        <w:rPr>
          <w:rFonts w:ascii="黑体" w:eastAsia="黑体"/>
          <w:sz w:val="24"/>
          <w:szCs w:val="24"/>
        </w:rPr>
      </w:pPr>
    </w:p>
    <w:p w:rsidR="00486C9A" w:rsidRDefault="00486C9A" w:rsidP="003A5D9E">
      <w:pPr>
        <w:rPr>
          <w:rFonts w:ascii="黑体" w:eastAsia="黑体"/>
          <w:sz w:val="24"/>
          <w:szCs w:val="24"/>
        </w:rPr>
      </w:pPr>
    </w:p>
    <w:p w:rsidR="00486C9A" w:rsidRDefault="00486C9A" w:rsidP="003A5D9E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486C9A" w:rsidRDefault="00486C9A" w:rsidP="00BA056E">
      <w:pPr>
        <w:ind w:left="31680" w:hangingChars="150" w:firstLine="31680"/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每上一次课填写一行，节次填写数字“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/>
            <w:szCs w:val="21"/>
          </w:rPr>
          <w:t>5</w:t>
        </w:r>
        <w:r>
          <w:rPr>
            <w:rFonts w:ascii="宋体" w:hAnsi="宋体" w:hint="eastAsia"/>
            <w:szCs w:val="21"/>
          </w:rPr>
          <w:t>”</w:t>
        </w:r>
      </w:smartTag>
      <w:r>
        <w:rPr>
          <w:rFonts w:ascii="宋体" w:hAnsi="宋体" w:hint="eastAsia"/>
          <w:szCs w:val="21"/>
        </w:rPr>
        <w:t>，一天共分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/>
            <w:szCs w:val="21"/>
          </w:rPr>
          <w:t>6</w:t>
        </w:r>
        <w:r>
          <w:rPr>
            <w:rFonts w:ascii="宋体" w:hAnsi="宋体" w:hint="eastAsia"/>
            <w:szCs w:val="21"/>
          </w:rPr>
          <w:t>”</w:t>
        </w:r>
      </w:smartTag>
      <w:r>
        <w:rPr>
          <w:rFonts w:ascii="宋体" w:hAnsi="宋体" w:hint="eastAsia"/>
          <w:szCs w:val="21"/>
        </w:rPr>
        <w:t>，周一第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节，在节次栏中填写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。</w:t>
      </w:r>
    </w:p>
    <w:p w:rsidR="00486C9A" w:rsidRDefault="00486C9A" w:rsidP="00BA056E">
      <w:pPr>
        <w:spacing w:line="300" w:lineRule="auto"/>
        <w:ind w:left="31680" w:hangingChars="150" w:firstLine="3168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86C9A" w:rsidRDefault="00486C9A" w:rsidP="00BA056E">
      <w:pPr>
        <w:spacing w:line="300" w:lineRule="auto"/>
        <w:ind w:left="31680" w:hangingChars="150" w:firstLine="31680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486C9A" w:rsidRDefault="00486C9A" w:rsidP="00BA056E">
      <w:pPr>
        <w:ind w:left="31680" w:hangingChars="150" w:firstLine="31680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486C9A" w:rsidRDefault="00486C9A" w:rsidP="003A5D9E">
      <w:pPr>
        <w:widowControl/>
        <w:jc w:val="left"/>
        <w:sectPr w:rsidR="00486C9A"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486C9A" w:rsidTr="00E5123D">
        <w:trPr>
          <w:cantSplit/>
        </w:trPr>
        <w:tc>
          <w:tcPr>
            <w:tcW w:w="1434" w:type="dxa"/>
            <w:gridSpan w:val="3"/>
          </w:tcPr>
          <w:p w:rsidR="00486C9A" w:rsidRDefault="00486C9A" w:rsidP="00E5123D"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320" w:type="dxa"/>
            <w:vMerge w:val="restart"/>
          </w:tcPr>
          <w:p w:rsidR="00486C9A" w:rsidRDefault="00486C9A" w:rsidP="00E5123D">
            <w:pPr>
              <w:jc w:val="center"/>
              <w:rPr>
                <w:sz w:val="30"/>
              </w:rPr>
            </w:pPr>
          </w:p>
          <w:p w:rsidR="00486C9A" w:rsidRDefault="00486C9A" w:rsidP="00E5123D">
            <w:pPr>
              <w:jc w:val="center"/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85" w:type="dxa"/>
            <w:vMerge w:val="restart"/>
          </w:tcPr>
          <w:p w:rsidR="00486C9A" w:rsidRDefault="00486C9A" w:rsidP="00E5123D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486C9A" w:rsidRDefault="00486C9A" w:rsidP="00E512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486C9A" w:rsidRDefault="00486C9A" w:rsidP="00E5123D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486C9A" w:rsidRDefault="00486C9A" w:rsidP="00E5123D">
            <w:pPr>
              <w:jc w:val="center"/>
            </w:pPr>
          </w:p>
        </w:tc>
        <w:tc>
          <w:tcPr>
            <w:tcW w:w="915" w:type="dxa"/>
            <w:vMerge w:val="restart"/>
          </w:tcPr>
          <w:p w:rsidR="00486C9A" w:rsidRDefault="00486C9A" w:rsidP="00E5123D"/>
          <w:p w:rsidR="00486C9A" w:rsidRDefault="00486C9A" w:rsidP="00E5123D"/>
          <w:p w:rsidR="00486C9A" w:rsidRDefault="00486C9A" w:rsidP="00E5123D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486C9A" w:rsidTr="00E5123D">
        <w:trPr>
          <w:cantSplit/>
          <w:trHeight w:val="501"/>
        </w:trPr>
        <w:tc>
          <w:tcPr>
            <w:tcW w:w="531" w:type="dxa"/>
          </w:tcPr>
          <w:p w:rsidR="00486C9A" w:rsidRDefault="00486C9A" w:rsidP="00E5123D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486C9A" w:rsidRDefault="00486C9A" w:rsidP="00E5123D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486C9A" w:rsidRDefault="00486C9A" w:rsidP="00E5123D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486C9A" w:rsidRDefault="00486C9A" w:rsidP="00E5123D">
            <w:pPr>
              <w:spacing w:line="240" w:lineRule="atLeast"/>
            </w:pPr>
          </w:p>
        </w:tc>
        <w:tc>
          <w:tcPr>
            <w:tcW w:w="0" w:type="auto"/>
            <w:vMerge/>
            <w:vAlign w:val="center"/>
          </w:tcPr>
          <w:p w:rsidR="00486C9A" w:rsidRDefault="00486C9A" w:rsidP="00E5123D">
            <w:pPr>
              <w:widowControl/>
              <w:jc w:val="left"/>
            </w:pPr>
          </w:p>
        </w:tc>
        <w:tc>
          <w:tcPr>
            <w:tcW w:w="0" w:type="auto"/>
            <w:vMerge/>
            <w:vAlign w:val="center"/>
          </w:tcPr>
          <w:p w:rsidR="00486C9A" w:rsidRDefault="00486C9A" w:rsidP="00E5123D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486C9A" w:rsidRDefault="00486C9A" w:rsidP="00E5123D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486C9A" w:rsidRDefault="00486C9A" w:rsidP="00E5123D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486C9A" w:rsidRDefault="00486C9A" w:rsidP="00E5123D">
            <w:r>
              <w:rPr>
                <w:rFonts w:hint="eastAsia"/>
              </w:rPr>
              <w:t>习题</w:t>
            </w:r>
          </w:p>
        </w:tc>
        <w:tc>
          <w:tcPr>
            <w:tcW w:w="0" w:type="auto"/>
            <w:vMerge/>
            <w:vAlign w:val="center"/>
          </w:tcPr>
          <w:p w:rsidR="00486C9A" w:rsidRDefault="00486C9A" w:rsidP="00E5123D">
            <w:pPr>
              <w:widowControl/>
              <w:jc w:val="left"/>
            </w:pPr>
          </w:p>
        </w:tc>
      </w:tr>
      <w:tr w:rsidR="00486C9A" w:rsidTr="00E5123D">
        <w:tc>
          <w:tcPr>
            <w:tcW w:w="531" w:type="dxa"/>
          </w:tcPr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477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一、短跑：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、简介短跑发展概况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、学习摆臂技术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、学习跑的专门性练习：小步跑、高抬腿跑、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、学习途中跑技术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二、实心球：</w:t>
            </w:r>
          </w:p>
          <w:p w:rsidR="00486C9A" w:rsidRDefault="00486C9A" w:rsidP="00E5123D">
            <w:pPr>
              <w:numPr>
                <w:ilvl w:val="0"/>
                <w:numId w:val="1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介绍实心球的锻炼方法</w:t>
            </w:r>
          </w:p>
          <w:p w:rsidR="00486C9A" w:rsidRDefault="00486C9A" w:rsidP="00E5123D">
            <w:pPr>
              <w:numPr>
                <w:ilvl w:val="0"/>
                <w:numId w:val="1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学习实心球正面下手抛球技术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三、素质练习：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</w:p>
          <w:p w:rsidR="00486C9A" w:rsidRDefault="00486C9A" w:rsidP="00486C9A">
            <w:pPr>
              <w:ind w:firstLineChars="1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上肢力量练习</w:t>
            </w:r>
          </w:p>
        </w:tc>
        <w:tc>
          <w:tcPr>
            <w:tcW w:w="88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486C9A" w:rsidTr="00E5123D">
        <w:tc>
          <w:tcPr>
            <w:tcW w:w="531" w:type="dxa"/>
          </w:tcPr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477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一、短跑：</w:t>
            </w:r>
          </w:p>
          <w:p w:rsidR="00486C9A" w:rsidRDefault="00486C9A" w:rsidP="00E5123D">
            <w:pPr>
              <w:numPr>
                <w:ilvl w:val="0"/>
                <w:numId w:val="2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复习跑的专门性练习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小步跑、高抬腿跑、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、学习跑的专门性练习：后蹬跑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、复习途中跑技术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、学习蹲距式起跑与起跑后的加速跑技术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二、实心球：</w:t>
            </w:r>
          </w:p>
          <w:p w:rsidR="00486C9A" w:rsidRDefault="00486C9A" w:rsidP="00E5123D">
            <w:pPr>
              <w:numPr>
                <w:ilvl w:val="0"/>
                <w:numId w:val="3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复习实心球正面下手投球技术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:rsidR="00486C9A" w:rsidRDefault="00486C9A" w:rsidP="00E5123D">
            <w:pPr>
              <w:numPr>
                <w:ilvl w:val="0"/>
                <w:numId w:val="3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学习实心球正面上手投球技术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三、素质练习：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</w:p>
          <w:p w:rsidR="00486C9A" w:rsidRDefault="00486C9A" w:rsidP="00486C9A">
            <w:pPr>
              <w:ind w:firstLineChars="1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核心力量练习</w:t>
            </w:r>
          </w:p>
        </w:tc>
        <w:tc>
          <w:tcPr>
            <w:tcW w:w="88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486C9A" w:rsidTr="00E5123D">
        <w:tc>
          <w:tcPr>
            <w:tcW w:w="531" w:type="dxa"/>
          </w:tcPr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477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一、短跑：</w:t>
            </w:r>
          </w:p>
          <w:p w:rsidR="00486C9A" w:rsidRDefault="00486C9A" w:rsidP="00E5123D">
            <w:pPr>
              <w:numPr>
                <w:ilvl w:val="0"/>
                <w:numId w:val="4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复习跑的专门性习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小步跑、高抬腿跑、后蹬跑</w:t>
            </w:r>
          </w:p>
          <w:p w:rsidR="00486C9A" w:rsidRDefault="00486C9A" w:rsidP="00E5123D">
            <w:pPr>
              <w:numPr>
                <w:ilvl w:val="0"/>
                <w:numId w:val="4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学习跑的专门性练习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车轮跑</w:t>
            </w:r>
          </w:p>
          <w:p w:rsidR="00486C9A" w:rsidRDefault="00486C9A" w:rsidP="00E5123D">
            <w:pPr>
              <w:numPr>
                <w:ilvl w:val="0"/>
                <w:numId w:val="4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复习起跑、途中跑技术</w:t>
            </w:r>
          </w:p>
          <w:p w:rsidR="00486C9A" w:rsidRDefault="00486C9A" w:rsidP="00E5123D">
            <w:pPr>
              <w:numPr>
                <w:ilvl w:val="0"/>
                <w:numId w:val="4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学习终点跑技术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二、实心球：</w:t>
            </w:r>
          </w:p>
          <w:p w:rsidR="00486C9A" w:rsidRDefault="00486C9A" w:rsidP="00E5123D">
            <w:pPr>
              <w:numPr>
                <w:ilvl w:val="0"/>
                <w:numId w:val="5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复习实心球正面上手、下手投球技术</w:t>
            </w:r>
          </w:p>
          <w:p w:rsidR="00486C9A" w:rsidRDefault="00486C9A" w:rsidP="00E5123D">
            <w:pPr>
              <w:numPr>
                <w:ilvl w:val="0"/>
                <w:numId w:val="5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学习实心球背向抛球技术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三、素质练习：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</w:p>
          <w:p w:rsidR="00486C9A" w:rsidRDefault="00486C9A" w:rsidP="00486C9A">
            <w:pPr>
              <w:ind w:firstLineChars="1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上肢力量练习</w:t>
            </w:r>
          </w:p>
        </w:tc>
        <w:tc>
          <w:tcPr>
            <w:tcW w:w="88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486C9A" w:rsidTr="00E5123D">
        <w:tc>
          <w:tcPr>
            <w:tcW w:w="531" w:type="dxa"/>
          </w:tcPr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477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一、短跑：</w:t>
            </w:r>
          </w:p>
          <w:p w:rsidR="00486C9A" w:rsidRDefault="00486C9A" w:rsidP="00E5123D">
            <w:pPr>
              <w:numPr>
                <w:ilvl w:val="0"/>
                <w:numId w:val="6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复习跑的专门性练习</w:t>
            </w:r>
          </w:p>
          <w:p w:rsidR="00486C9A" w:rsidRDefault="00486C9A" w:rsidP="00E5123D">
            <w:pPr>
              <w:numPr>
                <w:ilvl w:val="0"/>
                <w:numId w:val="6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复习直道跑的完整技术</w:t>
            </w:r>
          </w:p>
          <w:p w:rsidR="00486C9A" w:rsidRDefault="00486C9A" w:rsidP="00E5123D">
            <w:pPr>
              <w:numPr>
                <w:ilvl w:val="0"/>
                <w:numId w:val="6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学习弯道跑及弯道起跑技术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二、实心球：</w:t>
            </w:r>
          </w:p>
          <w:p w:rsidR="00486C9A" w:rsidRDefault="00486C9A" w:rsidP="00E5123D">
            <w:pPr>
              <w:numPr>
                <w:ilvl w:val="0"/>
                <w:numId w:val="7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复习实心球正面上手投球技术</w:t>
            </w:r>
          </w:p>
          <w:p w:rsidR="00486C9A" w:rsidRDefault="00486C9A" w:rsidP="00E5123D">
            <w:pPr>
              <w:numPr>
                <w:ilvl w:val="0"/>
                <w:numId w:val="7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复习实心球背向抛球技术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三、素质练习：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</w:p>
          <w:p w:rsidR="00486C9A" w:rsidRDefault="00486C9A" w:rsidP="00486C9A">
            <w:pPr>
              <w:ind w:firstLineChars="1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核心力量练习</w:t>
            </w:r>
          </w:p>
        </w:tc>
        <w:tc>
          <w:tcPr>
            <w:tcW w:w="88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486C9A" w:rsidTr="00E5123D">
        <w:tc>
          <w:tcPr>
            <w:tcW w:w="531" w:type="dxa"/>
          </w:tcPr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477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一、短跑：</w:t>
            </w:r>
          </w:p>
          <w:p w:rsidR="00486C9A" w:rsidRDefault="00486C9A" w:rsidP="00E5123D">
            <w:pPr>
              <w:numPr>
                <w:ilvl w:val="0"/>
                <w:numId w:val="8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复习跑的专门性练习</w:t>
            </w:r>
          </w:p>
          <w:p w:rsidR="00486C9A" w:rsidRDefault="00486C9A" w:rsidP="00E5123D">
            <w:pPr>
              <w:numPr>
                <w:ilvl w:val="0"/>
                <w:numId w:val="8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复习直道跑的完整技术</w:t>
            </w:r>
          </w:p>
          <w:p w:rsidR="00486C9A" w:rsidRDefault="00486C9A" w:rsidP="00E5123D">
            <w:pPr>
              <w:numPr>
                <w:ilvl w:val="0"/>
                <w:numId w:val="8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</w:t>
            </w:r>
            <w:r>
              <w:rPr>
                <w:rFonts w:ascii="宋体" w:hAnsi="宋体"/>
                <w:szCs w:val="21"/>
              </w:rPr>
              <w:t>4*</w:t>
            </w:r>
            <w:smartTag w:uri="urn:schemas-microsoft-com:office:smarttags" w:element="chmetcnv">
              <w:smartTagPr>
                <w:attr w:name="UnitName" w:val="米"/>
                <w:attr w:name="SourceValue" w:val="100"/>
                <w:attr w:name="HasSpace" w:val="False"/>
                <w:attr w:name="Negative" w:val="False"/>
                <w:attr w:name="NumberType" w:val="1"/>
                <w:attr w:name="TCSC" w:val="0"/>
              </w:smartTagPr>
              <w:smartTag w:uri="urn:schemas-microsoft-com:office:smarttags" w:element="chmetcnv">
                <w:smartTagPr>
                  <w:attr w:name="TCSC" w:val="0"/>
                  <w:attr w:name="NumberType" w:val="1"/>
                  <w:attr w:name="Negative" w:val="False"/>
                  <w:attr w:name="HasSpace" w:val="False"/>
                  <w:attr w:name="SourceValue" w:val="100"/>
                  <w:attr w:name="UnitName" w:val="米"/>
                </w:smartTagPr>
                <w:r>
                  <w:rPr>
                    <w:rFonts w:ascii="宋体" w:hAnsi="宋体"/>
                    <w:szCs w:val="21"/>
                  </w:rPr>
                  <w:t>100</w:t>
                </w:r>
                <w:r>
                  <w:rPr>
                    <w:rFonts w:ascii="宋体" w:hAnsi="宋体" w:hint="eastAsia"/>
                    <w:szCs w:val="21"/>
                  </w:rPr>
                  <w:t>米</w:t>
                </w:r>
              </w:smartTag>
              <w:r>
                <w:rPr>
                  <w:rFonts w:ascii="宋体" w:hAnsi="宋体" w:hint="eastAsia"/>
                  <w:szCs w:val="21"/>
                </w:rPr>
                <w:t>跑</w:t>
              </w:r>
            </w:smartTag>
            <w:r>
              <w:rPr>
                <w:rFonts w:ascii="宋体" w:hAnsi="宋体" w:hint="eastAsia"/>
                <w:szCs w:val="21"/>
              </w:rPr>
              <w:t>技术及规则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二、实心球：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复习实心球正面上手、下手、背向抛球技术</w:t>
            </w: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三、素质练习：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</w:p>
          <w:p w:rsidR="00486C9A" w:rsidRDefault="00486C9A" w:rsidP="00486C9A">
            <w:pPr>
              <w:spacing w:line="240" w:lineRule="atLeast"/>
              <w:ind w:firstLineChars="1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上肢力量练习</w:t>
            </w:r>
          </w:p>
        </w:tc>
        <w:tc>
          <w:tcPr>
            <w:tcW w:w="88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486C9A" w:rsidTr="00E5123D">
        <w:tc>
          <w:tcPr>
            <w:tcW w:w="531" w:type="dxa"/>
          </w:tcPr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477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素质测验：</w:t>
            </w:r>
          </w:p>
          <w:p w:rsidR="00486C9A" w:rsidRDefault="00486C9A" w:rsidP="00486C9A">
            <w:pPr>
              <w:ind w:firstLineChars="40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男生：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0"/>
                <w:attr w:name="UnitName" w:val="米"/>
              </w:smartTagPr>
              <w:r>
                <w:rPr>
                  <w:rFonts w:ascii="宋体" w:hAnsi="宋体"/>
                  <w:szCs w:val="21"/>
                </w:rPr>
                <w:t>1000</w:t>
              </w:r>
              <w:r>
                <w:rPr>
                  <w:rFonts w:ascii="宋体" w:hAnsi="宋体" w:hint="eastAsia"/>
                  <w:szCs w:val="21"/>
                </w:rPr>
                <w:t>米</w:t>
              </w:r>
            </w:smartTag>
            <w:r>
              <w:rPr>
                <w:rFonts w:ascii="宋体" w:hAnsi="宋体" w:hint="eastAsia"/>
                <w:szCs w:val="21"/>
              </w:rPr>
              <w:t>跑、引体向上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>女生：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00"/>
                <w:attr w:name="UnitName" w:val="米"/>
              </w:smartTagPr>
              <w:r>
                <w:rPr>
                  <w:rFonts w:ascii="宋体" w:hAnsi="宋体"/>
                  <w:szCs w:val="21"/>
                </w:rPr>
                <w:t>800</w:t>
              </w:r>
              <w:r>
                <w:rPr>
                  <w:rFonts w:ascii="宋体" w:hAnsi="宋体" w:hint="eastAsia"/>
                  <w:szCs w:val="21"/>
                </w:rPr>
                <w:t>米</w:t>
              </w:r>
            </w:smartTag>
            <w:r>
              <w:rPr>
                <w:rFonts w:ascii="宋体" w:hAnsi="宋体" w:hint="eastAsia"/>
                <w:szCs w:val="21"/>
              </w:rPr>
              <w:t>跑、一分钟仰卧起坐</w:t>
            </w:r>
          </w:p>
        </w:tc>
        <w:tc>
          <w:tcPr>
            <w:tcW w:w="88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486C9A" w:rsidTr="00E5123D">
        <w:tc>
          <w:tcPr>
            <w:tcW w:w="531" w:type="dxa"/>
          </w:tcPr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477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一、短跑：</w:t>
            </w:r>
          </w:p>
          <w:p w:rsidR="00486C9A" w:rsidRDefault="00486C9A" w:rsidP="00E5123D">
            <w:pPr>
              <w:numPr>
                <w:ilvl w:val="0"/>
                <w:numId w:val="8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复习跑的专门性练习</w:t>
            </w:r>
          </w:p>
          <w:p w:rsidR="00486C9A" w:rsidRDefault="00486C9A" w:rsidP="00E5123D">
            <w:pPr>
              <w:numPr>
                <w:ilvl w:val="0"/>
                <w:numId w:val="8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复习直道跑的完整技术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二、实心球：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复习实心球正面上手、下手、背向抛球技术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三、素质练习：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</w:p>
          <w:p w:rsidR="00486C9A" w:rsidRDefault="00486C9A" w:rsidP="00486C9A">
            <w:pPr>
              <w:ind w:firstLineChars="20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核心力量练习</w:t>
            </w:r>
          </w:p>
          <w:p w:rsidR="00486C9A" w:rsidRDefault="00486C9A" w:rsidP="00486C9A">
            <w:pPr>
              <w:ind w:firstLineChars="200" w:firstLine="31680"/>
              <w:rPr>
                <w:rFonts w:ascii="宋体"/>
                <w:szCs w:val="21"/>
              </w:rPr>
            </w:pPr>
          </w:p>
        </w:tc>
        <w:tc>
          <w:tcPr>
            <w:tcW w:w="88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486C9A" w:rsidTr="00E5123D">
        <w:tc>
          <w:tcPr>
            <w:tcW w:w="531" w:type="dxa"/>
          </w:tcPr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</w:t>
            </w:r>
          </w:p>
        </w:tc>
        <w:tc>
          <w:tcPr>
            <w:tcW w:w="477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486C9A" w:rsidRDefault="00486C9A" w:rsidP="003A5D9E">
            <w:pPr>
              <w:numPr>
                <w:ilvl w:val="0"/>
                <w:numId w:val="11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短跑</w:t>
            </w:r>
          </w:p>
          <w:p w:rsidR="00486C9A" w:rsidRDefault="00486C9A" w:rsidP="00E5123D">
            <w:pPr>
              <w:ind w:left="420"/>
              <w:rPr>
                <w:rFonts w:ascii="宋体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宋体" w:hAnsi="宋体"/>
                  <w:szCs w:val="21"/>
                </w:rPr>
                <w:t>50</w:t>
              </w:r>
              <w:r>
                <w:rPr>
                  <w:rFonts w:ascii="宋体" w:hAnsi="宋体" w:hint="eastAsia"/>
                  <w:szCs w:val="21"/>
                </w:rPr>
                <w:t>米</w:t>
              </w:r>
            </w:smartTag>
            <w:r>
              <w:rPr>
                <w:rFonts w:ascii="宋体" w:hAnsi="宋体" w:hint="eastAsia"/>
                <w:szCs w:val="21"/>
              </w:rPr>
              <w:t>跑测验</w:t>
            </w:r>
          </w:p>
          <w:p w:rsidR="00486C9A" w:rsidRDefault="00486C9A" w:rsidP="003A5D9E">
            <w:pPr>
              <w:numPr>
                <w:ilvl w:val="0"/>
                <w:numId w:val="11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实心球、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复习实心球正面上手投球</w:t>
            </w:r>
          </w:p>
        </w:tc>
        <w:tc>
          <w:tcPr>
            <w:tcW w:w="88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486C9A" w:rsidTr="00E5123D">
        <w:tc>
          <w:tcPr>
            <w:tcW w:w="531" w:type="dxa"/>
          </w:tcPr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477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486C9A" w:rsidRDefault="00486C9A" w:rsidP="003A5D9E">
            <w:pPr>
              <w:numPr>
                <w:ilvl w:val="0"/>
                <w:numId w:val="12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实心球测试</w:t>
            </w:r>
          </w:p>
          <w:p w:rsidR="00486C9A" w:rsidRDefault="00486C9A" w:rsidP="003A5D9E">
            <w:pPr>
              <w:numPr>
                <w:ilvl w:val="0"/>
                <w:numId w:val="12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素质练习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</w:p>
        </w:tc>
        <w:tc>
          <w:tcPr>
            <w:tcW w:w="88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486C9A" w:rsidTr="00E5123D">
        <w:tc>
          <w:tcPr>
            <w:tcW w:w="531" w:type="dxa"/>
          </w:tcPr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477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一、中长跑：</w:t>
            </w:r>
          </w:p>
          <w:p w:rsidR="00486C9A" w:rsidRDefault="00486C9A" w:rsidP="00E5123D">
            <w:pPr>
              <w:numPr>
                <w:ilvl w:val="0"/>
                <w:numId w:val="9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介绍中长跑运动的发展概况、锻炼价值</w:t>
            </w:r>
          </w:p>
          <w:p w:rsidR="00486C9A" w:rsidRDefault="00486C9A" w:rsidP="00E5123D">
            <w:pPr>
              <w:numPr>
                <w:ilvl w:val="0"/>
                <w:numId w:val="9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学习途中跑技术</w:t>
            </w:r>
          </w:p>
          <w:p w:rsidR="00486C9A" w:rsidRDefault="00486C9A" w:rsidP="00E5123D">
            <w:pPr>
              <w:numPr>
                <w:ilvl w:val="0"/>
                <w:numId w:val="9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发展一般耐力练习：</w:t>
            </w:r>
            <w:r>
              <w:rPr>
                <w:rFonts w:ascii="宋体" w:hAnsi="宋体"/>
                <w:szCs w:val="21"/>
              </w:rPr>
              <w:t>30</w:t>
            </w:r>
            <w:r>
              <w:rPr>
                <w:rFonts w:ascii="宋体" w:hAnsi="宋体" w:hint="eastAsia"/>
                <w:szCs w:val="21"/>
              </w:rPr>
              <w:t>分钟匀速跑</w:t>
            </w:r>
          </w:p>
          <w:p w:rsidR="00486C9A" w:rsidRDefault="00486C9A" w:rsidP="003A5D9E">
            <w:pPr>
              <w:numPr>
                <w:ilvl w:val="0"/>
                <w:numId w:val="12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素质练习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486C9A" w:rsidRDefault="00486C9A" w:rsidP="00486C9A">
            <w:pPr>
              <w:ind w:firstLineChars="20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上肢力量及核心力量</w:t>
            </w:r>
          </w:p>
          <w:p w:rsidR="00486C9A" w:rsidRDefault="00486C9A" w:rsidP="00486C9A">
            <w:pPr>
              <w:ind w:firstLineChars="200" w:firstLine="31680"/>
              <w:rPr>
                <w:rFonts w:ascii="宋体"/>
                <w:szCs w:val="21"/>
              </w:rPr>
            </w:pPr>
          </w:p>
        </w:tc>
        <w:tc>
          <w:tcPr>
            <w:tcW w:w="88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486C9A" w:rsidTr="00E5123D">
        <w:tc>
          <w:tcPr>
            <w:tcW w:w="531" w:type="dxa"/>
          </w:tcPr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</w:p>
        </w:tc>
        <w:tc>
          <w:tcPr>
            <w:tcW w:w="477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中长跑：</w:t>
            </w:r>
          </w:p>
          <w:p w:rsidR="00486C9A" w:rsidRDefault="00486C9A" w:rsidP="003A5D9E">
            <w:pPr>
              <w:numPr>
                <w:ilvl w:val="0"/>
                <w:numId w:val="10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介绍中长跑的各种跑法</w:t>
            </w:r>
          </w:p>
          <w:p w:rsidR="00486C9A" w:rsidRDefault="00486C9A" w:rsidP="003A5D9E">
            <w:pPr>
              <w:numPr>
                <w:ilvl w:val="0"/>
                <w:numId w:val="10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学习站立式起跑技术</w:t>
            </w:r>
          </w:p>
          <w:p w:rsidR="00486C9A" w:rsidRDefault="00486C9A" w:rsidP="003A5D9E">
            <w:pPr>
              <w:numPr>
                <w:ilvl w:val="0"/>
                <w:numId w:val="10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变速跑：</w:t>
            </w:r>
          </w:p>
          <w:p w:rsidR="00486C9A" w:rsidRDefault="00486C9A" w:rsidP="003A5D9E">
            <w:pPr>
              <w:numPr>
                <w:ilvl w:val="0"/>
                <w:numId w:val="11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素质练习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486C9A" w:rsidRDefault="00486C9A" w:rsidP="00486C9A">
            <w:pPr>
              <w:ind w:firstLineChars="1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上肢力量及核心力量</w:t>
            </w:r>
          </w:p>
          <w:p w:rsidR="00486C9A" w:rsidRDefault="00486C9A" w:rsidP="00486C9A">
            <w:pPr>
              <w:ind w:firstLineChars="150" w:firstLine="31680"/>
              <w:rPr>
                <w:rFonts w:ascii="宋体"/>
                <w:szCs w:val="21"/>
              </w:rPr>
            </w:pPr>
          </w:p>
        </w:tc>
        <w:tc>
          <w:tcPr>
            <w:tcW w:w="88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486C9A" w:rsidTr="00E5123D">
        <w:tc>
          <w:tcPr>
            <w:tcW w:w="531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16</w:t>
            </w:r>
          </w:p>
        </w:tc>
        <w:tc>
          <w:tcPr>
            <w:tcW w:w="477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一、中长跑：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、介绍</w:t>
            </w:r>
            <w:r>
              <w:rPr>
                <w:rFonts w:ascii="宋体" w:hAnsi="宋体"/>
                <w:szCs w:val="21"/>
              </w:rPr>
              <w:t>4*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00"/>
                <w:attr w:name="UnitName" w:val="米"/>
              </w:smartTagPr>
              <w:r>
                <w:rPr>
                  <w:rFonts w:ascii="宋体" w:hAnsi="宋体"/>
                  <w:szCs w:val="21"/>
                </w:rPr>
                <w:t>400</w:t>
              </w:r>
              <w:r>
                <w:rPr>
                  <w:rFonts w:ascii="宋体" w:hAnsi="宋体" w:hint="eastAsia"/>
                  <w:szCs w:val="21"/>
                </w:rPr>
                <w:t>米</w:t>
              </w:r>
            </w:smartTag>
            <w:r>
              <w:rPr>
                <w:rFonts w:ascii="宋体" w:hAnsi="宋体" w:hint="eastAsia"/>
                <w:szCs w:val="21"/>
              </w:rPr>
              <w:t>技术及规则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、发展速度耐力练习：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00"/>
                <w:attr w:name="UnitName" w:val="米"/>
              </w:smartTagPr>
              <w:r>
                <w:rPr>
                  <w:rFonts w:ascii="宋体" w:hAnsi="宋体"/>
                  <w:szCs w:val="21"/>
                </w:rPr>
                <w:t>400</w:t>
              </w:r>
              <w:r>
                <w:rPr>
                  <w:rFonts w:ascii="宋体" w:hAnsi="宋体" w:hint="eastAsia"/>
                  <w:szCs w:val="21"/>
                </w:rPr>
                <w:t>米</w:t>
              </w:r>
            </w:smartTag>
            <w:r>
              <w:rPr>
                <w:rFonts w:ascii="宋体" w:hAnsi="宋体" w:hint="eastAsia"/>
                <w:szCs w:val="21"/>
              </w:rPr>
              <w:t>反复跑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二、素质练习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486C9A" w:rsidRDefault="00486C9A" w:rsidP="00486C9A">
            <w:pPr>
              <w:ind w:firstLineChars="1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上肢力量及核心力量</w:t>
            </w:r>
          </w:p>
          <w:p w:rsidR="00486C9A" w:rsidRDefault="00486C9A" w:rsidP="00486C9A">
            <w:pPr>
              <w:ind w:firstLineChars="150" w:firstLine="31680"/>
              <w:rPr>
                <w:rFonts w:ascii="宋体"/>
                <w:szCs w:val="21"/>
              </w:rPr>
            </w:pPr>
          </w:p>
        </w:tc>
        <w:tc>
          <w:tcPr>
            <w:tcW w:w="88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486C9A" w:rsidTr="00E5123D">
        <w:tc>
          <w:tcPr>
            <w:tcW w:w="531" w:type="dxa"/>
          </w:tcPr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17</w:t>
            </w:r>
          </w:p>
        </w:tc>
        <w:tc>
          <w:tcPr>
            <w:tcW w:w="477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486C9A" w:rsidRDefault="00486C9A" w:rsidP="003A5D9E">
            <w:pPr>
              <w:numPr>
                <w:ilvl w:val="0"/>
                <w:numId w:val="13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中长跑：</w:t>
            </w:r>
          </w:p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法特莱克跑</w:t>
            </w:r>
          </w:p>
          <w:p w:rsidR="00486C9A" w:rsidRDefault="00486C9A" w:rsidP="003A5D9E">
            <w:pPr>
              <w:numPr>
                <w:ilvl w:val="0"/>
                <w:numId w:val="13"/>
              </w:num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素质练习</w:t>
            </w:r>
            <w:r>
              <w:rPr>
                <w:rFonts w:ascii="宋体" w:hAnsi="宋体"/>
                <w:szCs w:val="21"/>
              </w:rPr>
              <w:t>(15</w:t>
            </w:r>
            <w:r>
              <w:rPr>
                <w:rFonts w:ascii="宋体" w:hAnsi="宋体" w:hint="eastAsia"/>
                <w:szCs w:val="21"/>
              </w:rPr>
              <w:t>分钟</w:t>
            </w:r>
            <w:r>
              <w:rPr>
                <w:rFonts w:ascii="宋体" w:hAnsi="宋体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486C9A" w:rsidRDefault="00486C9A" w:rsidP="00486C9A">
            <w:pPr>
              <w:ind w:firstLineChars="15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上肢力量及核心力量</w:t>
            </w:r>
          </w:p>
        </w:tc>
        <w:tc>
          <w:tcPr>
            <w:tcW w:w="88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486C9A" w:rsidTr="00E5123D">
        <w:tc>
          <w:tcPr>
            <w:tcW w:w="531" w:type="dxa"/>
          </w:tcPr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18</w:t>
            </w:r>
          </w:p>
        </w:tc>
        <w:tc>
          <w:tcPr>
            <w:tcW w:w="477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中长跑测验：</w:t>
            </w:r>
          </w:p>
          <w:p w:rsidR="00486C9A" w:rsidRDefault="00486C9A" w:rsidP="00486C9A">
            <w:pPr>
              <w:ind w:firstLineChars="20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男生：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0"/>
                <w:attr w:name="UnitName" w:val="米"/>
              </w:smartTagPr>
              <w:r>
                <w:rPr>
                  <w:rFonts w:ascii="宋体" w:hAnsi="宋体"/>
                  <w:szCs w:val="21"/>
                </w:rPr>
                <w:t>1000</w:t>
              </w:r>
              <w:r>
                <w:rPr>
                  <w:rFonts w:ascii="宋体" w:hAnsi="宋体" w:hint="eastAsia"/>
                  <w:szCs w:val="21"/>
                </w:rPr>
                <w:t>米</w:t>
              </w:r>
            </w:smartTag>
          </w:p>
          <w:p w:rsidR="00486C9A" w:rsidRDefault="00486C9A" w:rsidP="00486C9A">
            <w:pPr>
              <w:ind w:firstLineChars="20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女生：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00"/>
                <w:attr w:name="UnitName" w:val="米"/>
              </w:smartTagPr>
              <w:r>
                <w:rPr>
                  <w:rFonts w:ascii="宋体" w:hAnsi="宋体"/>
                  <w:szCs w:val="21"/>
                </w:rPr>
                <w:t>800</w:t>
              </w:r>
              <w:r>
                <w:rPr>
                  <w:rFonts w:ascii="宋体" w:hAnsi="宋体" w:hint="eastAsia"/>
                  <w:szCs w:val="21"/>
                </w:rPr>
                <w:t>米</w:t>
              </w:r>
            </w:smartTag>
          </w:p>
        </w:tc>
        <w:tc>
          <w:tcPr>
            <w:tcW w:w="88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486C9A" w:rsidTr="00E5123D">
        <w:tc>
          <w:tcPr>
            <w:tcW w:w="531" w:type="dxa"/>
          </w:tcPr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19</w:t>
            </w:r>
          </w:p>
        </w:tc>
        <w:tc>
          <w:tcPr>
            <w:tcW w:w="477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体育理论课</w:t>
            </w:r>
          </w:p>
        </w:tc>
        <w:tc>
          <w:tcPr>
            <w:tcW w:w="88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 w:rsidR="00486C9A" w:rsidTr="00E5123D">
        <w:tc>
          <w:tcPr>
            <w:tcW w:w="531" w:type="dxa"/>
          </w:tcPr>
          <w:p w:rsidR="00486C9A" w:rsidRDefault="00486C9A" w:rsidP="00E5123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</w:p>
        </w:tc>
        <w:tc>
          <w:tcPr>
            <w:tcW w:w="477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26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4320" w:type="dxa"/>
          </w:tcPr>
          <w:p w:rsidR="00486C9A" w:rsidRDefault="00486C9A" w:rsidP="00E5123D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体育理论课</w:t>
            </w:r>
          </w:p>
        </w:tc>
        <w:tc>
          <w:tcPr>
            <w:tcW w:w="88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540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915" w:type="dxa"/>
          </w:tcPr>
          <w:p w:rsidR="00486C9A" w:rsidRDefault="00486C9A" w:rsidP="00E5123D"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</w:tbl>
    <w:p w:rsidR="00486C9A" w:rsidRDefault="00486C9A"/>
    <w:p w:rsidR="00486C9A" w:rsidRPr="00AF62CE" w:rsidRDefault="00486C9A" w:rsidP="00AF62CE">
      <w:pPr>
        <w:jc w:val="center"/>
        <w:rPr>
          <w:rFonts w:ascii="宋体"/>
          <w:b/>
          <w:sz w:val="28"/>
        </w:rPr>
      </w:pPr>
      <w:r w:rsidRPr="00AF62CE">
        <w:rPr>
          <w:rFonts w:ascii="宋体" w:hAnsi="宋体"/>
          <w:b/>
          <w:sz w:val="28"/>
        </w:rPr>
        <w:t>201</w:t>
      </w:r>
      <w:r>
        <w:rPr>
          <w:rFonts w:ascii="宋体" w:hAnsi="宋体"/>
          <w:b/>
          <w:sz w:val="28"/>
        </w:rPr>
        <w:t>4</w:t>
      </w:r>
      <w:r w:rsidRPr="00AF62CE">
        <w:rPr>
          <w:rFonts w:ascii="宋体" w:hAnsi="宋体" w:hint="eastAsia"/>
          <w:b/>
          <w:sz w:val="28"/>
        </w:rPr>
        <w:t>至</w:t>
      </w:r>
      <w:r w:rsidRPr="00AF62CE">
        <w:rPr>
          <w:rFonts w:ascii="宋体" w:hAnsi="宋体"/>
          <w:b/>
          <w:sz w:val="28"/>
        </w:rPr>
        <w:t>201</w:t>
      </w:r>
      <w:r>
        <w:rPr>
          <w:rFonts w:ascii="宋体" w:hAnsi="宋体"/>
          <w:b/>
          <w:sz w:val="28"/>
        </w:rPr>
        <w:t>5</w:t>
      </w:r>
      <w:r w:rsidRPr="00AF62CE">
        <w:rPr>
          <w:rFonts w:ascii="宋体" w:hAnsi="宋体" w:hint="eastAsia"/>
          <w:b/>
          <w:sz w:val="28"/>
        </w:rPr>
        <w:t>学年</w:t>
      </w:r>
      <w:r w:rsidRPr="00AF62CE">
        <w:rPr>
          <w:rFonts w:ascii="宋体" w:hAnsi="宋体"/>
          <w:b/>
          <w:sz w:val="28"/>
        </w:rPr>
        <w:t xml:space="preserve"> </w:t>
      </w:r>
      <w:r w:rsidRPr="00AF62CE">
        <w:rPr>
          <w:rFonts w:ascii="宋体" w:hAnsi="宋体" w:hint="eastAsia"/>
          <w:b/>
          <w:sz w:val="28"/>
        </w:rPr>
        <w:t>第</w:t>
      </w:r>
      <w:r>
        <w:rPr>
          <w:rFonts w:ascii="宋体" w:hAnsi="宋体" w:hint="eastAsia"/>
          <w:b/>
          <w:sz w:val="28"/>
        </w:rPr>
        <w:t>一</w:t>
      </w:r>
      <w:r w:rsidRPr="00AF62CE">
        <w:rPr>
          <w:rFonts w:ascii="宋体" w:hAnsi="宋体" w:hint="eastAsia"/>
          <w:b/>
          <w:sz w:val="28"/>
        </w:rPr>
        <w:t>学期</w:t>
      </w:r>
    </w:p>
    <w:p w:rsidR="00486C9A" w:rsidRPr="00AF62CE" w:rsidRDefault="00486C9A" w:rsidP="00AF62CE">
      <w:pPr>
        <w:jc w:val="center"/>
        <w:rPr>
          <w:b/>
        </w:rPr>
      </w:pPr>
    </w:p>
    <w:p w:rsidR="00486C9A" w:rsidRPr="00AF62CE" w:rsidRDefault="00486C9A" w:rsidP="00AF62CE">
      <w:pPr>
        <w:jc w:val="center"/>
        <w:rPr>
          <w:b/>
        </w:rPr>
      </w:pPr>
    </w:p>
    <w:p w:rsidR="00486C9A" w:rsidRPr="00AF62CE" w:rsidRDefault="00486C9A" w:rsidP="00AF62CE">
      <w:pPr>
        <w:jc w:val="center"/>
        <w:rPr>
          <w:sz w:val="84"/>
        </w:rPr>
      </w:pPr>
      <w:r w:rsidRPr="00AF62CE">
        <w:rPr>
          <w:rFonts w:hint="eastAsia"/>
          <w:sz w:val="84"/>
        </w:rPr>
        <w:t>教学日历</w:t>
      </w:r>
    </w:p>
    <w:p w:rsidR="00486C9A" w:rsidRPr="00AF62CE" w:rsidRDefault="00486C9A" w:rsidP="00AF62CE">
      <w:pPr>
        <w:jc w:val="center"/>
        <w:rPr>
          <w:b/>
          <w:sz w:val="84"/>
        </w:rPr>
      </w:pPr>
    </w:p>
    <w:p w:rsidR="00486C9A" w:rsidRPr="00AF62CE" w:rsidRDefault="00486C9A" w:rsidP="00AF62CE">
      <w:pPr>
        <w:jc w:val="center"/>
        <w:rPr>
          <w:b/>
          <w:sz w:val="28"/>
          <w:szCs w:val="28"/>
        </w:rPr>
      </w:pPr>
    </w:p>
    <w:p w:rsidR="00486C9A" w:rsidRPr="00AF62CE" w:rsidRDefault="00486C9A" w:rsidP="00BA056E">
      <w:pPr>
        <w:spacing w:line="480" w:lineRule="auto"/>
        <w:ind w:firstLineChars="400" w:firstLine="31680"/>
        <w:rPr>
          <w:bCs/>
          <w:sz w:val="28"/>
        </w:rPr>
      </w:pPr>
      <w:r w:rsidRPr="00AF62CE">
        <w:rPr>
          <w:rFonts w:hint="eastAsia"/>
          <w:bCs/>
          <w:sz w:val="28"/>
        </w:rPr>
        <w:t>课程名称：健美性质：</w:t>
      </w:r>
      <w:r>
        <w:rPr>
          <w:rFonts w:hint="eastAsia"/>
          <w:bCs/>
          <w:sz w:val="28"/>
        </w:rPr>
        <w:t>体育</w:t>
      </w:r>
      <w:r w:rsidRPr="00AF62CE">
        <w:rPr>
          <w:rFonts w:hint="eastAsia"/>
          <w:bCs/>
          <w:sz w:val="28"/>
        </w:rPr>
        <w:t>必修</w:t>
      </w:r>
      <w:r>
        <w:rPr>
          <w:rFonts w:hint="eastAsia"/>
          <w:bCs/>
          <w:sz w:val="28"/>
        </w:rPr>
        <w:t>课</w:t>
      </w:r>
    </w:p>
    <w:p w:rsidR="00486C9A" w:rsidRPr="00AF62CE" w:rsidRDefault="00486C9A" w:rsidP="00BA056E">
      <w:pPr>
        <w:spacing w:line="480" w:lineRule="auto"/>
        <w:ind w:firstLineChars="400" w:firstLine="31680"/>
        <w:rPr>
          <w:bCs/>
          <w:sz w:val="28"/>
        </w:rPr>
      </w:pPr>
      <w:r w:rsidRPr="00AF62CE">
        <w:rPr>
          <w:rFonts w:hint="eastAsia"/>
          <w:bCs/>
          <w:sz w:val="28"/>
        </w:rPr>
        <w:t>总学时：</w:t>
      </w:r>
      <w:r w:rsidRPr="00AF62CE">
        <w:rPr>
          <w:bCs/>
          <w:sz w:val="28"/>
        </w:rPr>
        <w:t xml:space="preserve">32 </w:t>
      </w:r>
      <w:r>
        <w:rPr>
          <w:rFonts w:hint="eastAsia"/>
          <w:bCs/>
          <w:sz w:val="28"/>
        </w:rPr>
        <w:t>学时</w:t>
      </w:r>
      <w:r w:rsidRPr="00AF62CE">
        <w:rPr>
          <w:rFonts w:hint="eastAsia"/>
          <w:bCs/>
          <w:sz w:val="28"/>
        </w:rPr>
        <w:t>讲课＿＿实验＿＿其它＿＿＿＿</w:t>
      </w:r>
    </w:p>
    <w:p w:rsidR="00486C9A" w:rsidRPr="00AF62CE" w:rsidRDefault="00486C9A" w:rsidP="00BA056E">
      <w:pPr>
        <w:spacing w:line="480" w:lineRule="auto"/>
        <w:ind w:firstLineChars="400" w:firstLine="31680"/>
        <w:rPr>
          <w:bCs/>
          <w:sz w:val="28"/>
        </w:rPr>
      </w:pPr>
      <w:r w:rsidRPr="00AF62CE">
        <w:rPr>
          <w:rFonts w:hint="eastAsia"/>
          <w:bCs/>
          <w:sz w:val="28"/>
        </w:rPr>
        <w:t>授课班级：</w:t>
      </w:r>
      <w:r>
        <w:rPr>
          <w:rFonts w:hint="eastAsia"/>
          <w:bCs/>
          <w:sz w:val="28"/>
        </w:rPr>
        <w:t>本科</w:t>
      </w:r>
      <w:r w:rsidRPr="00AF62CE">
        <w:rPr>
          <w:rFonts w:hint="eastAsia"/>
          <w:bCs/>
          <w:sz w:val="28"/>
        </w:rPr>
        <w:t>二</w:t>
      </w:r>
      <w:r>
        <w:rPr>
          <w:rFonts w:hint="eastAsia"/>
          <w:bCs/>
          <w:sz w:val="28"/>
        </w:rPr>
        <w:t>年级</w:t>
      </w:r>
      <w:r w:rsidRPr="00AF62CE">
        <w:rPr>
          <w:rFonts w:hint="eastAsia"/>
          <w:bCs/>
          <w:sz w:val="28"/>
        </w:rPr>
        <w:t>学生人数：</w:t>
      </w:r>
      <w:r w:rsidRPr="00AF62CE">
        <w:rPr>
          <w:bCs/>
          <w:sz w:val="28"/>
        </w:rPr>
        <w:t>24</w:t>
      </w:r>
    </w:p>
    <w:p w:rsidR="00486C9A" w:rsidRPr="00AF62CE" w:rsidRDefault="00486C9A" w:rsidP="00BA056E">
      <w:pPr>
        <w:spacing w:line="480" w:lineRule="auto"/>
        <w:ind w:firstLineChars="400" w:firstLine="31680"/>
        <w:rPr>
          <w:bCs/>
          <w:sz w:val="28"/>
        </w:rPr>
      </w:pPr>
      <w:r w:rsidRPr="00AF62CE">
        <w:rPr>
          <w:rFonts w:hint="eastAsia"/>
          <w:bCs/>
          <w:sz w:val="28"/>
        </w:rPr>
        <w:t>任课教师：侍晓明职称：讲师</w:t>
      </w:r>
    </w:p>
    <w:p w:rsidR="00486C9A" w:rsidRPr="00AF62CE" w:rsidRDefault="00486C9A" w:rsidP="00BA056E">
      <w:pPr>
        <w:spacing w:line="480" w:lineRule="auto"/>
        <w:ind w:firstLineChars="400" w:firstLine="31680"/>
        <w:rPr>
          <w:bCs/>
          <w:sz w:val="28"/>
        </w:rPr>
      </w:pPr>
      <w:r w:rsidRPr="00AF62CE">
        <w:rPr>
          <w:rFonts w:hint="eastAsia"/>
          <w:bCs/>
          <w:sz w:val="28"/>
        </w:rPr>
        <w:t>所在院</w:t>
      </w:r>
      <w:r w:rsidRPr="00AF62CE">
        <w:rPr>
          <w:bCs/>
          <w:sz w:val="28"/>
        </w:rPr>
        <w:t>(</w:t>
      </w:r>
      <w:r w:rsidRPr="00AF62CE">
        <w:rPr>
          <w:rFonts w:hint="eastAsia"/>
          <w:bCs/>
          <w:sz w:val="28"/>
        </w:rPr>
        <w:t>系、部</w:t>
      </w:r>
      <w:r w:rsidRPr="00AF62CE">
        <w:rPr>
          <w:bCs/>
          <w:sz w:val="28"/>
        </w:rPr>
        <w:t>)</w:t>
      </w:r>
      <w:r w:rsidRPr="00AF62CE">
        <w:rPr>
          <w:rFonts w:hint="eastAsia"/>
          <w:bCs/>
          <w:sz w:val="28"/>
        </w:rPr>
        <w:t>：体育教学部</w:t>
      </w:r>
    </w:p>
    <w:p w:rsidR="00486C9A" w:rsidRPr="00AF62CE" w:rsidRDefault="00486C9A" w:rsidP="00BA056E">
      <w:pPr>
        <w:spacing w:line="480" w:lineRule="auto"/>
        <w:ind w:firstLineChars="400" w:firstLine="31680"/>
        <w:rPr>
          <w:sz w:val="28"/>
        </w:rPr>
      </w:pPr>
      <w:r w:rsidRPr="00AF62CE">
        <w:rPr>
          <w:rFonts w:hint="eastAsia"/>
          <w:sz w:val="28"/>
        </w:rPr>
        <w:t>系</w:t>
      </w:r>
      <w:r w:rsidRPr="00AF62CE">
        <w:rPr>
          <w:sz w:val="28"/>
        </w:rPr>
        <w:t>(</w:t>
      </w:r>
      <w:r w:rsidRPr="00AF62CE">
        <w:rPr>
          <w:rFonts w:hint="eastAsia"/>
          <w:sz w:val="28"/>
        </w:rPr>
        <w:t>教研室</w:t>
      </w:r>
      <w:r w:rsidRPr="00AF62CE">
        <w:rPr>
          <w:sz w:val="28"/>
        </w:rPr>
        <w:t>)</w:t>
      </w:r>
      <w:r w:rsidRPr="00AF62CE">
        <w:rPr>
          <w:rFonts w:hint="eastAsia"/>
          <w:sz w:val="28"/>
        </w:rPr>
        <w:t>主任签字</w:t>
      </w:r>
      <w:r w:rsidRPr="00AF62CE">
        <w:rPr>
          <w:sz w:val="28"/>
        </w:rPr>
        <w:t>______________________</w:t>
      </w:r>
    </w:p>
    <w:p w:rsidR="00486C9A" w:rsidRPr="00AF62CE" w:rsidRDefault="00486C9A" w:rsidP="00AF62CE">
      <w:pPr>
        <w:rPr>
          <w:sz w:val="28"/>
        </w:rPr>
      </w:pPr>
      <w:r w:rsidRPr="00AF62CE">
        <w:rPr>
          <w:rFonts w:hint="eastAsia"/>
          <w:sz w:val="28"/>
        </w:rPr>
        <w:t xml:space="preserve">　　　　教材名称：《肌肉健美训练图解》作者：</w:t>
      </w:r>
      <w:r w:rsidRPr="00AF62CE">
        <w:rPr>
          <w:rFonts w:hint="eastAsia"/>
          <w:sz w:val="28"/>
          <w:szCs w:val="28"/>
        </w:rPr>
        <w:t>德拉威尔</w:t>
      </w:r>
      <w:r w:rsidRPr="00AF62CE">
        <w:rPr>
          <w:rFonts w:hint="eastAsia"/>
          <w:b/>
          <w:sz w:val="28"/>
          <w:szCs w:val="28"/>
        </w:rPr>
        <w:t xml:space="preserve">　</w:t>
      </w:r>
      <w:r w:rsidRPr="00AF62CE">
        <w:rPr>
          <w:rFonts w:hint="eastAsia"/>
          <w:sz w:val="28"/>
        </w:rPr>
        <w:t xml:space="preserve">　　　</w:t>
      </w:r>
    </w:p>
    <w:p w:rsidR="00486C9A" w:rsidRPr="00AF62CE" w:rsidRDefault="00486C9A" w:rsidP="00BA056E">
      <w:pPr>
        <w:ind w:firstLineChars="400" w:firstLine="31680"/>
        <w:rPr>
          <w:sz w:val="28"/>
        </w:rPr>
      </w:pPr>
      <w:r w:rsidRPr="00AF62CE">
        <w:rPr>
          <w:rFonts w:hint="eastAsia"/>
          <w:sz w:val="28"/>
        </w:rPr>
        <w:t>出版单位：</w:t>
      </w:r>
      <w:r w:rsidRPr="00AF62CE">
        <w:rPr>
          <w:rFonts w:hint="eastAsia"/>
          <w:bCs/>
          <w:sz w:val="28"/>
          <w:szCs w:val="28"/>
        </w:rPr>
        <w:t>山东科学技术出版社</w:t>
      </w:r>
      <w:r w:rsidRPr="00AF62CE">
        <w:rPr>
          <w:rFonts w:hint="eastAsia"/>
          <w:sz w:val="28"/>
        </w:rPr>
        <w:t>出版时间：</w:t>
      </w:r>
      <w:r w:rsidRPr="00AF62CE">
        <w:rPr>
          <w:sz w:val="28"/>
        </w:rPr>
        <w:t>2012</w:t>
      </w:r>
      <w:r w:rsidRPr="00AF62CE">
        <w:rPr>
          <w:rFonts w:hint="eastAsia"/>
          <w:sz w:val="28"/>
        </w:rPr>
        <w:t>年</w:t>
      </w:r>
    </w:p>
    <w:p w:rsidR="00486C9A" w:rsidRPr="00AF62CE" w:rsidRDefault="00486C9A" w:rsidP="00AF62CE">
      <w:pPr>
        <w:jc w:val="center"/>
        <w:rPr>
          <w:sz w:val="28"/>
        </w:rPr>
      </w:pPr>
    </w:p>
    <w:p w:rsidR="00486C9A" w:rsidRPr="00AF62CE" w:rsidRDefault="00486C9A" w:rsidP="00AF62CE">
      <w:pPr>
        <w:jc w:val="center"/>
        <w:rPr>
          <w:sz w:val="28"/>
        </w:rPr>
      </w:pPr>
    </w:p>
    <w:p w:rsidR="00486C9A" w:rsidRPr="00AF62CE" w:rsidRDefault="00486C9A" w:rsidP="00AF62CE">
      <w:pPr>
        <w:jc w:val="center"/>
        <w:rPr>
          <w:sz w:val="28"/>
        </w:rPr>
      </w:pPr>
    </w:p>
    <w:p w:rsidR="00486C9A" w:rsidRPr="00AF62CE" w:rsidRDefault="00486C9A" w:rsidP="00AF62CE">
      <w:pPr>
        <w:jc w:val="center"/>
        <w:rPr>
          <w:rFonts w:ascii="黑体" w:eastAsia="黑体"/>
          <w:sz w:val="44"/>
        </w:rPr>
      </w:pPr>
      <w:r w:rsidRPr="00AF62CE">
        <w:rPr>
          <w:rFonts w:hint="eastAsia"/>
          <w:sz w:val="32"/>
        </w:rPr>
        <w:t>中国石油大学</w:t>
      </w:r>
      <w:r w:rsidRPr="00AF62CE">
        <w:rPr>
          <w:sz w:val="32"/>
        </w:rPr>
        <w:t>(</w:t>
      </w:r>
      <w:r w:rsidRPr="00AF62CE">
        <w:rPr>
          <w:rFonts w:hint="eastAsia"/>
          <w:sz w:val="32"/>
        </w:rPr>
        <w:t>北京</w:t>
      </w:r>
      <w:r w:rsidRPr="00AF62CE">
        <w:rPr>
          <w:sz w:val="32"/>
        </w:rPr>
        <w:t>)</w:t>
      </w:r>
      <w:r w:rsidRPr="00AF62CE">
        <w:rPr>
          <w:rFonts w:hint="eastAsia"/>
          <w:sz w:val="32"/>
        </w:rPr>
        <w:t>教务处制</w:t>
      </w:r>
    </w:p>
    <w:p w:rsidR="00486C9A" w:rsidRPr="00AF62CE" w:rsidRDefault="00486C9A" w:rsidP="00AF62CE">
      <w:pPr>
        <w:rPr>
          <w:rFonts w:ascii="黑体" w:eastAsia="黑体"/>
          <w:sz w:val="24"/>
          <w:szCs w:val="24"/>
        </w:rPr>
      </w:pPr>
    </w:p>
    <w:p w:rsidR="00486C9A" w:rsidRPr="00AF62CE" w:rsidRDefault="00486C9A" w:rsidP="00AF62CE">
      <w:pPr>
        <w:rPr>
          <w:rFonts w:ascii="黑体" w:eastAsia="黑体"/>
          <w:sz w:val="24"/>
          <w:szCs w:val="24"/>
        </w:rPr>
      </w:pPr>
    </w:p>
    <w:p w:rsidR="00486C9A" w:rsidRPr="00AF62CE" w:rsidRDefault="00486C9A" w:rsidP="00AF62CE">
      <w:pPr>
        <w:rPr>
          <w:rFonts w:ascii="黑体" w:eastAsia="黑体"/>
          <w:sz w:val="24"/>
          <w:szCs w:val="24"/>
        </w:rPr>
      </w:pPr>
      <w:r w:rsidRPr="00AF62CE">
        <w:rPr>
          <w:rFonts w:ascii="黑体" w:eastAsia="黑体" w:hint="eastAsia"/>
          <w:sz w:val="24"/>
          <w:szCs w:val="24"/>
        </w:rPr>
        <w:t>填</w:t>
      </w:r>
      <w:r w:rsidRPr="00AF62CE">
        <w:rPr>
          <w:rFonts w:ascii="黑体" w:eastAsia="黑体"/>
          <w:sz w:val="24"/>
          <w:szCs w:val="24"/>
        </w:rPr>
        <w:t xml:space="preserve"> </w:t>
      </w:r>
      <w:r w:rsidRPr="00AF62CE">
        <w:rPr>
          <w:rFonts w:ascii="黑体" w:eastAsia="黑体" w:hint="eastAsia"/>
          <w:sz w:val="24"/>
          <w:szCs w:val="24"/>
        </w:rPr>
        <w:t>写</w:t>
      </w:r>
      <w:r w:rsidRPr="00AF62CE">
        <w:rPr>
          <w:rFonts w:ascii="黑体" w:eastAsia="黑体"/>
          <w:sz w:val="24"/>
          <w:szCs w:val="24"/>
        </w:rPr>
        <w:t xml:space="preserve"> </w:t>
      </w:r>
      <w:r w:rsidRPr="00AF62CE">
        <w:rPr>
          <w:rFonts w:ascii="黑体" w:eastAsia="黑体" w:hint="eastAsia"/>
          <w:sz w:val="24"/>
          <w:szCs w:val="24"/>
        </w:rPr>
        <w:t>说明：</w:t>
      </w:r>
    </w:p>
    <w:p w:rsidR="00486C9A" w:rsidRPr="00AF62CE" w:rsidRDefault="00486C9A" w:rsidP="00AF62CE">
      <w:pPr>
        <w:rPr>
          <w:rFonts w:ascii="黑体" w:eastAsia="黑体"/>
          <w:b/>
          <w:sz w:val="24"/>
          <w:szCs w:val="24"/>
        </w:rPr>
      </w:pPr>
      <w:r w:rsidRPr="00AF62CE">
        <w:rPr>
          <w:rFonts w:ascii="黑体" w:eastAsia="黑体"/>
          <w:sz w:val="24"/>
          <w:szCs w:val="24"/>
        </w:rPr>
        <w:t>1</w:t>
      </w:r>
      <w:r w:rsidRPr="00AF62CE">
        <w:rPr>
          <w:rFonts w:ascii="黑体" w:eastAsia="黑体" w:hint="eastAsia"/>
          <w:sz w:val="24"/>
          <w:szCs w:val="24"/>
        </w:rPr>
        <w:t>．</w:t>
      </w:r>
      <w:r w:rsidRPr="00AF62CE">
        <w:rPr>
          <w:rFonts w:ascii="宋体" w:hAnsi="宋体" w:hint="eastAsia"/>
          <w:szCs w:val="21"/>
        </w:rPr>
        <w:t>每上一次课填写一行，例如：一周上三次课填写三次；</w:t>
      </w:r>
    </w:p>
    <w:p w:rsidR="00486C9A" w:rsidRPr="00AF62CE" w:rsidRDefault="00486C9A" w:rsidP="00BA056E">
      <w:pPr>
        <w:spacing w:line="300" w:lineRule="auto"/>
        <w:ind w:left="31680" w:hangingChars="150" w:firstLine="31680"/>
      </w:pPr>
      <w:r w:rsidRPr="00AF62CE">
        <w:rPr>
          <w:rFonts w:ascii="黑体" w:eastAsia="黑体"/>
          <w:sz w:val="24"/>
          <w:szCs w:val="24"/>
        </w:rPr>
        <w:t>2</w:t>
      </w:r>
      <w:r w:rsidRPr="00AF62CE">
        <w:rPr>
          <w:rFonts w:ascii="黑体" w:eastAsia="黑体" w:hint="eastAsia"/>
          <w:sz w:val="24"/>
          <w:szCs w:val="24"/>
        </w:rPr>
        <w:t>．</w:t>
      </w:r>
      <w:r w:rsidRPr="00AF62CE"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86C9A" w:rsidRPr="00AF62CE" w:rsidRDefault="00486C9A" w:rsidP="00BA056E">
      <w:pPr>
        <w:spacing w:line="300" w:lineRule="auto"/>
        <w:ind w:left="31680" w:hangingChars="150" w:firstLine="31680"/>
      </w:pPr>
      <w:r w:rsidRPr="00AF62CE">
        <w:t>3</w:t>
      </w:r>
      <w:r w:rsidRPr="00AF62CE">
        <w:rPr>
          <w:rFonts w:hint="eastAsia"/>
        </w:rPr>
        <w:t>．上机、大作业、课堂讨论、外出参观、考试等如占课内学时，在“备注”栏内注明。</w:t>
      </w:r>
    </w:p>
    <w:p w:rsidR="00486C9A" w:rsidRPr="00AF62CE" w:rsidRDefault="00486C9A" w:rsidP="00BA056E">
      <w:pPr>
        <w:ind w:left="31680" w:hangingChars="150" w:firstLine="31680"/>
        <w:sectPr w:rsidR="00486C9A" w:rsidRPr="00AF62CE" w:rsidSect="009537B3">
          <w:headerReference w:type="default" r:id="rId7"/>
          <w:pgSz w:w="11907" w:h="16840" w:code="9"/>
          <w:pgMar w:top="1440" w:right="1797" w:bottom="1440" w:left="1797" w:header="851" w:footer="992" w:gutter="0"/>
          <w:cols w:space="425"/>
        </w:sectPr>
      </w:pPr>
      <w:r w:rsidRPr="00AF62CE">
        <w:t>4</w:t>
      </w:r>
      <w:r w:rsidRPr="00AF62CE"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 w:rsidRPr="00AF62CE">
        <w:t>sjk@cup.edu.cn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707"/>
        <w:gridCol w:w="5233"/>
        <w:gridCol w:w="540"/>
        <w:gridCol w:w="540"/>
        <w:gridCol w:w="566"/>
        <w:gridCol w:w="514"/>
        <w:gridCol w:w="900"/>
      </w:tblGrid>
      <w:tr w:rsidR="00486C9A" w:rsidRPr="00AF62CE" w:rsidTr="00E5123D">
        <w:trPr>
          <w:cantSplit/>
          <w:jc w:val="center"/>
        </w:trPr>
        <w:tc>
          <w:tcPr>
            <w:tcW w:w="1175" w:type="dxa"/>
            <w:gridSpan w:val="2"/>
          </w:tcPr>
          <w:p w:rsidR="00486C9A" w:rsidRPr="00AF62CE" w:rsidRDefault="00486C9A" w:rsidP="00AF62CE">
            <w:r w:rsidRPr="00AF62CE">
              <w:rPr>
                <w:rFonts w:hint="eastAsia"/>
              </w:rPr>
              <w:t>教学时间</w:t>
            </w:r>
          </w:p>
        </w:tc>
        <w:tc>
          <w:tcPr>
            <w:tcW w:w="5233" w:type="dxa"/>
            <w:vMerge w:val="restart"/>
          </w:tcPr>
          <w:p w:rsidR="00486C9A" w:rsidRPr="00AF62CE" w:rsidRDefault="00486C9A" w:rsidP="00AF62CE">
            <w:pPr>
              <w:jc w:val="center"/>
            </w:pPr>
          </w:p>
          <w:p w:rsidR="00486C9A" w:rsidRPr="00AF62CE" w:rsidRDefault="00486C9A" w:rsidP="00AF62CE">
            <w:pPr>
              <w:jc w:val="center"/>
              <w:rPr>
                <w:sz w:val="30"/>
              </w:rPr>
            </w:pPr>
            <w:r w:rsidRPr="00AF62CE"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540" w:type="dxa"/>
            <w:vMerge w:val="restart"/>
          </w:tcPr>
          <w:p w:rsidR="00486C9A" w:rsidRPr="00AF62CE" w:rsidRDefault="00486C9A" w:rsidP="00AF62CE">
            <w:pPr>
              <w:jc w:val="center"/>
            </w:pPr>
            <w:r w:rsidRPr="00AF62CE">
              <w:rPr>
                <w:rFonts w:hint="eastAsia"/>
              </w:rPr>
              <w:t>周学时</w:t>
            </w:r>
          </w:p>
        </w:tc>
        <w:tc>
          <w:tcPr>
            <w:tcW w:w="1620" w:type="dxa"/>
            <w:gridSpan w:val="3"/>
          </w:tcPr>
          <w:p w:rsidR="00486C9A" w:rsidRPr="00AF62CE" w:rsidRDefault="00486C9A" w:rsidP="00AF62CE">
            <w:pPr>
              <w:jc w:val="center"/>
            </w:pPr>
            <w:r w:rsidRPr="00AF62CE">
              <w:rPr>
                <w:rFonts w:hint="eastAsia"/>
              </w:rPr>
              <w:t>学时分配</w:t>
            </w:r>
          </w:p>
        </w:tc>
        <w:tc>
          <w:tcPr>
            <w:tcW w:w="900" w:type="dxa"/>
            <w:vMerge w:val="restart"/>
          </w:tcPr>
          <w:p w:rsidR="00486C9A" w:rsidRPr="00AF62CE" w:rsidRDefault="00486C9A" w:rsidP="00AF62CE">
            <w:pPr>
              <w:jc w:val="center"/>
            </w:pPr>
          </w:p>
          <w:p w:rsidR="00486C9A" w:rsidRPr="00AF62CE" w:rsidRDefault="00486C9A" w:rsidP="00AF62CE">
            <w:pPr>
              <w:jc w:val="center"/>
            </w:pPr>
            <w:r w:rsidRPr="00AF62CE">
              <w:rPr>
                <w:rFonts w:hint="eastAsia"/>
              </w:rPr>
              <w:t>备注</w:t>
            </w:r>
          </w:p>
        </w:tc>
      </w:tr>
      <w:tr w:rsidR="00486C9A" w:rsidRPr="00AF62CE" w:rsidTr="00E5123D">
        <w:trPr>
          <w:cantSplit/>
          <w:jc w:val="center"/>
        </w:trPr>
        <w:tc>
          <w:tcPr>
            <w:tcW w:w="468" w:type="dxa"/>
          </w:tcPr>
          <w:p w:rsidR="00486C9A" w:rsidRPr="00AF62CE" w:rsidRDefault="00486C9A" w:rsidP="00AF62CE">
            <w:r w:rsidRPr="00AF62CE">
              <w:rPr>
                <w:rFonts w:hint="eastAsia"/>
              </w:rPr>
              <w:t>周次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86C9A" w:rsidRPr="00AF62CE" w:rsidRDefault="00486C9A" w:rsidP="00AF62CE">
            <w:r w:rsidRPr="00AF62CE">
              <w:rPr>
                <w:rFonts w:hint="eastAsia"/>
              </w:rPr>
              <w:t>星期</w:t>
            </w:r>
          </w:p>
          <w:p w:rsidR="00486C9A" w:rsidRPr="00AF62CE" w:rsidRDefault="00486C9A" w:rsidP="00486C9A">
            <w:pPr>
              <w:ind w:left="31680" w:hangingChars="200" w:firstLine="31680"/>
            </w:pPr>
            <w:r w:rsidRPr="00AF62CE">
              <w:rPr>
                <w:rFonts w:hint="eastAsia"/>
              </w:rPr>
              <w:t>节次</w:t>
            </w:r>
          </w:p>
        </w:tc>
        <w:tc>
          <w:tcPr>
            <w:tcW w:w="5233" w:type="dxa"/>
            <w:vMerge/>
          </w:tcPr>
          <w:p w:rsidR="00486C9A" w:rsidRPr="00AF62CE" w:rsidRDefault="00486C9A" w:rsidP="00AF62CE"/>
        </w:tc>
        <w:tc>
          <w:tcPr>
            <w:tcW w:w="540" w:type="dxa"/>
            <w:vMerge/>
          </w:tcPr>
          <w:p w:rsidR="00486C9A" w:rsidRPr="00AF62CE" w:rsidRDefault="00486C9A" w:rsidP="00AF62CE"/>
        </w:tc>
        <w:tc>
          <w:tcPr>
            <w:tcW w:w="540" w:type="dxa"/>
          </w:tcPr>
          <w:p w:rsidR="00486C9A" w:rsidRPr="00AF62CE" w:rsidRDefault="00486C9A" w:rsidP="00AF62CE">
            <w:r w:rsidRPr="00AF62CE">
              <w:rPr>
                <w:rFonts w:hint="eastAsia"/>
              </w:rPr>
              <w:t>讲课</w:t>
            </w:r>
          </w:p>
        </w:tc>
        <w:tc>
          <w:tcPr>
            <w:tcW w:w="566" w:type="dxa"/>
          </w:tcPr>
          <w:p w:rsidR="00486C9A" w:rsidRPr="00AF62CE" w:rsidRDefault="00486C9A" w:rsidP="00AF62CE">
            <w:r w:rsidRPr="00AF62CE">
              <w:rPr>
                <w:rFonts w:hint="eastAsia"/>
              </w:rPr>
              <w:t>实验</w:t>
            </w:r>
          </w:p>
        </w:tc>
        <w:tc>
          <w:tcPr>
            <w:tcW w:w="514" w:type="dxa"/>
          </w:tcPr>
          <w:p w:rsidR="00486C9A" w:rsidRPr="00AF62CE" w:rsidRDefault="00486C9A" w:rsidP="00AF62CE">
            <w:r w:rsidRPr="00AF62CE">
              <w:rPr>
                <w:rFonts w:hint="eastAsia"/>
              </w:rPr>
              <w:t>习题</w:t>
            </w:r>
          </w:p>
        </w:tc>
        <w:tc>
          <w:tcPr>
            <w:tcW w:w="900" w:type="dxa"/>
            <w:vMerge/>
          </w:tcPr>
          <w:p w:rsidR="00486C9A" w:rsidRPr="00AF62CE" w:rsidRDefault="00486C9A" w:rsidP="00AF62CE"/>
        </w:tc>
      </w:tr>
      <w:tr w:rsidR="00486C9A" w:rsidRPr="00AF62CE" w:rsidTr="00E5123D">
        <w:trPr>
          <w:trHeight w:val="1478"/>
          <w:jc w:val="center"/>
        </w:trPr>
        <w:tc>
          <w:tcPr>
            <w:tcW w:w="468" w:type="dxa"/>
          </w:tcPr>
          <w:p w:rsidR="00486C9A" w:rsidRPr="00AF62CE" w:rsidRDefault="00486C9A" w:rsidP="00AF62CE">
            <w:r w:rsidRPr="00AF62CE">
              <w:t>1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486C9A" w:rsidRPr="00AF62CE" w:rsidRDefault="00486C9A" w:rsidP="00AF62CE"/>
        </w:tc>
        <w:tc>
          <w:tcPr>
            <w:tcW w:w="5233" w:type="dxa"/>
          </w:tcPr>
          <w:p w:rsidR="00486C9A" w:rsidRPr="00AF62CE" w:rsidRDefault="00486C9A" w:rsidP="00AF62CE">
            <w:pPr>
              <w:numPr>
                <w:ilvl w:val="0"/>
                <w:numId w:val="14"/>
              </w:numPr>
            </w:pPr>
            <w:r w:rsidRPr="00AF62CE">
              <w:rPr>
                <w:rFonts w:hint="eastAsia"/>
              </w:rPr>
              <w:t>简述健美的目的和意义</w:t>
            </w:r>
          </w:p>
          <w:p w:rsidR="00486C9A" w:rsidRPr="00AF62CE" w:rsidRDefault="00486C9A" w:rsidP="00AF62CE">
            <w:r w:rsidRPr="00AF62CE">
              <w:t>2</w:t>
            </w:r>
            <w:r w:rsidRPr="00AF62CE">
              <w:rPr>
                <w:rFonts w:hint="eastAsia"/>
              </w:rPr>
              <w:t>、介绍器械及身体的各部分肌肉</w:t>
            </w:r>
          </w:p>
        </w:tc>
        <w:tc>
          <w:tcPr>
            <w:tcW w:w="540" w:type="dxa"/>
          </w:tcPr>
          <w:p w:rsidR="00486C9A" w:rsidRPr="00AF62CE" w:rsidRDefault="00486C9A" w:rsidP="00AF62CE">
            <w:r w:rsidRPr="00AF62CE">
              <w:t>2</w:t>
            </w:r>
          </w:p>
        </w:tc>
        <w:tc>
          <w:tcPr>
            <w:tcW w:w="540" w:type="dxa"/>
          </w:tcPr>
          <w:p w:rsidR="00486C9A" w:rsidRPr="00AF62CE" w:rsidRDefault="00486C9A" w:rsidP="00AF62CE"/>
        </w:tc>
        <w:tc>
          <w:tcPr>
            <w:tcW w:w="566" w:type="dxa"/>
          </w:tcPr>
          <w:p w:rsidR="00486C9A" w:rsidRPr="00AF62CE" w:rsidRDefault="00486C9A" w:rsidP="00AF62CE"/>
        </w:tc>
        <w:tc>
          <w:tcPr>
            <w:tcW w:w="514" w:type="dxa"/>
          </w:tcPr>
          <w:p w:rsidR="00486C9A" w:rsidRPr="00AF62CE" w:rsidRDefault="00486C9A" w:rsidP="00AF62CE"/>
        </w:tc>
        <w:tc>
          <w:tcPr>
            <w:tcW w:w="900" w:type="dxa"/>
          </w:tcPr>
          <w:p w:rsidR="00486C9A" w:rsidRPr="00AF62CE" w:rsidRDefault="00486C9A" w:rsidP="00AF62CE"/>
        </w:tc>
      </w:tr>
      <w:tr w:rsidR="00486C9A" w:rsidRPr="00AF62CE" w:rsidTr="00E5123D">
        <w:trPr>
          <w:trHeight w:val="1478"/>
          <w:jc w:val="center"/>
        </w:trPr>
        <w:tc>
          <w:tcPr>
            <w:tcW w:w="468" w:type="dxa"/>
          </w:tcPr>
          <w:p w:rsidR="00486C9A" w:rsidRPr="00AF62CE" w:rsidRDefault="00486C9A" w:rsidP="00AF62CE">
            <w:r w:rsidRPr="00AF62CE">
              <w:t>2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486C9A" w:rsidRPr="00AF62CE" w:rsidRDefault="00486C9A" w:rsidP="00AF62CE"/>
        </w:tc>
        <w:tc>
          <w:tcPr>
            <w:tcW w:w="5233" w:type="dxa"/>
          </w:tcPr>
          <w:p w:rsidR="00486C9A" w:rsidRPr="00AF62CE" w:rsidRDefault="00486C9A" w:rsidP="00AF62CE">
            <w:pPr>
              <w:numPr>
                <w:ilvl w:val="0"/>
                <w:numId w:val="15"/>
              </w:numPr>
            </w:pPr>
            <w:r w:rsidRPr="00AF62CE">
              <w:rPr>
                <w:rFonts w:hint="eastAsia"/>
              </w:rPr>
              <w:t>学习肱二头肌练习</w:t>
            </w:r>
          </w:p>
          <w:p w:rsidR="00486C9A" w:rsidRPr="00AF62CE" w:rsidRDefault="00486C9A" w:rsidP="00AF62CE">
            <w:pPr>
              <w:numPr>
                <w:ilvl w:val="0"/>
                <w:numId w:val="15"/>
              </w:numPr>
            </w:pPr>
            <w:r w:rsidRPr="00AF62CE">
              <w:rPr>
                <w:rFonts w:hint="eastAsia"/>
              </w:rPr>
              <w:t>学习呼吸</w:t>
            </w:r>
          </w:p>
        </w:tc>
        <w:tc>
          <w:tcPr>
            <w:tcW w:w="540" w:type="dxa"/>
          </w:tcPr>
          <w:p w:rsidR="00486C9A" w:rsidRPr="00AF62CE" w:rsidRDefault="00486C9A" w:rsidP="00AF62CE">
            <w:r w:rsidRPr="00AF62CE">
              <w:t>2</w:t>
            </w:r>
          </w:p>
        </w:tc>
        <w:tc>
          <w:tcPr>
            <w:tcW w:w="540" w:type="dxa"/>
          </w:tcPr>
          <w:p w:rsidR="00486C9A" w:rsidRPr="00AF62CE" w:rsidRDefault="00486C9A" w:rsidP="00AF62CE"/>
        </w:tc>
        <w:tc>
          <w:tcPr>
            <w:tcW w:w="566" w:type="dxa"/>
          </w:tcPr>
          <w:p w:rsidR="00486C9A" w:rsidRPr="00AF62CE" w:rsidRDefault="00486C9A" w:rsidP="00AF62CE"/>
        </w:tc>
        <w:tc>
          <w:tcPr>
            <w:tcW w:w="514" w:type="dxa"/>
          </w:tcPr>
          <w:p w:rsidR="00486C9A" w:rsidRPr="00AF62CE" w:rsidRDefault="00486C9A" w:rsidP="00AF62CE"/>
        </w:tc>
        <w:tc>
          <w:tcPr>
            <w:tcW w:w="900" w:type="dxa"/>
          </w:tcPr>
          <w:p w:rsidR="00486C9A" w:rsidRPr="00AF62CE" w:rsidRDefault="00486C9A" w:rsidP="00AF62CE"/>
        </w:tc>
      </w:tr>
      <w:tr w:rsidR="00486C9A" w:rsidRPr="00AF62CE" w:rsidTr="00E5123D">
        <w:trPr>
          <w:trHeight w:val="1478"/>
          <w:jc w:val="center"/>
        </w:trPr>
        <w:tc>
          <w:tcPr>
            <w:tcW w:w="468" w:type="dxa"/>
          </w:tcPr>
          <w:p w:rsidR="00486C9A" w:rsidRPr="00AF62CE" w:rsidRDefault="00486C9A" w:rsidP="00AF62CE">
            <w:r w:rsidRPr="00AF62CE">
              <w:t>3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486C9A" w:rsidRPr="00AF62CE" w:rsidRDefault="00486C9A" w:rsidP="00AF62CE"/>
        </w:tc>
        <w:tc>
          <w:tcPr>
            <w:tcW w:w="5233" w:type="dxa"/>
          </w:tcPr>
          <w:p w:rsidR="00486C9A" w:rsidRPr="00AF62CE" w:rsidRDefault="00486C9A" w:rsidP="00AF62CE">
            <w:pPr>
              <w:numPr>
                <w:ilvl w:val="0"/>
                <w:numId w:val="16"/>
              </w:numPr>
            </w:pPr>
            <w:r w:rsidRPr="00AF62CE">
              <w:rPr>
                <w:rFonts w:hint="eastAsia"/>
              </w:rPr>
              <w:t>复习肱二头肌练习</w:t>
            </w:r>
          </w:p>
          <w:p w:rsidR="00486C9A" w:rsidRPr="00AF62CE" w:rsidRDefault="00486C9A" w:rsidP="00AF62CE">
            <w:pPr>
              <w:numPr>
                <w:ilvl w:val="0"/>
                <w:numId w:val="16"/>
              </w:numPr>
            </w:pPr>
            <w:r w:rsidRPr="00AF62CE">
              <w:rPr>
                <w:rFonts w:hint="eastAsia"/>
              </w:rPr>
              <w:t>学习肱三头肌练习</w:t>
            </w:r>
          </w:p>
        </w:tc>
        <w:tc>
          <w:tcPr>
            <w:tcW w:w="540" w:type="dxa"/>
          </w:tcPr>
          <w:p w:rsidR="00486C9A" w:rsidRPr="00AF62CE" w:rsidRDefault="00486C9A" w:rsidP="00AF62CE">
            <w:r w:rsidRPr="00AF62CE">
              <w:t>2</w:t>
            </w:r>
          </w:p>
        </w:tc>
        <w:tc>
          <w:tcPr>
            <w:tcW w:w="540" w:type="dxa"/>
          </w:tcPr>
          <w:p w:rsidR="00486C9A" w:rsidRPr="00AF62CE" w:rsidRDefault="00486C9A" w:rsidP="00AF62CE"/>
        </w:tc>
        <w:tc>
          <w:tcPr>
            <w:tcW w:w="566" w:type="dxa"/>
          </w:tcPr>
          <w:p w:rsidR="00486C9A" w:rsidRPr="00AF62CE" w:rsidRDefault="00486C9A" w:rsidP="00AF62CE"/>
        </w:tc>
        <w:tc>
          <w:tcPr>
            <w:tcW w:w="514" w:type="dxa"/>
          </w:tcPr>
          <w:p w:rsidR="00486C9A" w:rsidRPr="00AF62CE" w:rsidRDefault="00486C9A" w:rsidP="00AF62CE"/>
        </w:tc>
        <w:tc>
          <w:tcPr>
            <w:tcW w:w="900" w:type="dxa"/>
          </w:tcPr>
          <w:p w:rsidR="00486C9A" w:rsidRPr="00AF62CE" w:rsidRDefault="00486C9A" w:rsidP="00AF62CE"/>
        </w:tc>
      </w:tr>
      <w:tr w:rsidR="00486C9A" w:rsidRPr="00AF62CE" w:rsidTr="00E5123D">
        <w:trPr>
          <w:trHeight w:val="1478"/>
          <w:jc w:val="center"/>
        </w:trPr>
        <w:tc>
          <w:tcPr>
            <w:tcW w:w="468" w:type="dxa"/>
          </w:tcPr>
          <w:p w:rsidR="00486C9A" w:rsidRPr="00AF62CE" w:rsidRDefault="00486C9A" w:rsidP="00AF62CE">
            <w:r w:rsidRPr="00AF62CE">
              <w:t>4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486C9A" w:rsidRPr="00AF62CE" w:rsidRDefault="00486C9A" w:rsidP="00AF62CE"/>
        </w:tc>
        <w:tc>
          <w:tcPr>
            <w:tcW w:w="5233" w:type="dxa"/>
          </w:tcPr>
          <w:p w:rsidR="00486C9A" w:rsidRPr="00AF62CE" w:rsidRDefault="00486C9A" w:rsidP="00AF62CE">
            <w:pPr>
              <w:numPr>
                <w:ilvl w:val="0"/>
                <w:numId w:val="17"/>
              </w:numPr>
            </w:pPr>
            <w:r w:rsidRPr="00AF62CE">
              <w:rPr>
                <w:rFonts w:hint="eastAsia"/>
              </w:rPr>
              <w:t>复习肱二、三头肌练习</w:t>
            </w:r>
          </w:p>
          <w:p w:rsidR="00486C9A" w:rsidRPr="00AF62CE" w:rsidRDefault="00486C9A" w:rsidP="00AF62CE">
            <w:pPr>
              <w:numPr>
                <w:ilvl w:val="0"/>
                <w:numId w:val="17"/>
              </w:numPr>
            </w:pPr>
            <w:r w:rsidRPr="00AF62CE">
              <w:rPr>
                <w:rFonts w:hint="eastAsia"/>
              </w:rPr>
              <w:t>学习组间歇</w:t>
            </w:r>
          </w:p>
        </w:tc>
        <w:tc>
          <w:tcPr>
            <w:tcW w:w="540" w:type="dxa"/>
          </w:tcPr>
          <w:p w:rsidR="00486C9A" w:rsidRPr="00AF62CE" w:rsidRDefault="00486C9A" w:rsidP="00AF62CE">
            <w:r w:rsidRPr="00AF62CE">
              <w:t>2</w:t>
            </w:r>
          </w:p>
        </w:tc>
        <w:tc>
          <w:tcPr>
            <w:tcW w:w="540" w:type="dxa"/>
          </w:tcPr>
          <w:p w:rsidR="00486C9A" w:rsidRPr="00AF62CE" w:rsidRDefault="00486C9A" w:rsidP="00AF62CE"/>
        </w:tc>
        <w:tc>
          <w:tcPr>
            <w:tcW w:w="566" w:type="dxa"/>
          </w:tcPr>
          <w:p w:rsidR="00486C9A" w:rsidRPr="00AF62CE" w:rsidRDefault="00486C9A" w:rsidP="00AF62CE"/>
        </w:tc>
        <w:tc>
          <w:tcPr>
            <w:tcW w:w="514" w:type="dxa"/>
          </w:tcPr>
          <w:p w:rsidR="00486C9A" w:rsidRPr="00AF62CE" w:rsidRDefault="00486C9A" w:rsidP="00AF62CE"/>
        </w:tc>
        <w:tc>
          <w:tcPr>
            <w:tcW w:w="900" w:type="dxa"/>
          </w:tcPr>
          <w:p w:rsidR="00486C9A" w:rsidRPr="00AF62CE" w:rsidRDefault="00486C9A" w:rsidP="00AF62CE"/>
        </w:tc>
      </w:tr>
      <w:tr w:rsidR="00486C9A" w:rsidRPr="00AF62CE" w:rsidTr="00E5123D">
        <w:trPr>
          <w:trHeight w:val="1478"/>
          <w:jc w:val="center"/>
        </w:trPr>
        <w:tc>
          <w:tcPr>
            <w:tcW w:w="468" w:type="dxa"/>
          </w:tcPr>
          <w:p w:rsidR="00486C9A" w:rsidRPr="00AF62CE" w:rsidRDefault="00486C9A" w:rsidP="00AF62CE">
            <w:r w:rsidRPr="00AF62CE">
              <w:t>5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86C9A" w:rsidRPr="00AF62CE" w:rsidRDefault="00486C9A" w:rsidP="00AF62CE"/>
        </w:tc>
        <w:tc>
          <w:tcPr>
            <w:tcW w:w="5233" w:type="dxa"/>
          </w:tcPr>
          <w:p w:rsidR="00486C9A" w:rsidRPr="00AF62CE" w:rsidRDefault="00486C9A" w:rsidP="00AF62CE">
            <w:pPr>
              <w:numPr>
                <w:ilvl w:val="0"/>
                <w:numId w:val="18"/>
              </w:numPr>
            </w:pPr>
            <w:r w:rsidRPr="00AF62CE">
              <w:rPr>
                <w:rFonts w:hint="eastAsia"/>
              </w:rPr>
              <w:t>学习胸大肌练习</w:t>
            </w:r>
          </w:p>
          <w:p w:rsidR="00486C9A" w:rsidRPr="00AF62CE" w:rsidRDefault="00486C9A" w:rsidP="00AF62CE">
            <w:pPr>
              <w:numPr>
                <w:ilvl w:val="0"/>
                <w:numId w:val="18"/>
              </w:numPr>
            </w:pPr>
            <w:r w:rsidRPr="00AF62CE">
              <w:rPr>
                <w:rFonts w:hint="eastAsia"/>
              </w:rPr>
              <w:t>学习机体营养</w:t>
            </w:r>
          </w:p>
        </w:tc>
        <w:tc>
          <w:tcPr>
            <w:tcW w:w="540" w:type="dxa"/>
          </w:tcPr>
          <w:p w:rsidR="00486C9A" w:rsidRPr="00AF62CE" w:rsidRDefault="00486C9A" w:rsidP="00AF62CE">
            <w:r w:rsidRPr="00AF62CE">
              <w:t>2</w:t>
            </w:r>
          </w:p>
        </w:tc>
        <w:tc>
          <w:tcPr>
            <w:tcW w:w="540" w:type="dxa"/>
          </w:tcPr>
          <w:p w:rsidR="00486C9A" w:rsidRPr="00AF62CE" w:rsidRDefault="00486C9A" w:rsidP="00AF62CE"/>
        </w:tc>
        <w:tc>
          <w:tcPr>
            <w:tcW w:w="566" w:type="dxa"/>
          </w:tcPr>
          <w:p w:rsidR="00486C9A" w:rsidRPr="00AF62CE" w:rsidRDefault="00486C9A" w:rsidP="00AF62CE"/>
        </w:tc>
        <w:tc>
          <w:tcPr>
            <w:tcW w:w="514" w:type="dxa"/>
          </w:tcPr>
          <w:p w:rsidR="00486C9A" w:rsidRPr="00AF62CE" w:rsidRDefault="00486C9A" w:rsidP="00AF62CE"/>
        </w:tc>
        <w:tc>
          <w:tcPr>
            <w:tcW w:w="900" w:type="dxa"/>
          </w:tcPr>
          <w:p w:rsidR="00486C9A" w:rsidRPr="00AF62CE" w:rsidRDefault="00486C9A" w:rsidP="00AF62CE"/>
        </w:tc>
      </w:tr>
      <w:tr w:rsidR="00486C9A" w:rsidRPr="00AF62CE" w:rsidTr="00E5123D">
        <w:trPr>
          <w:trHeight w:val="1393"/>
          <w:jc w:val="center"/>
        </w:trPr>
        <w:tc>
          <w:tcPr>
            <w:tcW w:w="468" w:type="dxa"/>
          </w:tcPr>
          <w:p w:rsidR="00486C9A" w:rsidRPr="00AF62CE" w:rsidRDefault="00486C9A" w:rsidP="00AF62CE">
            <w:r w:rsidRPr="00AF62CE">
              <w:t>6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86C9A" w:rsidRPr="00AF62CE" w:rsidRDefault="00486C9A" w:rsidP="00AF62CE"/>
        </w:tc>
        <w:tc>
          <w:tcPr>
            <w:tcW w:w="5233" w:type="dxa"/>
          </w:tcPr>
          <w:p w:rsidR="00486C9A" w:rsidRPr="00AF62CE" w:rsidRDefault="00486C9A" w:rsidP="00AF62CE">
            <w:pPr>
              <w:numPr>
                <w:ilvl w:val="0"/>
                <w:numId w:val="19"/>
              </w:numPr>
            </w:pPr>
            <w:r w:rsidRPr="00AF62CE">
              <w:rPr>
                <w:rFonts w:hint="eastAsia"/>
              </w:rPr>
              <w:t>复习胸大肌练习</w:t>
            </w:r>
          </w:p>
          <w:p w:rsidR="00486C9A" w:rsidRPr="00AF62CE" w:rsidRDefault="00486C9A" w:rsidP="00AF62CE">
            <w:pPr>
              <w:numPr>
                <w:ilvl w:val="0"/>
                <w:numId w:val="19"/>
              </w:numPr>
            </w:pPr>
            <w:r w:rsidRPr="00AF62CE">
              <w:rPr>
                <w:rFonts w:hint="eastAsia"/>
              </w:rPr>
              <w:t>学习背阔肌练习</w:t>
            </w:r>
          </w:p>
        </w:tc>
        <w:tc>
          <w:tcPr>
            <w:tcW w:w="540" w:type="dxa"/>
          </w:tcPr>
          <w:p w:rsidR="00486C9A" w:rsidRPr="00AF62CE" w:rsidRDefault="00486C9A" w:rsidP="00AF62CE">
            <w:r w:rsidRPr="00AF62CE">
              <w:t>2</w:t>
            </w:r>
          </w:p>
        </w:tc>
        <w:tc>
          <w:tcPr>
            <w:tcW w:w="540" w:type="dxa"/>
          </w:tcPr>
          <w:p w:rsidR="00486C9A" w:rsidRPr="00AF62CE" w:rsidRDefault="00486C9A" w:rsidP="00AF62CE"/>
        </w:tc>
        <w:tc>
          <w:tcPr>
            <w:tcW w:w="566" w:type="dxa"/>
          </w:tcPr>
          <w:p w:rsidR="00486C9A" w:rsidRPr="00AF62CE" w:rsidRDefault="00486C9A" w:rsidP="00AF62CE"/>
        </w:tc>
        <w:tc>
          <w:tcPr>
            <w:tcW w:w="514" w:type="dxa"/>
          </w:tcPr>
          <w:p w:rsidR="00486C9A" w:rsidRPr="00AF62CE" w:rsidRDefault="00486C9A" w:rsidP="00AF62CE"/>
        </w:tc>
        <w:tc>
          <w:tcPr>
            <w:tcW w:w="900" w:type="dxa"/>
          </w:tcPr>
          <w:p w:rsidR="00486C9A" w:rsidRPr="00AF62CE" w:rsidRDefault="00486C9A" w:rsidP="00AF62CE"/>
        </w:tc>
      </w:tr>
      <w:tr w:rsidR="00486C9A" w:rsidRPr="00AF62CE" w:rsidTr="00E5123D">
        <w:trPr>
          <w:trHeight w:val="1303"/>
          <w:jc w:val="center"/>
        </w:trPr>
        <w:tc>
          <w:tcPr>
            <w:tcW w:w="468" w:type="dxa"/>
          </w:tcPr>
          <w:p w:rsidR="00486C9A" w:rsidRPr="00AF62CE" w:rsidRDefault="00486C9A" w:rsidP="00AF62CE">
            <w:r w:rsidRPr="00AF62CE">
              <w:t>7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86C9A" w:rsidRPr="00AF62CE" w:rsidRDefault="00486C9A" w:rsidP="00AF62CE"/>
        </w:tc>
        <w:tc>
          <w:tcPr>
            <w:tcW w:w="5233" w:type="dxa"/>
          </w:tcPr>
          <w:p w:rsidR="00486C9A" w:rsidRPr="00AF62CE" w:rsidRDefault="00486C9A" w:rsidP="00AF62CE"/>
          <w:p w:rsidR="00486C9A" w:rsidRPr="00AF62CE" w:rsidRDefault="00486C9A" w:rsidP="00AF62CE">
            <w:r w:rsidRPr="00AF62CE">
              <w:t>1</w:t>
            </w:r>
            <w:r w:rsidRPr="00AF62CE">
              <w:rPr>
                <w:rFonts w:hint="eastAsia"/>
              </w:rPr>
              <w:t>、复习肱二、肱三、胸、背练习</w:t>
            </w:r>
          </w:p>
        </w:tc>
        <w:tc>
          <w:tcPr>
            <w:tcW w:w="540" w:type="dxa"/>
          </w:tcPr>
          <w:p w:rsidR="00486C9A" w:rsidRPr="00AF62CE" w:rsidRDefault="00486C9A" w:rsidP="00AF62CE">
            <w:r w:rsidRPr="00AF62CE">
              <w:t>2</w:t>
            </w:r>
          </w:p>
        </w:tc>
        <w:tc>
          <w:tcPr>
            <w:tcW w:w="540" w:type="dxa"/>
          </w:tcPr>
          <w:p w:rsidR="00486C9A" w:rsidRPr="00AF62CE" w:rsidRDefault="00486C9A" w:rsidP="00AF62CE"/>
        </w:tc>
        <w:tc>
          <w:tcPr>
            <w:tcW w:w="566" w:type="dxa"/>
          </w:tcPr>
          <w:p w:rsidR="00486C9A" w:rsidRPr="00AF62CE" w:rsidRDefault="00486C9A" w:rsidP="00AF62CE"/>
        </w:tc>
        <w:tc>
          <w:tcPr>
            <w:tcW w:w="514" w:type="dxa"/>
          </w:tcPr>
          <w:p w:rsidR="00486C9A" w:rsidRPr="00AF62CE" w:rsidRDefault="00486C9A" w:rsidP="00AF62CE"/>
        </w:tc>
        <w:tc>
          <w:tcPr>
            <w:tcW w:w="900" w:type="dxa"/>
          </w:tcPr>
          <w:p w:rsidR="00486C9A" w:rsidRPr="00AF62CE" w:rsidRDefault="00486C9A" w:rsidP="00AF62CE"/>
        </w:tc>
      </w:tr>
      <w:tr w:rsidR="00486C9A" w:rsidRPr="00AF62CE" w:rsidTr="00E5123D">
        <w:trPr>
          <w:trHeight w:val="1303"/>
          <w:jc w:val="center"/>
        </w:trPr>
        <w:tc>
          <w:tcPr>
            <w:tcW w:w="468" w:type="dxa"/>
          </w:tcPr>
          <w:p w:rsidR="00486C9A" w:rsidRPr="00AF62CE" w:rsidRDefault="00486C9A" w:rsidP="00AF62CE">
            <w:r w:rsidRPr="00AF62CE">
              <w:t>8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86C9A" w:rsidRPr="00AF62CE" w:rsidRDefault="00486C9A" w:rsidP="00AF62CE"/>
        </w:tc>
        <w:tc>
          <w:tcPr>
            <w:tcW w:w="5233" w:type="dxa"/>
          </w:tcPr>
          <w:p w:rsidR="00486C9A" w:rsidRPr="00AF62CE" w:rsidRDefault="00486C9A" w:rsidP="00AF62CE">
            <w:r w:rsidRPr="00AF62CE">
              <w:rPr>
                <w:rFonts w:hint="eastAsia"/>
              </w:rPr>
              <w:t>身体素质测验</w:t>
            </w:r>
          </w:p>
        </w:tc>
        <w:tc>
          <w:tcPr>
            <w:tcW w:w="540" w:type="dxa"/>
          </w:tcPr>
          <w:p w:rsidR="00486C9A" w:rsidRPr="00AF62CE" w:rsidRDefault="00486C9A" w:rsidP="00AF62CE">
            <w:r w:rsidRPr="00AF62CE">
              <w:t>2</w:t>
            </w:r>
          </w:p>
        </w:tc>
        <w:tc>
          <w:tcPr>
            <w:tcW w:w="540" w:type="dxa"/>
          </w:tcPr>
          <w:p w:rsidR="00486C9A" w:rsidRPr="00AF62CE" w:rsidRDefault="00486C9A" w:rsidP="00AF62CE"/>
        </w:tc>
        <w:tc>
          <w:tcPr>
            <w:tcW w:w="566" w:type="dxa"/>
          </w:tcPr>
          <w:p w:rsidR="00486C9A" w:rsidRPr="00AF62CE" w:rsidRDefault="00486C9A" w:rsidP="00AF62CE"/>
        </w:tc>
        <w:tc>
          <w:tcPr>
            <w:tcW w:w="514" w:type="dxa"/>
          </w:tcPr>
          <w:p w:rsidR="00486C9A" w:rsidRPr="00AF62CE" w:rsidRDefault="00486C9A" w:rsidP="00AF62CE"/>
        </w:tc>
        <w:tc>
          <w:tcPr>
            <w:tcW w:w="900" w:type="dxa"/>
          </w:tcPr>
          <w:p w:rsidR="00486C9A" w:rsidRPr="00AF62CE" w:rsidRDefault="00486C9A" w:rsidP="00AF62CE"/>
        </w:tc>
      </w:tr>
      <w:tr w:rsidR="00486C9A" w:rsidRPr="00AF62CE" w:rsidTr="00E5123D">
        <w:trPr>
          <w:trHeight w:val="1303"/>
          <w:jc w:val="center"/>
        </w:trPr>
        <w:tc>
          <w:tcPr>
            <w:tcW w:w="468" w:type="dxa"/>
          </w:tcPr>
          <w:p w:rsidR="00486C9A" w:rsidRPr="00AF62CE" w:rsidRDefault="00486C9A" w:rsidP="00AF62CE">
            <w:r w:rsidRPr="00AF62CE">
              <w:t>9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86C9A" w:rsidRPr="00AF62CE" w:rsidRDefault="00486C9A" w:rsidP="00AF62CE"/>
        </w:tc>
        <w:tc>
          <w:tcPr>
            <w:tcW w:w="5233" w:type="dxa"/>
          </w:tcPr>
          <w:p w:rsidR="00486C9A" w:rsidRPr="00AF62CE" w:rsidRDefault="00486C9A" w:rsidP="00AF62CE">
            <w:r w:rsidRPr="00AF62CE">
              <w:t>1</w:t>
            </w:r>
            <w:r w:rsidRPr="00AF62CE">
              <w:rPr>
                <w:rFonts w:hint="eastAsia"/>
              </w:rPr>
              <w:t>、学习前臂肌练习</w:t>
            </w:r>
          </w:p>
          <w:p w:rsidR="00486C9A" w:rsidRPr="00AF62CE" w:rsidRDefault="00486C9A" w:rsidP="00AF62CE">
            <w:r w:rsidRPr="00AF62CE">
              <w:t>2</w:t>
            </w:r>
            <w:r w:rsidRPr="00AF62CE">
              <w:rPr>
                <w:rFonts w:hint="eastAsia"/>
              </w:rPr>
              <w:t>、学习三角肌练习</w:t>
            </w:r>
          </w:p>
        </w:tc>
        <w:tc>
          <w:tcPr>
            <w:tcW w:w="540" w:type="dxa"/>
          </w:tcPr>
          <w:p w:rsidR="00486C9A" w:rsidRPr="00AF62CE" w:rsidRDefault="00486C9A" w:rsidP="00AF62CE">
            <w:r w:rsidRPr="00AF62CE">
              <w:t>2</w:t>
            </w:r>
          </w:p>
        </w:tc>
        <w:tc>
          <w:tcPr>
            <w:tcW w:w="540" w:type="dxa"/>
          </w:tcPr>
          <w:p w:rsidR="00486C9A" w:rsidRPr="00AF62CE" w:rsidRDefault="00486C9A" w:rsidP="00AF62CE"/>
        </w:tc>
        <w:tc>
          <w:tcPr>
            <w:tcW w:w="566" w:type="dxa"/>
          </w:tcPr>
          <w:p w:rsidR="00486C9A" w:rsidRPr="00AF62CE" w:rsidRDefault="00486C9A" w:rsidP="00AF62CE"/>
        </w:tc>
        <w:tc>
          <w:tcPr>
            <w:tcW w:w="514" w:type="dxa"/>
          </w:tcPr>
          <w:p w:rsidR="00486C9A" w:rsidRPr="00AF62CE" w:rsidRDefault="00486C9A" w:rsidP="00AF62CE"/>
        </w:tc>
        <w:tc>
          <w:tcPr>
            <w:tcW w:w="900" w:type="dxa"/>
          </w:tcPr>
          <w:p w:rsidR="00486C9A" w:rsidRPr="00AF62CE" w:rsidRDefault="00486C9A" w:rsidP="00AF62CE"/>
        </w:tc>
      </w:tr>
      <w:tr w:rsidR="00486C9A" w:rsidRPr="00AF62CE" w:rsidTr="00E5123D">
        <w:trPr>
          <w:trHeight w:val="1303"/>
          <w:jc w:val="center"/>
        </w:trPr>
        <w:tc>
          <w:tcPr>
            <w:tcW w:w="468" w:type="dxa"/>
          </w:tcPr>
          <w:p w:rsidR="00486C9A" w:rsidRPr="00AF62CE" w:rsidRDefault="00486C9A" w:rsidP="00AF62CE">
            <w:r w:rsidRPr="00AF62CE">
              <w:t>10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86C9A" w:rsidRPr="00AF62CE" w:rsidRDefault="00486C9A" w:rsidP="00AF62CE"/>
        </w:tc>
        <w:tc>
          <w:tcPr>
            <w:tcW w:w="5233" w:type="dxa"/>
          </w:tcPr>
          <w:p w:rsidR="00486C9A" w:rsidRPr="00AF62CE" w:rsidRDefault="00486C9A" w:rsidP="00AF62CE">
            <w:pPr>
              <w:numPr>
                <w:ilvl w:val="0"/>
                <w:numId w:val="21"/>
              </w:numPr>
            </w:pPr>
            <w:r w:rsidRPr="00AF62CE">
              <w:rPr>
                <w:rFonts w:hint="eastAsia"/>
              </w:rPr>
              <w:t>复习三角肌练习</w:t>
            </w:r>
          </w:p>
          <w:p w:rsidR="00486C9A" w:rsidRPr="00AF62CE" w:rsidRDefault="00486C9A" w:rsidP="00AF62CE">
            <w:pPr>
              <w:numPr>
                <w:ilvl w:val="0"/>
                <w:numId w:val="21"/>
              </w:numPr>
            </w:pPr>
            <w:r w:rsidRPr="00AF62CE">
              <w:rPr>
                <w:rFonts w:hint="eastAsia"/>
              </w:rPr>
              <w:t>学习腰腹肌练习</w:t>
            </w:r>
          </w:p>
          <w:p w:rsidR="00486C9A" w:rsidRPr="00AF62CE" w:rsidRDefault="00486C9A" w:rsidP="00AF62CE"/>
        </w:tc>
        <w:tc>
          <w:tcPr>
            <w:tcW w:w="540" w:type="dxa"/>
          </w:tcPr>
          <w:p w:rsidR="00486C9A" w:rsidRPr="00AF62CE" w:rsidRDefault="00486C9A" w:rsidP="00AF62CE">
            <w:r w:rsidRPr="00AF62CE">
              <w:t>2</w:t>
            </w:r>
          </w:p>
        </w:tc>
        <w:tc>
          <w:tcPr>
            <w:tcW w:w="540" w:type="dxa"/>
          </w:tcPr>
          <w:p w:rsidR="00486C9A" w:rsidRPr="00AF62CE" w:rsidRDefault="00486C9A" w:rsidP="00AF62CE"/>
        </w:tc>
        <w:tc>
          <w:tcPr>
            <w:tcW w:w="566" w:type="dxa"/>
          </w:tcPr>
          <w:p w:rsidR="00486C9A" w:rsidRPr="00AF62CE" w:rsidRDefault="00486C9A" w:rsidP="00AF62CE"/>
        </w:tc>
        <w:tc>
          <w:tcPr>
            <w:tcW w:w="514" w:type="dxa"/>
          </w:tcPr>
          <w:p w:rsidR="00486C9A" w:rsidRPr="00AF62CE" w:rsidRDefault="00486C9A" w:rsidP="00AF62CE"/>
        </w:tc>
        <w:tc>
          <w:tcPr>
            <w:tcW w:w="900" w:type="dxa"/>
          </w:tcPr>
          <w:p w:rsidR="00486C9A" w:rsidRPr="00AF62CE" w:rsidRDefault="00486C9A" w:rsidP="00AF62CE"/>
        </w:tc>
      </w:tr>
      <w:tr w:rsidR="00486C9A" w:rsidRPr="00AF62CE" w:rsidTr="00E5123D">
        <w:trPr>
          <w:trHeight w:val="1303"/>
          <w:jc w:val="center"/>
        </w:trPr>
        <w:tc>
          <w:tcPr>
            <w:tcW w:w="468" w:type="dxa"/>
          </w:tcPr>
          <w:p w:rsidR="00486C9A" w:rsidRPr="00AF62CE" w:rsidRDefault="00486C9A" w:rsidP="00AF62CE">
            <w:r w:rsidRPr="00AF62CE">
              <w:t>11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86C9A" w:rsidRPr="00AF62CE" w:rsidRDefault="00486C9A" w:rsidP="00AF62CE"/>
        </w:tc>
        <w:tc>
          <w:tcPr>
            <w:tcW w:w="5233" w:type="dxa"/>
          </w:tcPr>
          <w:p w:rsidR="00486C9A" w:rsidRPr="00AF62CE" w:rsidRDefault="00486C9A" w:rsidP="00AF62CE">
            <w:pPr>
              <w:numPr>
                <w:ilvl w:val="0"/>
                <w:numId w:val="22"/>
              </w:numPr>
            </w:pPr>
            <w:r w:rsidRPr="00AF62CE">
              <w:rPr>
                <w:rFonts w:hint="eastAsia"/>
              </w:rPr>
              <w:t>复习腰腹肌练习</w:t>
            </w:r>
          </w:p>
          <w:p w:rsidR="00486C9A" w:rsidRPr="00AF62CE" w:rsidRDefault="00486C9A" w:rsidP="00AF62CE">
            <w:pPr>
              <w:numPr>
                <w:ilvl w:val="0"/>
                <w:numId w:val="22"/>
              </w:numPr>
            </w:pPr>
            <w:r w:rsidRPr="00AF62CE">
              <w:rPr>
                <w:rFonts w:hint="eastAsia"/>
              </w:rPr>
              <w:t>学习腿部、臀部练习</w:t>
            </w:r>
          </w:p>
          <w:p w:rsidR="00486C9A" w:rsidRPr="00AF62CE" w:rsidRDefault="00486C9A" w:rsidP="00AF62CE"/>
        </w:tc>
        <w:tc>
          <w:tcPr>
            <w:tcW w:w="540" w:type="dxa"/>
          </w:tcPr>
          <w:p w:rsidR="00486C9A" w:rsidRPr="00AF62CE" w:rsidRDefault="00486C9A" w:rsidP="00AF62CE">
            <w:r w:rsidRPr="00AF62CE">
              <w:t>2</w:t>
            </w:r>
          </w:p>
        </w:tc>
        <w:tc>
          <w:tcPr>
            <w:tcW w:w="540" w:type="dxa"/>
          </w:tcPr>
          <w:p w:rsidR="00486C9A" w:rsidRPr="00AF62CE" w:rsidRDefault="00486C9A" w:rsidP="00AF62CE"/>
        </w:tc>
        <w:tc>
          <w:tcPr>
            <w:tcW w:w="566" w:type="dxa"/>
          </w:tcPr>
          <w:p w:rsidR="00486C9A" w:rsidRPr="00AF62CE" w:rsidRDefault="00486C9A" w:rsidP="00AF62CE"/>
        </w:tc>
        <w:tc>
          <w:tcPr>
            <w:tcW w:w="514" w:type="dxa"/>
          </w:tcPr>
          <w:p w:rsidR="00486C9A" w:rsidRPr="00AF62CE" w:rsidRDefault="00486C9A" w:rsidP="00AF62CE"/>
        </w:tc>
        <w:tc>
          <w:tcPr>
            <w:tcW w:w="900" w:type="dxa"/>
          </w:tcPr>
          <w:p w:rsidR="00486C9A" w:rsidRPr="00AF62CE" w:rsidRDefault="00486C9A" w:rsidP="00AF62CE"/>
        </w:tc>
      </w:tr>
      <w:tr w:rsidR="00486C9A" w:rsidRPr="00AF62CE" w:rsidTr="00E5123D">
        <w:trPr>
          <w:trHeight w:val="1303"/>
          <w:jc w:val="center"/>
        </w:trPr>
        <w:tc>
          <w:tcPr>
            <w:tcW w:w="468" w:type="dxa"/>
          </w:tcPr>
          <w:p w:rsidR="00486C9A" w:rsidRPr="00AF62CE" w:rsidRDefault="00486C9A" w:rsidP="00AF62CE">
            <w:r w:rsidRPr="00AF62CE">
              <w:t>12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86C9A" w:rsidRPr="00AF62CE" w:rsidRDefault="00486C9A" w:rsidP="00AF62CE"/>
        </w:tc>
        <w:tc>
          <w:tcPr>
            <w:tcW w:w="5233" w:type="dxa"/>
          </w:tcPr>
          <w:p w:rsidR="00486C9A" w:rsidRPr="00AF62CE" w:rsidRDefault="00486C9A" w:rsidP="003F0175">
            <w:r w:rsidRPr="00AF62CE">
              <w:t>1</w:t>
            </w:r>
            <w:r w:rsidRPr="00AF62CE">
              <w:rPr>
                <w:rFonts w:hint="eastAsia"/>
              </w:rPr>
              <w:t>、准备活动</w:t>
            </w:r>
          </w:p>
          <w:p w:rsidR="00486C9A" w:rsidRPr="00AF62CE" w:rsidRDefault="00486C9A" w:rsidP="003F0175">
            <w:r w:rsidRPr="00AF62CE">
              <w:t>2</w:t>
            </w:r>
            <w:r w:rsidRPr="00AF62CE">
              <w:rPr>
                <w:rFonts w:hint="eastAsia"/>
              </w:rPr>
              <w:t>、训练计划：弯举</w:t>
            </w:r>
            <w:r>
              <w:rPr>
                <w:rFonts w:hint="eastAsia"/>
              </w:rPr>
              <w:t>、</w:t>
            </w:r>
            <w:r w:rsidRPr="00AF62CE">
              <w:rPr>
                <w:rFonts w:hint="eastAsia"/>
              </w:rPr>
              <w:t>颈后推</w:t>
            </w:r>
            <w:r>
              <w:rPr>
                <w:rFonts w:hint="eastAsia"/>
              </w:rPr>
              <w:t>、</w:t>
            </w:r>
            <w:r w:rsidRPr="00AF62CE">
              <w:rPr>
                <w:rFonts w:hint="eastAsia"/>
              </w:rPr>
              <w:t>胸大肌，肱二头肌</w:t>
            </w:r>
            <w:r>
              <w:rPr>
                <w:rFonts w:hint="eastAsia"/>
              </w:rPr>
              <w:t>、</w:t>
            </w:r>
            <w:r w:rsidRPr="00AF62CE">
              <w:rPr>
                <w:rFonts w:hint="eastAsia"/>
              </w:rPr>
              <w:t>三角肌</w:t>
            </w:r>
            <w:r>
              <w:rPr>
                <w:rFonts w:hint="eastAsia"/>
              </w:rPr>
              <w:t>、</w:t>
            </w:r>
            <w:r w:rsidRPr="00AF62CE">
              <w:rPr>
                <w:rFonts w:hint="eastAsia"/>
              </w:rPr>
              <w:t>腹肌</w:t>
            </w:r>
            <w:r>
              <w:rPr>
                <w:rFonts w:hint="eastAsia"/>
              </w:rPr>
              <w:t>、</w:t>
            </w:r>
            <w:r w:rsidRPr="00AF62CE">
              <w:rPr>
                <w:rFonts w:hint="eastAsia"/>
              </w:rPr>
              <w:t>腿部肌群。</w:t>
            </w:r>
          </w:p>
          <w:p w:rsidR="00486C9A" w:rsidRPr="003F0175" w:rsidRDefault="00486C9A" w:rsidP="00AF62CE"/>
        </w:tc>
        <w:tc>
          <w:tcPr>
            <w:tcW w:w="540" w:type="dxa"/>
          </w:tcPr>
          <w:p w:rsidR="00486C9A" w:rsidRPr="00AF62CE" w:rsidRDefault="00486C9A" w:rsidP="00AF62CE">
            <w:r w:rsidRPr="00AF62CE">
              <w:t>2</w:t>
            </w:r>
          </w:p>
        </w:tc>
        <w:tc>
          <w:tcPr>
            <w:tcW w:w="540" w:type="dxa"/>
          </w:tcPr>
          <w:p w:rsidR="00486C9A" w:rsidRPr="00AF62CE" w:rsidRDefault="00486C9A" w:rsidP="00AF62CE"/>
        </w:tc>
        <w:tc>
          <w:tcPr>
            <w:tcW w:w="566" w:type="dxa"/>
          </w:tcPr>
          <w:p w:rsidR="00486C9A" w:rsidRPr="00AF62CE" w:rsidRDefault="00486C9A" w:rsidP="00AF62CE"/>
        </w:tc>
        <w:tc>
          <w:tcPr>
            <w:tcW w:w="514" w:type="dxa"/>
          </w:tcPr>
          <w:p w:rsidR="00486C9A" w:rsidRPr="00AF62CE" w:rsidRDefault="00486C9A" w:rsidP="00AF62CE"/>
        </w:tc>
        <w:tc>
          <w:tcPr>
            <w:tcW w:w="900" w:type="dxa"/>
          </w:tcPr>
          <w:p w:rsidR="00486C9A" w:rsidRPr="00AF62CE" w:rsidRDefault="00486C9A" w:rsidP="00AF62CE"/>
        </w:tc>
      </w:tr>
      <w:tr w:rsidR="00486C9A" w:rsidRPr="00AF62CE" w:rsidTr="00E5123D">
        <w:trPr>
          <w:trHeight w:val="1303"/>
          <w:jc w:val="center"/>
        </w:trPr>
        <w:tc>
          <w:tcPr>
            <w:tcW w:w="468" w:type="dxa"/>
          </w:tcPr>
          <w:p w:rsidR="00486C9A" w:rsidRPr="00AF62CE" w:rsidRDefault="00486C9A" w:rsidP="00AF62CE">
            <w:r w:rsidRPr="00AF62CE">
              <w:t>13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86C9A" w:rsidRPr="00AF62CE" w:rsidRDefault="00486C9A" w:rsidP="00AF62CE"/>
        </w:tc>
        <w:tc>
          <w:tcPr>
            <w:tcW w:w="5233" w:type="dxa"/>
          </w:tcPr>
          <w:p w:rsidR="00486C9A" w:rsidRPr="00AF62CE" w:rsidRDefault="00486C9A" w:rsidP="003F0175">
            <w:r w:rsidRPr="00AF62CE">
              <w:t>1</w:t>
            </w:r>
            <w:r w:rsidRPr="00AF62CE">
              <w:rPr>
                <w:rFonts w:hint="eastAsia"/>
              </w:rPr>
              <w:t>、准备活动</w:t>
            </w:r>
          </w:p>
          <w:p w:rsidR="00486C9A" w:rsidRPr="00AF62CE" w:rsidRDefault="00486C9A" w:rsidP="003F0175">
            <w:r w:rsidRPr="00AF62CE">
              <w:t>2</w:t>
            </w:r>
            <w:r w:rsidRPr="00AF62CE">
              <w:rPr>
                <w:rFonts w:hint="eastAsia"/>
              </w:rPr>
              <w:t>、训练计划：颈后宽推卧拉形体训练</w:t>
            </w:r>
          </w:p>
        </w:tc>
        <w:tc>
          <w:tcPr>
            <w:tcW w:w="540" w:type="dxa"/>
          </w:tcPr>
          <w:p w:rsidR="00486C9A" w:rsidRPr="00AF62CE" w:rsidRDefault="00486C9A" w:rsidP="00AF62CE">
            <w:r w:rsidRPr="00AF62CE">
              <w:t>2</w:t>
            </w:r>
          </w:p>
        </w:tc>
        <w:tc>
          <w:tcPr>
            <w:tcW w:w="540" w:type="dxa"/>
          </w:tcPr>
          <w:p w:rsidR="00486C9A" w:rsidRPr="00AF62CE" w:rsidRDefault="00486C9A" w:rsidP="00AF62CE"/>
        </w:tc>
        <w:tc>
          <w:tcPr>
            <w:tcW w:w="566" w:type="dxa"/>
          </w:tcPr>
          <w:p w:rsidR="00486C9A" w:rsidRPr="00AF62CE" w:rsidRDefault="00486C9A" w:rsidP="00AF62CE"/>
        </w:tc>
        <w:tc>
          <w:tcPr>
            <w:tcW w:w="514" w:type="dxa"/>
          </w:tcPr>
          <w:p w:rsidR="00486C9A" w:rsidRPr="00AF62CE" w:rsidRDefault="00486C9A" w:rsidP="00AF62CE"/>
        </w:tc>
        <w:tc>
          <w:tcPr>
            <w:tcW w:w="900" w:type="dxa"/>
          </w:tcPr>
          <w:p w:rsidR="00486C9A" w:rsidRPr="00AF62CE" w:rsidRDefault="00486C9A" w:rsidP="00AF62CE"/>
        </w:tc>
      </w:tr>
      <w:tr w:rsidR="00486C9A" w:rsidRPr="00AF62CE" w:rsidTr="00E5123D">
        <w:trPr>
          <w:trHeight w:val="1303"/>
          <w:jc w:val="center"/>
        </w:trPr>
        <w:tc>
          <w:tcPr>
            <w:tcW w:w="468" w:type="dxa"/>
          </w:tcPr>
          <w:p w:rsidR="00486C9A" w:rsidRPr="00AF62CE" w:rsidRDefault="00486C9A" w:rsidP="00AF62CE">
            <w:r w:rsidRPr="00AF62CE">
              <w:t>14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86C9A" w:rsidRPr="00AF62CE" w:rsidRDefault="00486C9A" w:rsidP="00AF62CE"/>
        </w:tc>
        <w:tc>
          <w:tcPr>
            <w:tcW w:w="5233" w:type="dxa"/>
          </w:tcPr>
          <w:p w:rsidR="00486C9A" w:rsidRPr="00AF62CE" w:rsidRDefault="00486C9A" w:rsidP="003F0175">
            <w:r>
              <w:t>1</w:t>
            </w:r>
            <w:r w:rsidRPr="00AF62CE">
              <w:rPr>
                <w:rFonts w:hint="eastAsia"/>
              </w:rPr>
              <w:t>、准备活动</w:t>
            </w:r>
          </w:p>
          <w:p w:rsidR="00486C9A" w:rsidRPr="003F0175" w:rsidRDefault="00486C9A" w:rsidP="003F0175">
            <w:r>
              <w:t>2</w:t>
            </w:r>
            <w:r>
              <w:rPr>
                <w:rFonts w:hint="eastAsia"/>
              </w:rPr>
              <w:t>、</w:t>
            </w:r>
            <w:r w:rsidRPr="00AF62CE">
              <w:rPr>
                <w:rFonts w:hint="eastAsia"/>
              </w:rPr>
              <w:t>专项考试</w:t>
            </w:r>
          </w:p>
        </w:tc>
        <w:tc>
          <w:tcPr>
            <w:tcW w:w="540" w:type="dxa"/>
          </w:tcPr>
          <w:p w:rsidR="00486C9A" w:rsidRPr="00AF62CE" w:rsidRDefault="00486C9A" w:rsidP="00AF62CE">
            <w:r w:rsidRPr="00AF62CE">
              <w:t>2</w:t>
            </w:r>
          </w:p>
        </w:tc>
        <w:tc>
          <w:tcPr>
            <w:tcW w:w="540" w:type="dxa"/>
          </w:tcPr>
          <w:p w:rsidR="00486C9A" w:rsidRPr="00AF62CE" w:rsidRDefault="00486C9A" w:rsidP="00AF62CE"/>
        </w:tc>
        <w:tc>
          <w:tcPr>
            <w:tcW w:w="566" w:type="dxa"/>
          </w:tcPr>
          <w:p w:rsidR="00486C9A" w:rsidRPr="00AF62CE" w:rsidRDefault="00486C9A" w:rsidP="00AF62CE"/>
        </w:tc>
        <w:tc>
          <w:tcPr>
            <w:tcW w:w="514" w:type="dxa"/>
          </w:tcPr>
          <w:p w:rsidR="00486C9A" w:rsidRPr="00AF62CE" w:rsidRDefault="00486C9A" w:rsidP="00AF62CE"/>
        </w:tc>
        <w:tc>
          <w:tcPr>
            <w:tcW w:w="900" w:type="dxa"/>
          </w:tcPr>
          <w:p w:rsidR="00486C9A" w:rsidRPr="00AF62CE" w:rsidRDefault="00486C9A" w:rsidP="00AF62CE"/>
        </w:tc>
      </w:tr>
      <w:tr w:rsidR="00486C9A" w:rsidRPr="00AF62CE" w:rsidTr="00E5123D">
        <w:trPr>
          <w:trHeight w:val="1303"/>
          <w:jc w:val="center"/>
        </w:trPr>
        <w:tc>
          <w:tcPr>
            <w:tcW w:w="468" w:type="dxa"/>
          </w:tcPr>
          <w:p w:rsidR="00486C9A" w:rsidRPr="00AF62CE" w:rsidRDefault="00486C9A" w:rsidP="00AF62CE">
            <w:r w:rsidRPr="00AF62CE">
              <w:t>15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86C9A" w:rsidRPr="00AF62CE" w:rsidRDefault="00486C9A" w:rsidP="00AF62CE"/>
        </w:tc>
        <w:tc>
          <w:tcPr>
            <w:tcW w:w="5233" w:type="dxa"/>
          </w:tcPr>
          <w:p w:rsidR="00486C9A" w:rsidRPr="00AF62CE" w:rsidRDefault="00486C9A" w:rsidP="00486C9A">
            <w:pPr>
              <w:ind w:firstLineChars="100" w:firstLine="31680"/>
              <w:rPr>
                <w:szCs w:val="21"/>
              </w:rPr>
            </w:pPr>
          </w:p>
          <w:p w:rsidR="00486C9A" w:rsidRPr="00AF62CE" w:rsidRDefault="00486C9A" w:rsidP="003F0175">
            <w:r>
              <w:rPr>
                <w:rFonts w:ascii="宋体" w:hAnsi="宋体" w:hint="eastAsia"/>
                <w:szCs w:val="21"/>
              </w:rPr>
              <w:t>体育理论课</w:t>
            </w:r>
          </w:p>
        </w:tc>
        <w:tc>
          <w:tcPr>
            <w:tcW w:w="540" w:type="dxa"/>
          </w:tcPr>
          <w:p w:rsidR="00486C9A" w:rsidRPr="00AF62CE" w:rsidRDefault="00486C9A" w:rsidP="00AF62CE">
            <w:r w:rsidRPr="00AF62CE">
              <w:t>2</w:t>
            </w:r>
          </w:p>
        </w:tc>
        <w:tc>
          <w:tcPr>
            <w:tcW w:w="540" w:type="dxa"/>
          </w:tcPr>
          <w:p w:rsidR="00486C9A" w:rsidRPr="00AF62CE" w:rsidRDefault="00486C9A" w:rsidP="00AF62CE"/>
        </w:tc>
        <w:tc>
          <w:tcPr>
            <w:tcW w:w="566" w:type="dxa"/>
          </w:tcPr>
          <w:p w:rsidR="00486C9A" w:rsidRPr="00AF62CE" w:rsidRDefault="00486C9A" w:rsidP="00AF62CE"/>
        </w:tc>
        <w:tc>
          <w:tcPr>
            <w:tcW w:w="514" w:type="dxa"/>
          </w:tcPr>
          <w:p w:rsidR="00486C9A" w:rsidRPr="00AF62CE" w:rsidRDefault="00486C9A" w:rsidP="00AF62CE"/>
        </w:tc>
        <w:tc>
          <w:tcPr>
            <w:tcW w:w="900" w:type="dxa"/>
          </w:tcPr>
          <w:p w:rsidR="00486C9A" w:rsidRPr="00AF62CE" w:rsidRDefault="00486C9A" w:rsidP="00AF62CE"/>
        </w:tc>
      </w:tr>
      <w:tr w:rsidR="00486C9A" w:rsidRPr="00AF62CE" w:rsidTr="00E5123D">
        <w:trPr>
          <w:trHeight w:val="1303"/>
          <w:jc w:val="center"/>
        </w:trPr>
        <w:tc>
          <w:tcPr>
            <w:tcW w:w="468" w:type="dxa"/>
          </w:tcPr>
          <w:p w:rsidR="00486C9A" w:rsidRPr="00AF62CE" w:rsidRDefault="00486C9A" w:rsidP="00AF62CE">
            <w:r w:rsidRPr="00AF62CE">
              <w:t>16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86C9A" w:rsidRPr="00AF62CE" w:rsidRDefault="00486C9A" w:rsidP="00AF62CE"/>
        </w:tc>
        <w:tc>
          <w:tcPr>
            <w:tcW w:w="5233" w:type="dxa"/>
          </w:tcPr>
          <w:p w:rsidR="00486C9A" w:rsidRPr="00AF62CE" w:rsidRDefault="00486C9A" w:rsidP="003F0175">
            <w:r>
              <w:rPr>
                <w:rFonts w:ascii="宋体" w:hAnsi="宋体" w:hint="eastAsia"/>
                <w:szCs w:val="21"/>
              </w:rPr>
              <w:t>体育理论课</w:t>
            </w:r>
          </w:p>
        </w:tc>
        <w:tc>
          <w:tcPr>
            <w:tcW w:w="540" w:type="dxa"/>
          </w:tcPr>
          <w:p w:rsidR="00486C9A" w:rsidRPr="00AF62CE" w:rsidRDefault="00486C9A" w:rsidP="00AF62CE">
            <w:r w:rsidRPr="00AF62CE">
              <w:t>2</w:t>
            </w:r>
          </w:p>
        </w:tc>
        <w:tc>
          <w:tcPr>
            <w:tcW w:w="540" w:type="dxa"/>
          </w:tcPr>
          <w:p w:rsidR="00486C9A" w:rsidRPr="00AF62CE" w:rsidRDefault="00486C9A" w:rsidP="00AF62CE"/>
        </w:tc>
        <w:tc>
          <w:tcPr>
            <w:tcW w:w="566" w:type="dxa"/>
          </w:tcPr>
          <w:p w:rsidR="00486C9A" w:rsidRPr="00AF62CE" w:rsidRDefault="00486C9A" w:rsidP="00AF62CE"/>
        </w:tc>
        <w:tc>
          <w:tcPr>
            <w:tcW w:w="514" w:type="dxa"/>
          </w:tcPr>
          <w:p w:rsidR="00486C9A" w:rsidRPr="00AF62CE" w:rsidRDefault="00486C9A" w:rsidP="00AF62CE"/>
        </w:tc>
        <w:tc>
          <w:tcPr>
            <w:tcW w:w="900" w:type="dxa"/>
          </w:tcPr>
          <w:p w:rsidR="00486C9A" w:rsidRPr="00AF62CE" w:rsidRDefault="00486C9A" w:rsidP="00AF62CE"/>
        </w:tc>
      </w:tr>
    </w:tbl>
    <w:p w:rsidR="00486C9A" w:rsidRPr="00AF62CE" w:rsidRDefault="00486C9A" w:rsidP="00AF62CE"/>
    <w:p w:rsidR="00486C9A" w:rsidRPr="00AF62CE" w:rsidRDefault="00486C9A" w:rsidP="00AF62CE"/>
    <w:p w:rsidR="00486C9A" w:rsidRPr="00AF62CE" w:rsidRDefault="00486C9A" w:rsidP="00AF62CE"/>
    <w:p w:rsidR="00486C9A" w:rsidRPr="00AF62CE" w:rsidRDefault="00486C9A" w:rsidP="00AF62CE"/>
    <w:p w:rsidR="00486C9A" w:rsidRPr="00AF62CE" w:rsidRDefault="00486C9A" w:rsidP="00AF62CE"/>
    <w:p w:rsidR="00486C9A" w:rsidRDefault="00486C9A"/>
    <w:p w:rsidR="00486C9A" w:rsidRDefault="00486C9A"/>
    <w:p w:rsidR="00486C9A" w:rsidRDefault="00486C9A"/>
    <w:p w:rsidR="00486C9A" w:rsidRDefault="00486C9A"/>
    <w:p w:rsidR="00486C9A" w:rsidRDefault="00486C9A"/>
    <w:p w:rsidR="00486C9A" w:rsidRDefault="00486C9A"/>
    <w:p w:rsidR="00486C9A" w:rsidRDefault="00486C9A"/>
    <w:p w:rsidR="00486C9A" w:rsidRDefault="00486C9A"/>
    <w:p w:rsidR="00486C9A" w:rsidRDefault="00486C9A"/>
    <w:p w:rsidR="00486C9A" w:rsidRDefault="00486C9A"/>
    <w:p w:rsidR="00486C9A" w:rsidRDefault="00486C9A"/>
    <w:p w:rsidR="00486C9A" w:rsidRDefault="00486C9A" w:rsidP="00320986">
      <w:pPr>
        <w:jc w:val="center"/>
        <w:rPr>
          <w:rFonts w:ascii="宋体"/>
          <w:b/>
          <w:sz w:val="28"/>
        </w:rPr>
      </w:pPr>
    </w:p>
    <w:p w:rsidR="00486C9A" w:rsidRDefault="00486C9A" w:rsidP="00320986">
      <w:pPr>
        <w:jc w:val="center"/>
        <w:rPr>
          <w:rFonts w:ascii="宋体"/>
          <w:b/>
          <w:sz w:val="28"/>
        </w:rPr>
      </w:pPr>
    </w:p>
    <w:p w:rsidR="00486C9A" w:rsidRPr="00320986" w:rsidRDefault="00486C9A" w:rsidP="00320986">
      <w:pPr>
        <w:jc w:val="center"/>
        <w:rPr>
          <w:rFonts w:ascii="宋体"/>
          <w:b/>
          <w:sz w:val="28"/>
        </w:rPr>
      </w:pPr>
      <w:r w:rsidRPr="00320986">
        <w:rPr>
          <w:rFonts w:ascii="宋体" w:hAnsi="宋体"/>
          <w:b/>
          <w:sz w:val="28"/>
        </w:rPr>
        <w:t>201</w:t>
      </w:r>
      <w:r>
        <w:rPr>
          <w:rFonts w:ascii="宋体" w:hAnsi="宋体"/>
          <w:b/>
          <w:sz w:val="28"/>
        </w:rPr>
        <w:t>4</w:t>
      </w:r>
      <w:r w:rsidRPr="00320986">
        <w:rPr>
          <w:rFonts w:ascii="宋体" w:hAnsi="宋体" w:hint="eastAsia"/>
          <w:b/>
          <w:sz w:val="28"/>
        </w:rPr>
        <w:t>至</w:t>
      </w:r>
      <w:r w:rsidRPr="00320986">
        <w:rPr>
          <w:rFonts w:ascii="宋体" w:hAnsi="宋体"/>
          <w:b/>
          <w:sz w:val="28"/>
        </w:rPr>
        <w:t>201</w:t>
      </w:r>
      <w:r>
        <w:rPr>
          <w:rFonts w:ascii="宋体" w:hAnsi="宋体"/>
          <w:b/>
          <w:sz w:val="28"/>
        </w:rPr>
        <w:t>5</w:t>
      </w:r>
      <w:r w:rsidRPr="00320986">
        <w:rPr>
          <w:rFonts w:ascii="宋体" w:hAnsi="宋体" w:hint="eastAsia"/>
          <w:b/>
          <w:sz w:val="28"/>
        </w:rPr>
        <w:t>学年</w:t>
      </w:r>
      <w:r w:rsidRPr="00320986">
        <w:rPr>
          <w:rFonts w:ascii="宋体" w:hAnsi="宋体"/>
          <w:b/>
          <w:sz w:val="28"/>
        </w:rPr>
        <w:t xml:space="preserve"> </w:t>
      </w:r>
      <w:r w:rsidRPr="00320986">
        <w:rPr>
          <w:rFonts w:ascii="宋体" w:hAnsi="宋体" w:hint="eastAsia"/>
          <w:b/>
          <w:sz w:val="28"/>
        </w:rPr>
        <w:t>第</w:t>
      </w:r>
      <w:r>
        <w:rPr>
          <w:rFonts w:ascii="宋体" w:hAnsi="宋体" w:hint="eastAsia"/>
          <w:b/>
          <w:sz w:val="28"/>
        </w:rPr>
        <w:t>一</w:t>
      </w:r>
      <w:r w:rsidRPr="00320986">
        <w:rPr>
          <w:rFonts w:ascii="宋体" w:hAnsi="宋体" w:hint="eastAsia"/>
          <w:b/>
          <w:sz w:val="28"/>
        </w:rPr>
        <w:t>学期</w:t>
      </w:r>
    </w:p>
    <w:p w:rsidR="00486C9A" w:rsidRPr="00320986" w:rsidRDefault="00486C9A" w:rsidP="00320986">
      <w:pPr>
        <w:jc w:val="center"/>
        <w:rPr>
          <w:b/>
        </w:rPr>
      </w:pPr>
    </w:p>
    <w:p w:rsidR="00486C9A" w:rsidRPr="00320986" w:rsidRDefault="00486C9A" w:rsidP="00320986">
      <w:pPr>
        <w:jc w:val="center"/>
        <w:rPr>
          <w:b/>
        </w:rPr>
      </w:pPr>
    </w:p>
    <w:p w:rsidR="00486C9A" w:rsidRPr="00320986" w:rsidRDefault="00486C9A" w:rsidP="00320986">
      <w:pPr>
        <w:jc w:val="center"/>
        <w:rPr>
          <w:sz w:val="84"/>
        </w:rPr>
      </w:pPr>
      <w:r w:rsidRPr="00320986">
        <w:rPr>
          <w:rFonts w:hint="eastAsia"/>
          <w:sz w:val="84"/>
        </w:rPr>
        <w:t>教学日历</w:t>
      </w:r>
    </w:p>
    <w:p w:rsidR="00486C9A" w:rsidRPr="00320986" w:rsidRDefault="00486C9A" w:rsidP="00320986">
      <w:pPr>
        <w:jc w:val="center"/>
        <w:rPr>
          <w:b/>
          <w:sz w:val="84"/>
        </w:rPr>
      </w:pPr>
    </w:p>
    <w:p w:rsidR="00486C9A" w:rsidRPr="00320986" w:rsidRDefault="00486C9A" w:rsidP="00BA056E">
      <w:pPr>
        <w:spacing w:line="480" w:lineRule="auto"/>
        <w:ind w:firstLineChars="400" w:firstLine="31680"/>
        <w:rPr>
          <w:bCs/>
          <w:sz w:val="28"/>
        </w:rPr>
      </w:pPr>
      <w:r w:rsidRPr="00320986">
        <w:rPr>
          <w:rFonts w:hint="eastAsia"/>
          <w:bCs/>
          <w:sz w:val="28"/>
        </w:rPr>
        <w:t>课程名称</w:t>
      </w:r>
      <w:r w:rsidRPr="00320986">
        <w:rPr>
          <w:rFonts w:hint="eastAsia"/>
          <w:bCs/>
          <w:sz w:val="28"/>
          <w:u w:val="single"/>
        </w:rPr>
        <w:t>＿网球＿＿</w:t>
      </w:r>
      <w:r w:rsidRPr="00320986"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  <w:u w:val="single"/>
        </w:rPr>
        <w:t>体育</w:t>
      </w:r>
      <w:r w:rsidRPr="00320986">
        <w:rPr>
          <w:rFonts w:hint="eastAsia"/>
          <w:bCs/>
          <w:sz w:val="28"/>
          <w:u w:val="single"/>
        </w:rPr>
        <w:t>必修</w:t>
      </w:r>
      <w:r>
        <w:rPr>
          <w:rFonts w:hint="eastAsia"/>
          <w:bCs/>
          <w:sz w:val="28"/>
          <w:u w:val="single"/>
        </w:rPr>
        <w:t>课</w:t>
      </w:r>
    </w:p>
    <w:p w:rsidR="00486C9A" w:rsidRPr="00320986" w:rsidRDefault="00486C9A" w:rsidP="00BA056E">
      <w:pPr>
        <w:spacing w:line="480" w:lineRule="auto"/>
        <w:ind w:firstLineChars="400" w:firstLine="31680"/>
        <w:rPr>
          <w:bCs/>
          <w:sz w:val="28"/>
        </w:rPr>
      </w:pPr>
      <w:r w:rsidRPr="00320986">
        <w:rPr>
          <w:rFonts w:hint="eastAsia"/>
          <w:bCs/>
          <w:sz w:val="28"/>
        </w:rPr>
        <w:t>总学时</w:t>
      </w:r>
      <w:r w:rsidRPr="00320986">
        <w:rPr>
          <w:bCs/>
          <w:sz w:val="28"/>
          <w:u w:val="single"/>
        </w:rPr>
        <w:t>32</w:t>
      </w:r>
      <w:r w:rsidRPr="00320986">
        <w:rPr>
          <w:rFonts w:hint="eastAsia"/>
          <w:bCs/>
          <w:sz w:val="28"/>
        </w:rPr>
        <w:t>讲课＿</w:t>
      </w:r>
      <w:r w:rsidRPr="00320986">
        <w:rPr>
          <w:bCs/>
          <w:sz w:val="28"/>
          <w:u w:val="single"/>
        </w:rPr>
        <w:t>32</w:t>
      </w:r>
      <w:r w:rsidRPr="00320986">
        <w:rPr>
          <w:rFonts w:hint="eastAsia"/>
          <w:bCs/>
          <w:sz w:val="28"/>
        </w:rPr>
        <w:t>＿实验＿＿其它＿＿＿</w:t>
      </w:r>
    </w:p>
    <w:p w:rsidR="00486C9A" w:rsidRPr="00320986" w:rsidRDefault="00486C9A" w:rsidP="00BA056E">
      <w:pPr>
        <w:spacing w:line="480" w:lineRule="auto"/>
        <w:ind w:firstLineChars="400" w:firstLine="31680"/>
        <w:rPr>
          <w:bCs/>
          <w:sz w:val="28"/>
        </w:rPr>
      </w:pPr>
      <w:r w:rsidRPr="00320986"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>本科</w:t>
      </w:r>
      <w:r w:rsidRPr="00320986">
        <w:rPr>
          <w:rFonts w:hint="eastAsia"/>
          <w:bCs/>
          <w:sz w:val="28"/>
          <w:u w:val="single"/>
        </w:rPr>
        <w:t>二</w:t>
      </w:r>
      <w:r>
        <w:rPr>
          <w:rFonts w:hint="eastAsia"/>
          <w:bCs/>
          <w:sz w:val="28"/>
          <w:u w:val="single"/>
        </w:rPr>
        <w:t>年级</w:t>
      </w:r>
      <w:r w:rsidRPr="00320986">
        <w:rPr>
          <w:rFonts w:hint="eastAsia"/>
          <w:bCs/>
          <w:sz w:val="28"/>
        </w:rPr>
        <w:t>学生人数＿</w:t>
      </w:r>
      <w:r w:rsidRPr="00320986">
        <w:rPr>
          <w:bCs/>
          <w:sz w:val="28"/>
          <w:u w:val="single"/>
        </w:rPr>
        <w:t>24</w:t>
      </w:r>
    </w:p>
    <w:p w:rsidR="00486C9A" w:rsidRPr="00320986" w:rsidRDefault="00486C9A" w:rsidP="00BA056E">
      <w:pPr>
        <w:spacing w:line="480" w:lineRule="auto"/>
        <w:ind w:firstLineChars="400" w:firstLine="31680"/>
        <w:rPr>
          <w:bCs/>
          <w:sz w:val="28"/>
        </w:rPr>
      </w:pPr>
      <w:r w:rsidRPr="00320986">
        <w:rPr>
          <w:rFonts w:hint="eastAsia"/>
          <w:bCs/>
          <w:sz w:val="28"/>
        </w:rPr>
        <w:t>任课教师＿＿</w:t>
      </w:r>
      <w:r w:rsidRPr="00320986">
        <w:rPr>
          <w:rFonts w:hint="eastAsia"/>
          <w:bCs/>
          <w:sz w:val="28"/>
          <w:u w:val="single"/>
        </w:rPr>
        <w:t>＿侍晓明＿</w:t>
      </w:r>
      <w:r w:rsidRPr="00320986">
        <w:rPr>
          <w:rFonts w:hint="eastAsia"/>
          <w:bCs/>
          <w:sz w:val="28"/>
        </w:rPr>
        <w:t>职称</w:t>
      </w:r>
      <w:r w:rsidRPr="00320986">
        <w:rPr>
          <w:rFonts w:hint="eastAsia"/>
          <w:bCs/>
          <w:sz w:val="28"/>
          <w:u w:val="single"/>
        </w:rPr>
        <w:t>＿讲师＿</w:t>
      </w:r>
      <w:r w:rsidRPr="00320986">
        <w:rPr>
          <w:rFonts w:hint="eastAsia"/>
          <w:bCs/>
          <w:sz w:val="28"/>
        </w:rPr>
        <w:t>＿</w:t>
      </w:r>
    </w:p>
    <w:p w:rsidR="00486C9A" w:rsidRPr="00320986" w:rsidRDefault="00486C9A" w:rsidP="00BA056E">
      <w:pPr>
        <w:spacing w:line="480" w:lineRule="auto"/>
        <w:ind w:firstLineChars="400" w:firstLine="31680"/>
        <w:rPr>
          <w:bCs/>
          <w:sz w:val="28"/>
        </w:rPr>
      </w:pPr>
      <w:r w:rsidRPr="00320986">
        <w:rPr>
          <w:rFonts w:hint="eastAsia"/>
          <w:bCs/>
          <w:sz w:val="28"/>
        </w:rPr>
        <w:t>所在院</w:t>
      </w:r>
      <w:r w:rsidRPr="00320986">
        <w:rPr>
          <w:bCs/>
          <w:sz w:val="28"/>
        </w:rPr>
        <w:t>(</w:t>
      </w:r>
      <w:r w:rsidRPr="00320986">
        <w:rPr>
          <w:rFonts w:hint="eastAsia"/>
          <w:bCs/>
          <w:sz w:val="28"/>
        </w:rPr>
        <w:t>系、部</w:t>
      </w:r>
      <w:r w:rsidRPr="00320986">
        <w:rPr>
          <w:bCs/>
          <w:sz w:val="28"/>
        </w:rPr>
        <w:t>)________</w:t>
      </w:r>
      <w:r w:rsidRPr="00320986">
        <w:rPr>
          <w:bCs/>
          <w:sz w:val="28"/>
          <w:u w:val="single"/>
        </w:rPr>
        <w:t>_</w:t>
      </w:r>
      <w:r w:rsidRPr="00320986">
        <w:rPr>
          <w:rFonts w:hint="eastAsia"/>
          <w:bCs/>
          <w:sz w:val="28"/>
          <w:u w:val="single"/>
        </w:rPr>
        <w:t>体育教学部</w:t>
      </w:r>
      <w:r w:rsidRPr="00320986">
        <w:rPr>
          <w:bCs/>
          <w:sz w:val="28"/>
          <w:u w:val="single"/>
        </w:rPr>
        <w:t>_____</w:t>
      </w:r>
      <w:r w:rsidRPr="00320986">
        <w:rPr>
          <w:bCs/>
          <w:sz w:val="28"/>
        </w:rPr>
        <w:t>___</w:t>
      </w:r>
    </w:p>
    <w:p w:rsidR="00486C9A" w:rsidRPr="00320986" w:rsidRDefault="00486C9A" w:rsidP="00320986">
      <w:pPr>
        <w:spacing w:line="480" w:lineRule="auto"/>
        <w:jc w:val="center"/>
        <w:rPr>
          <w:sz w:val="28"/>
        </w:rPr>
      </w:pPr>
      <w:r w:rsidRPr="00320986">
        <w:rPr>
          <w:rFonts w:hint="eastAsia"/>
          <w:sz w:val="28"/>
        </w:rPr>
        <w:t>系</w:t>
      </w:r>
      <w:r w:rsidRPr="00320986">
        <w:rPr>
          <w:sz w:val="28"/>
        </w:rPr>
        <w:t>(</w:t>
      </w:r>
      <w:r w:rsidRPr="00320986">
        <w:rPr>
          <w:rFonts w:hint="eastAsia"/>
          <w:sz w:val="28"/>
        </w:rPr>
        <w:t>教研室</w:t>
      </w:r>
      <w:r w:rsidRPr="00320986">
        <w:rPr>
          <w:sz w:val="28"/>
        </w:rPr>
        <w:t>)</w:t>
      </w:r>
      <w:r w:rsidRPr="00320986">
        <w:rPr>
          <w:rFonts w:hint="eastAsia"/>
          <w:sz w:val="28"/>
        </w:rPr>
        <w:t>主任签字</w:t>
      </w:r>
      <w:r w:rsidRPr="00320986">
        <w:rPr>
          <w:sz w:val="28"/>
        </w:rPr>
        <w:t>_________________________</w:t>
      </w:r>
    </w:p>
    <w:p w:rsidR="00486C9A" w:rsidRPr="00320986" w:rsidRDefault="00486C9A" w:rsidP="00320986">
      <w:pPr>
        <w:rPr>
          <w:sz w:val="28"/>
        </w:rPr>
      </w:pPr>
      <w:r w:rsidRPr="00320986">
        <w:rPr>
          <w:rFonts w:hint="eastAsia"/>
          <w:sz w:val="28"/>
        </w:rPr>
        <w:t xml:space="preserve">　　　　教材名称：《网球运动教程》作者：陶志翔主编</w:t>
      </w:r>
    </w:p>
    <w:p w:rsidR="00486C9A" w:rsidRPr="00320986" w:rsidRDefault="00486C9A" w:rsidP="00320986">
      <w:pPr>
        <w:rPr>
          <w:sz w:val="28"/>
        </w:rPr>
      </w:pPr>
      <w:r w:rsidRPr="00320986">
        <w:rPr>
          <w:rFonts w:hint="eastAsia"/>
          <w:sz w:val="28"/>
        </w:rPr>
        <w:t xml:space="preserve">　　　　出版单位：北京体育大学出版社出版时间：</w:t>
      </w:r>
      <w:r w:rsidRPr="00320986">
        <w:rPr>
          <w:sz w:val="28"/>
        </w:rPr>
        <w:t>2010</w:t>
      </w:r>
      <w:r w:rsidRPr="00320986">
        <w:rPr>
          <w:rFonts w:hint="eastAsia"/>
          <w:sz w:val="28"/>
        </w:rPr>
        <w:t>年</w:t>
      </w:r>
    </w:p>
    <w:p w:rsidR="00486C9A" w:rsidRPr="00320986" w:rsidRDefault="00486C9A" w:rsidP="00320986">
      <w:pPr>
        <w:jc w:val="center"/>
        <w:rPr>
          <w:sz w:val="28"/>
        </w:rPr>
      </w:pPr>
    </w:p>
    <w:p w:rsidR="00486C9A" w:rsidRPr="00320986" w:rsidRDefault="00486C9A" w:rsidP="00320986">
      <w:pPr>
        <w:jc w:val="center"/>
        <w:rPr>
          <w:sz w:val="28"/>
        </w:rPr>
      </w:pPr>
    </w:p>
    <w:p w:rsidR="00486C9A" w:rsidRPr="00320986" w:rsidRDefault="00486C9A" w:rsidP="00320986">
      <w:pPr>
        <w:jc w:val="center"/>
        <w:rPr>
          <w:rFonts w:ascii="黑体" w:eastAsia="黑体"/>
          <w:sz w:val="24"/>
          <w:szCs w:val="24"/>
        </w:rPr>
      </w:pPr>
      <w:r w:rsidRPr="00320986">
        <w:rPr>
          <w:rFonts w:hint="eastAsia"/>
          <w:sz w:val="32"/>
        </w:rPr>
        <w:t>中国石油大学</w:t>
      </w:r>
      <w:r w:rsidRPr="00320986">
        <w:rPr>
          <w:sz w:val="32"/>
        </w:rPr>
        <w:t>(</w:t>
      </w:r>
      <w:r w:rsidRPr="00320986">
        <w:rPr>
          <w:rFonts w:hint="eastAsia"/>
          <w:sz w:val="32"/>
        </w:rPr>
        <w:t>北京</w:t>
      </w:r>
      <w:r w:rsidRPr="00320986">
        <w:rPr>
          <w:sz w:val="32"/>
        </w:rPr>
        <w:t>)</w:t>
      </w:r>
      <w:r w:rsidRPr="00320986">
        <w:rPr>
          <w:rFonts w:hint="eastAsia"/>
          <w:sz w:val="32"/>
        </w:rPr>
        <w:t>教务处制</w:t>
      </w:r>
    </w:p>
    <w:p w:rsidR="00486C9A" w:rsidRPr="00320986" w:rsidRDefault="00486C9A" w:rsidP="00320986">
      <w:pPr>
        <w:rPr>
          <w:rFonts w:ascii="黑体" w:eastAsia="黑体"/>
          <w:sz w:val="24"/>
          <w:szCs w:val="24"/>
        </w:rPr>
      </w:pPr>
    </w:p>
    <w:p w:rsidR="00486C9A" w:rsidRPr="00320986" w:rsidRDefault="00486C9A" w:rsidP="00320986">
      <w:pPr>
        <w:rPr>
          <w:rFonts w:ascii="黑体" w:eastAsia="黑体"/>
          <w:sz w:val="24"/>
          <w:szCs w:val="24"/>
        </w:rPr>
      </w:pPr>
      <w:r w:rsidRPr="00320986">
        <w:rPr>
          <w:rFonts w:ascii="黑体" w:eastAsia="黑体" w:hint="eastAsia"/>
          <w:sz w:val="24"/>
          <w:szCs w:val="24"/>
        </w:rPr>
        <w:t>填</w:t>
      </w:r>
      <w:r w:rsidRPr="00320986">
        <w:rPr>
          <w:rFonts w:ascii="黑体" w:eastAsia="黑体"/>
          <w:sz w:val="24"/>
          <w:szCs w:val="24"/>
        </w:rPr>
        <w:t xml:space="preserve"> </w:t>
      </w:r>
      <w:r w:rsidRPr="00320986">
        <w:rPr>
          <w:rFonts w:ascii="黑体" w:eastAsia="黑体" w:hint="eastAsia"/>
          <w:sz w:val="24"/>
          <w:szCs w:val="24"/>
        </w:rPr>
        <w:t>写</w:t>
      </w:r>
      <w:r w:rsidRPr="00320986">
        <w:rPr>
          <w:rFonts w:ascii="黑体" w:eastAsia="黑体"/>
          <w:sz w:val="24"/>
          <w:szCs w:val="24"/>
        </w:rPr>
        <w:t xml:space="preserve"> </w:t>
      </w:r>
      <w:r w:rsidRPr="00320986">
        <w:rPr>
          <w:rFonts w:ascii="黑体" w:eastAsia="黑体" w:hint="eastAsia"/>
          <w:sz w:val="24"/>
          <w:szCs w:val="24"/>
        </w:rPr>
        <w:t>说</w:t>
      </w:r>
      <w:r w:rsidRPr="00320986">
        <w:rPr>
          <w:rFonts w:ascii="黑体" w:eastAsia="黑体"/>
          <w:sz w:val="24"/>
          <w:szCs w:val="24"/>
        </w:rPr>
        <w:t xml:space="preserve"> </w:t>
      </w:r>
      <w:r w:rsidRPr="00320986">
        <w:rPr>
          <w:rFonts w:ascii="黑体" w:eastAsia="黑体" w:hint="eastAsia"/>
          <w:sz w:val="24"/>
          <w:szCs w:val="24"/>
        </w:rPr>
        <w:t>明：</w:t>
      </w:r>
    </w:p>
    <w:p w:rsidR="00486C9A" w:rsidRPr="00320986" w:rsidRDefault="00486C9A" w:rsidP="00BA056E">
      <w:pPr>
        <w:ind w:left="31680" w:hangingChars="150" w:firstLine="31680"/>
        <w:rPr>
          <w:rFonts w:ascii="黑体" w:eastAsia="黑体"/>
          <w:b/>
          <w:sz w:val="24"/>
          <w:szCs w:val="24"/>
        </w:rPr>
      </w:pPr>
      <w:r w:rsidRPr="00320986">
        <w:rPr>
          <w:rFonts w:ascii="黑体" w:eastAsia="黑体"/>
          <w:sz w:val="24"/>
          <w:szCs w:val="24"/>
        </w:rPr>
        <w:t>1</w:t>
      </w:r>
      <w:r w:rsidRPr="00320986">
        <w:rPr>
          <w:rFonts w:ascii="黑体" w:eastAsia="黑体" w:hint="eastAsia"/>
          <w:sz w:val="24"/>
          <w:szCs w:val="24"/>
        </w:rPr>
        <w:t>．</w:t>
      </w:r>
      <w:r w:rsidRPr="00320986">
        <w:rPr>
          <w:rFonts w:ascii="宋体" w:hAnsi="宋体" w:hint="eastAsia"/>
          <w:szCs w:val="21"/>
        </w:rPr>
        <w:t>每上一次课填写一行，节次填写数字“</w:t>
      </w:r>
      <w:r w:rsidRPr="00320986">
        <w:rPr>
          <w:rFonts w:ascii="宋体" w:hAnsi="宋体"/>
          <w:szCs w:val="21"/>
        </w:rPr>
        <w:t>1</w:t>
      </w:r>
      <w:r w:rsidRPr="00320986">
        <w:rPr>
          <w:rFonts w:ascii="宋体" w:hAnsi="宋体" w:hint="eastAsia"/>
          <w:szCs w:val="21"/>
        </w:rPr>
        <w:t>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 w:rsidRPr="00320986">
          <w:rPr>
            <w:rFonts w:ascii="宋体" w:hAnsi="宋体"/>
            <w:szCs w:val="21"/>
          </w:rPr>
          <w:t>5</w:t>
        </w:r>
        <w:r w:rsidRPr="00320986">
          <w:rPr>
            <w:rFonts w:ascii="宋体" w:hAnsi="宋体" w:hint="eastAsia"/>
            <w:szCs w:val="21"/>
          </w:rPr>
          <w:t>”</w:t>
        </w:r>
      </w:smartTag>
      <w:r w:rsidRPr="00320986">
        <w:rPr>
          <w:rFonts w:ascii="宋体" w:hAnsi="宋体" w:hint="eastAsia"/>
          <w:szCs w:val="21"/>
        </w:rPr>
        <w:t>，一天共分</w:t>
      </w:r>
      <w:r w:rsidRPr="00320986">
        <w:rPr>
          <w:rFonts w:ascii="宋体" w:hAnsi="宋体"/>
          <w:szCs w:val="21"/>
        </w:rPr>
        <w:t>5</w:t>
      </w:r>
      <w:r w:rsidRPr="00320986">
        <w:rPr>
          <w:rFonts w:ascii="宋体" w:hAnsi="宋体" w:hint="eastAsia"/>
          <w:szCs w:val="21"/>
        </w:rPr>
        <w:t>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 w:rsidRPr="00320986">
          <w:rPr>
            <w:rFonts w:ascii="宋体" w:hAnsi="宋体"/>
            <w:szCs w:val="21"/>
          </w:rPr>
          <w:t>6</w:t>
        </w:r>
        <w:r w:rsidRPr="00320986">
          <w:rPr>
            <w:rFonts w:ascii="宋体" w:hAnsi="宋体" w:hint="eastAsia"/>
            <w:szCs w:val="21"/>
          </w:rPr>
          <w:t>”</w:t>
        </w:r>
      </w:smartTag>
      <w:r w:rsidRPr="00320986">
        <w:rPr>
          <w:rFonts w:ascii="宋体" w:hAnsi="宋体" w:hint="eastAsia"/>
          <w:szCs w:val="21"/>
        </w:rPr>
        <w:t>，周一第</w:t>
      </w:r>
      <w:r w:rsidRPr="00320986">
        <w:rPr>
          <w:rFonts w:ascii="宋体" w:hAnsi="宋体"/>
          <w:szCs w:val="21"/>
        </w:rPr>
        <w:t>3</w:t>
      </w:r>
      <w:r w:rsidRPr="00320986">
        <w:rPr>
          <w:rFonts w:ascii="宋体" w:hAnsi="宋体" w:hint="eastAsia"/>
          <w:szCs w:val="21"/>
        </w:rPr>
        <w:t>、</w:t>
      </w:r>
      <w:r w:rsidRPr="00320986">
        <w:rPr>
          <w:rFonts w:ascii="宋体" w:hAnsi="宋体"/>
          <w:szCs w:val="21"/>
        </w:rPr>
        <w:t>4</w:t>
      </w:r>
      <w:r w:rsidRPr="00320986">
        <w:rPr>
          <w:rFonts w:ascii="宋体" w:hAnsi="宋体" w:hint="eastAsia"/>
          <w:szCs w:val="21"/>
        </w:rPr>
        <w:t>节，在节次栏中填写</w:t>
      </w:r>
      <w:r w:rsidRPr="00320986">
        <w:rPr>
          <w:rFonts w:ascii="宋体" w:hAnsi="宋体"/>
          <w:szCs w:val="21"/>
        </w:rPr>
        <w:t>2</w:t>
      </w:r>
      <w:r w:rsidRPr="00320986">
        <w:rPr>
          <w:rFonts w:ascii="宋体" w:hAnsi="宋体" w:hint="eastAsia"/>
          <w:szCs w:val="21"/>
        </w:rPr>
        <w:t>。</w:t>
      </w:r>
    </w:p>
    <w:p w:rsidR="00486C9A" w:rsidRPr="00320986" w:rsidRDefault="00486C9A" w:rsidP="00BA056E">
      <w:pPr>
        <w:spacing w:line="300" w:lineRule="auto"/>
        <w:ind w:left="31680" w:hangingChars="150" w:firstLine="31680"/>
      </w:pPr>
      <w:r w:rsidRPr="00320986">
        <w:rPr>
          <w:rFonts w:ascii="黑体" w:eastAsia="黑体"/>
          <w:sz w:val="24"/>
          <w:szCs w:val="24"/>
        </w:rPr>
        <w:t>2</w:t>
      </w:r>
      <w:r w:rsidRPr="00320986">
        <w:rPr>
          <w:rFonts w:ascii="黑体" w:eastAsia="黑体" w:hint="eastAsia"/>
          <w:sz w:val="24"/>
          <w:szCs w:val="24"/>
        </w:rPr>
        <w:t>．</w:t>
      </w:r>
      <w:r w:rsidRPr="00320986"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86C9A" w:rsidRPr="00320986" w:rsidRDefault="00486C9A" w:rsidP="00BA056E">
      <w:pPr>
        <w:spacing w:line="300" w:lineRule="auto"/>
        <w:ind w:left="31680" w:hangingChars="150" w:firstLine="31680"/>
      </w:pPr>
      <w:r w:rsidRPr="00320986">
        <w:t>3</w:t>
      </w:r>
      <w:r w:rsidRPr="00320986">
        <w:rPr>
          <w:rFonts w:hint="eastAsia"/>
        </w:rPr>
        <w:t>．上机、大作业、课堂讨论、外出参观、考试等如占课内学时，在“备注”栏内注明。</w:t>
      </w:r>
    </w:p>
    <w:p w:rsidR="00486C9A" w:rsidRPr="00320986" w:rsidRDefault="00486C9A" w:rsidP="00BA056E">
      <w:pPr>
        <w:ind w:left="31680" w:hangingChars="150" w:firstLine="31680"/>
      </w:pPr>
      <w:r w:rsidRPr="00320986">
        <w:t>4</w:t>
      </w:r>
      <w:r w:rsidRPr="00320986"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 w:rsidRPr="00320986">
        <w:t>sjk@cup.edu.cn</w:t>
      </w:r>
    </w:p>
    <w:p w:rsidR="00486C9A" w:rsidRPr="00320986" w:rsidRDefault="00486C9A" w:rsidP="00320986">
      <w:pPr>
        <w:widowControl/>
        <w:jc w:val="left"/>
        <w:sectPr w:rsidR="00486C9A" w:rsidRPr="0032098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7"/>
        <w:gridCol w:w="474"/>
        <w:gridCol w:w="494"/>
        <w:gridCol w:w="4246"/>
        <w:gridCol w:w="875"/>
        <w:gridCol w:w="535"/>
        <w:gridCol w:w="535"/>
        <w:gridCol w:w="535"/>
        <w:gridCol w:w="902"/>
      </w:tblGrid>
      <w:tr w:rsidR="00486C9A" w:rsidRPr="00320986" w:rsidTr="00146989">
        <w:trPr>
          <w:trHeight w:val="186"/>
        </w:trPr>
        <w:tc>
          <w:tcPr>
            <w:tcW w:w="1495" w:type="dxa"/>
            <w:gridSpan w:val="3"/>
          </w:tcPr>
          <w:p w:rsidR="00486C9A" w:rsidRPr="00146989" w:rsidRDefault="00486C9A" w:rsidP="00146989">
            <w:pPr>
              <w:spacing w:line="240" w:lineRule="atLeast"/>
              <w:jc w:val="center"/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教学时间</w:t>
            </w:r>
          </w:p>
        </w:tc>
        <w:tc>
          <w:tcPr>
            <w:tcW w:w="4246" w:type="dxa"/>
            <w:vMerge w:val="restart"/>
          </w:tcPr>
          <w:p w:rsidR="00486C9A" w:rsidRPr="00146989" w:rsidRDefault="00486C9A" w:rsidP="00146989">
            <w:pPr>
              <w:jc w:val="center"/>
              <w:rPr>
                <w:kern w:val="0"/>
                <w:sz w:val="3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rFonts w:hint="eastAsia"/>
                <w:kern w:val="0"/>
                <w:sz w:val="30"/>
              </w:rPr>
              <w:t>授课内容提要</w:t>
            </w:r>
          </w:p>
        </w:tc>
        <w:tc>
          <w:tcPr>
            <w:tcW w:w="875" w:type="dxa"/>
            <w:vMerge w:val="restart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周学时</w:t>
            </w:r>
          </w:p>
          <w:p w:rsidR="00486C9A" w:rsidRPr="00146989" w:rsidRDefault="00486C9A" w:rsidP="00146989">
            <w:pPr>
              <w:jc w:val="center"/>
              <w:rPr>
                <w:kern w:val="0"/>
                <w:sz w:val="20"/>
                <w:szCs w:val="18"/>
              </w:rPr>
            </w:pPr>
            <w:r w:rsidRPr="00146989">
              <w:rPr>
                <w:rFonts w:hint="eastAsia"/>
                <w:kern w:val="0"/>
                <w:sz w:val="20"/>
                <w:szCs w:val="18"/>
              </w:rPr>
              <w:t>（周学时大于</w:t>
            </w:r>
            <w:r w:rsidRPr="00146989">
              <w:rPr>
                <w:kern w:val="0"/>
                <w:sz w:val="20"/>
                <w:szCs w:val="18"/>
              </w:rPr>
              <w:t>2</w:t>
            </w:r>
            <w:r w:rsidRPr="00146989">
              <w:rPr>
                <w:rFonts w:hint="eastAsia"/>
                <w:kern w:val="0"/>
                <w:sz w:val="20"/>
                <w:szCs w:val="18"/>
              </w:rPr>
              <w:t>，可合并单元格）</w:t>
            </w:r>
          </w:p>
        </w:tc>
        <w:tc>
          <w:tcPr>
            <w:tcW w:w="1605" w:type="dxa"/>
            <w:gridSpan w:val="3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学时分配</w:t>
            </w: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</w:tc>
        <w:tc>
          <w:tcPr>
            <w:tcW w:w="902" w:type="dxa"/>
            <w:vMerge w:val="restart"/>
          </w:tcPr>
          <w:p w:rsidR="00486C9A" w:rsidRPr="00146989" w:rsidRDefault="00486C9A" w:rsidP="00320986">
            <w:pPr>
              <w:rPr>
                <w:kern w:val="0"/>
              </w:rPr>
            </w:pPr>
          </w:p>
          <w:p w:rsidR="00486C9A" w:rsidRPr="00146989" w:rsidRDefault="00486C9A" w:rsidP="00320986">
            <w:pPr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备注</w:t>
            </w:r>
          </w:p>
        </w:tc>
      </w:tr>
      <w:tr w:rsidR="00486C9A" w:rsidRPr="00320986" w:rsidTr="00146989">
        <w:trPr>
          <w:trHeight w:val="647"/>
        </w:trPr>
        <w:tc>
          <w:tcPr>
            <w:tcW w:w="527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周次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星期</w:t>
            </w:r>
          </w:p>
        </w:tc>
        <w:tc>
          <w:tcPr>
            <w:tcW w:w="49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节次</w:t>
            </w:r>
          </w:p>
        </w:tc>
        <w:tc>
          <w:tcPr>
            <w:tcW w:w="0" w:type="auto"/>
            <w:vMerge/>
            <w:vAlign w:val="center"/>
          </w:tcPr>
          <w:p w:rsidR="00486C9A" w:rsidRPr="00146989" w:rsidRDefault="00486C9A" w:rsidP="00146989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0" w:type="auto"/>
            <w:vMerge/>
            <w:vAlign w:val="center"/>
          </w:tcPr>
          <w:p w:rsidR="00486C9A" w:rsidRPr="00146989" w:rsidRDefault="00486C9A" w:rsidP="00146989">
            <w:pPr>
              <w:widowControl/>
              <w:jc w:val="left"/>
              <w:rPr>
                <w:kern w:val="0"/>
                <w:sz w:val="20"/>
                <w:szCs w:val="18"/>
              </w:rPr>
            </w:pPr>
          </w:p>
        </w:tc>
        <w:tc>
          <w:tcPr>
            <w:tcW w:w="535" w:type="dxa"/>
          </w:tcPr>
          <w:p w:rsidR="00486C9A" w:rsidRPr="00146989" w:rsidRDefault="00486C9A" w:rsidP="00320986">
            <w:pPr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讲课</w:t>
            </w:r>
          </w:p>
        </w:tc>
        <w:tc>
          <w:tcPr>
            <w:tcW w:w="535" w:type="dxa"/>
          </w:tcPr>
          <w:p w:rsidR="00486C9A" w:rsidRPr="00146989" w:rsidRDefault="00486C9A" w:rsidP="00320986">
            <w:pPr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实验</w:t>
            </w:r>
          </w:p>
        </w:tc>
        <w:tc>
          <w:tcPr>
            <w:tcW w:w="535" w:type="dxa"/>
          </w:tcPr>
          <w:p w:rsidR="00486C9A" w:rsidRPr="00146989" w:rsidRDefault="00486C9A" w:rsidP="00320986">
            <w:pPr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习题</w:t>
            </w:r>
          </w:p>
        </w:tc>
        <w:tc>
          <w:tcPr>
            <w:tcW w:w="0" w:type="auto"/>
            <w:vMerge/>
            <w:vAlign w:val="center"/>
          </w:tcPr>
          <w:p w:rsidR="00486C9A" w:rsidRPr="00146989" w:rsidRDefault="00486C9A" w:rsidP="00146989">
            <w:pPr>
              <w:widowControl/>
              <w:jc w:val="left"/>
              <w:rPr>
                <w:kern w:val="0"/>
              </w:rPr>
            </w:pPr>
          </w:p>
        </w:tc>
      </w:tr>
      <w:tr w:rsidR="00486C9A" w:rsidRPr="00320986" w:rsidTr="00146989">
        <w:trPr>
          <w:trHeight w:val="1452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1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20986">
            <w:pPr>
              <w:rPr>
                <w:kern w:val="0"/>
              </w:rPr>
            </w:pPr>
          </w:p>
          <w:p w:rsidR="00486C9A" w:rsidRPr="00146989" w:rsidRDefault="00486C9A" w:rsidP="00146989">
            <w:pPr>
              <w:numPr>
                <w:ilvl w:val="0"/>
                <w:numId w:val="23"/>
              </w:numPr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网球的发展史和基本现状</w:t>
            </w:r>
          </w:p>
          <w:p w:rsidR="00486C9A" w:rsidRPr="00146989" w:rsidRDefault="00486C9A" w:rsidP="00146989">
            <w:pPr>
              <w:numPr>
                <w:ilvl w:val="0"/>
                <w:numId w:val="23"/>
              </w:numPr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学习握拍法和拍球，颠球</w:t>
            </w:r>
          </w:p>
          <w:p w:rsidR="00486C9A" w:rsidRPr="00146989" w:rsidRDefault="00486C9A" w:rsidP="00320986">
            <w:pPr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20986" w:rsidTr="00146989">
        <w:trPr>
          <w:trHeight w:val="1398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20986">
            <w:pPr>
              <w:rPr>
                <w:kern w:val="0"/>
              </w:rPr>
            </w:pPr>
          </w:p>
          <w:p w:rsidR="00486C9A" w:rsidRPr="00146989" w:rsidRDefault="00486C9A" w:rsidP="00320986">
            <w:pPr>
              <w:rPr>
                <w:kern w:val="0"/>
              </w:rPr>
            </w:pPr>
            <w:r w:rsidRPr="00146989">
              <w:rPr>
                <w:kern w:val="0"/>
              </w:rPr>
              <w:t>1</w:t>
            </w:r>
            <w:r w:rsidRPr="00146989">
              <w:rPr>
                <w:rFonts w:hint="eastAsia"/>
                <w:kern w:val="0"/>
              </w:rPr>
              <w:t>、学习正手抽球的技术动作</w:t>
            </w:r>
          </w:p>
          <w:p w:rsidR="00486C9A" w:rsidRPr="00146989" w:rsidRDefault="00486C9A" w:rsidP="00320986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、学习原地正手抽球</w:t>
            </w:r>
          </w:p>
          <w:p w:rsidR="00486C9A" w:rsidRPr="00146989" w:rsidRDefault="00486C9A" w:rsidP="00320986">
            <w:pPr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20986" w:rsidTr="00146989">
        <w:trPr>
          <w:trHeight w:val="1416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3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20986">
            <w:pPr>
              <w:rPr>
                <w:kern w:val="0"/>
              </w:rPr>
            </w:pPr>
          </w:p>
          <w:p w:rsidR="00486C9A" w:rsidRPr="00146989" w:rsidRDefault="00486C9A" w:rsidP="00146989">
            <w:pPr>
              <w:numPr>
                <w:ilvl w:val="0"/>
                <w:numId w:val="24"/>
              </w:numPr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复习上节课所学内容</w:t>
            </w:r>
          </w:p>
          <w:p w:rsidR="00486C9A" w:rsidRPr="00146989" w:rsidRDefault="00486C9A" w:rsidP="00146989">
            <w:pPr>
              <w:numPr>
                <w:ilvl w:val="0"/>
                <w:numId w:val="24"/>
              </w:numPr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学习原地上步抽球</w:t>
            </w:r>
          </w:p>
          <w:p w:rsidR="00486C9A" w:rsidRPr="00146989" w:rsidRDefault="00486C9A" w:rsidP="00320986">
            <w:pPr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20986" w:rsidTr="00146989">
        <w:trPr>
          <w:trHeight w:val="1381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4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20986">
            <w:pPr>
              <w:rPr>
                <w:kern w:val="0"/>
              </w:rPr>
            </w:pPr>
          </w:p>
          <w:p w:rsidR="00486C9A" w:rsidRPr="00146989" w:rsidRDefault="00486C9A" w:rsidP="00146989">
            <w:pPr>
              <w:numPr>
                <w:ilvl w:val="0"/>
                <w:numId w:val="26"/>
              </w:numPr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复习上节课所学内容</w:t>
            </w:r>
          </w:p>
          <w:p w:rsidR="00486C9A" w:rsidRPr="00146989" w:rsidRDefault="00486C9A" w:rsidP="00320986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、学习正手移动中抽球的步伐</w:t>
            </w:r>
            <w:r w:rsidRPr="00146989">
              <w:rPr>
                <w:kern w:val="0"/>
              </w:rPr>
              <w:br/>
            </w: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20986" w:rsidTr="00146989">
        <w:trPr>
          <w:trHeight w:val="1399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5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20986">
            <w:pPr>
              <w:rPr>
                <w:kern w:val="0"/>
              </w:rPr>
            </w:pPr>
          </w:p>
          <w:p w:rsidR="00486C9A" w:rsidRPr="00146989" w:rsidRDefault="00486C9A" w:rsidP="00320986">
            <w:pPr>
              <w:rPr>
                <w:kern w:val="0"/>
              </w:rPr>
            </w:pPr>
            <w:r w:rsidRPr="00146989">
              <w:rPr>
                <w:kern w:val="0"/>
              </w:rPr>
              <w:t>1</w:t>
            </w:r>
            <w:r w:rsidRPr="00146989">
              <w:rPr>
                <w:rFonts w:hint="eastAsia"/>
                <w:kern w:val="0"/>
              </w:rPr>
              <w:t>、复习上节课所学内容</w:t>
            </w:r>
          </w:p>
          <w:p w:rsidR="00486C9A" w:rsidRPr="00146989" w:rsidRDefault="00486C9A" w:rsidP="00320986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、学习正手移动抽球</w:t>
            </w:r>
          </w:p>
          <w:p w:rsidR="00486C9A" w:rsidRPr="00146989" w:rsidRDefault="00486C9A" w:rsidP="00320986">
            <w:pPr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20986" w:rsidTr="00146989">
        <w:trPr>
          <w:trHeight w:val="186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6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20986">
            <w:pPr>
              <w:rPr>
                <w:kern w:val="0"/>
              </w:rPr>
            </w:pPr>
          </w:p>
          <w:p w:rsidR="00486C9A" w:rsidRPr="00146989" w:rsidRDefault="00486C9A" w:rsidP="00320986">
            <w:pPr>
              <w:rPr>
                <w:kern w:val="0"/>
              </w:rPr>
            </w:pPr>
            <w:r w:rsidRPr="00146989">
              <w:rPr>
                <w:kern w:val="0"/>
              </w:rPr>
              <w:t>1</w:t>
            </w:r>
            <w:r w:rsidRPr="00146989">
              <w:rPr>
                <w:rFonts w:hint="eastAsia"/>
                <w:kern w:val="0"/>
              </w:rPr>
              <w:t>、复习上节课所学内容</w:t>
            </w:r>
          </w:p>
          <w:p w:rsidR="00486C9A" w:rsidRPr="00146989" w:rsidRDefault="00486C9A" w:rsidP="00320986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、学习双手反手抽球的技术动作、</w:t>
            </w:r>
          </w:p>
          <w:p w:rsidR="00486C9A" w:rsidRPr="00146989" w:rsidRDefault="00486C9A" w:rsidP="00320986">
            <w:pPr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20986" w:rsidTr="00146989">
        <w:trPr>
          <w:trHeight w:val="186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7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20986">
            <w:pPr>
              <w:rPr>
                <w:kern w:val="0"/>
              </w:rPr>
            </w:pPr>
          </w:p>
          <w:p w:rsidR="00486C9A" w:rsidRPr="00146989" w:rsidRDefault="00486C9A" w:rsidP="00320986">
            <w:pPr>
              <w:rPr>
                <w:kern w:val="0"/>
              </w:rPr>
            </w:pPr>
            <w:r w:rsidRPr="00146989">
              <w:rPr>
                <w:kern w:val="0"/>
              </w:rPr>
              <w:t>1</w:t>
            </w:r>
            <w:r w:rsidRPr="00146989">
              <w:rPr>
                <w:rFonts w:hint="eastAsia"/>
                <w:kern w:val="0"/>
              </w:rPr>
              <w:t>、复习上节课所学内容</w:t>
            </w:r>
          </w:p>
          <w:p w:rsidR="00486C9A" w:rsidRPr="00146989" w:rsidRDefault="00486C9A" w:rsidP="00320986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、学习双手反手原地抽球</w:t>
            </w:r>
          </w:p>
          <w:p w:rsidR="00486C9A" w:rsidRPr="00146989" w:rsidRDefault="00486C9A" w:rsidP="00320986">
            <w:pPr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20986" w:rsidTr="00146989">
        <w:trPr>
          <w:trHeight w:val="186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8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20986">
            <w:pPr>
              <w:rPr>
                <w:kern w:val="0"/>
              </w:rPr>
            </w:pPr>
            <w:r w:rsidRPr="00146989">
              <w:rPr>
                <w:kern w:val="0"/>
              </w:rPr>
              <w:t>1</w:t>
            </w:r>
            <w:r w:rsidRPr="00146989">
              <w:rPr>
                <w:rFonts w:hint="eastAsia"/>
                <w:kern w:val="0"/>
              </w:rPr>
              <w:t>、准备活动</w:t>
            </w:r>
          </w:p>
          <w:p w:rsidR="00486C9A" w:rsidRPr="00146989" w:rsidRDefault="00486C9A" w:rsidP="00D91902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、素质考试</w:t>
            </w: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20986" w:rsidTr="00146989">
        <w:trPr>
          <w:trHeight w:val="1597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9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20986">
            <w:pPr>
              <w:rPr>
                <w:kern w:val="0"/>
              </w:rPr>
            </w:pPr>
          </w:p>
          <w:p w:rsidR="00486C9A" w:rsidRPr="00146989" w:rsidRDefault="00486C9A" w:rsidP="00D91902">
            <w:pPr>
              <w:rPr>
                <w:kern w:val="0"/>
              </w:rPr>
            </w:pPr>
            <w:r w:rsidRPr="00146989">
              <w:rPr>
                <w:kern w:val="0"/>
              </w:rPr>
              <w:t>1</w:t>
            </w:r>
            <w:r w:rsidRPr="00146989">
              <w:rPr>
                <w:rFonts w:hint="eastAsia"/>
                <w:kern w:val="0"/>
              </w:rPr>
              <w:t>、学习双手反手原地上步抽球</w:t>
            </w:r>
          </w:p>
          <w:p w:rsidR="00486C9A" w:rsidRPr="00146989" w:rsidRDefault="00486C9A" w:rsidP="00320986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、学习双反的移动中抽球的步伐</w:t>
            </w:r>
          </w:p>
          <w:p w:rsidR="00486C9A" w:rsidRPr="00146989" w:rsidRDefault="00486C9A" w:rsidP="00D91902">
            <w:pPr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20986" w:rsidTr="00146989">
        <w:trPr>
          <w:trHeight w:val="186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10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20986">
            <w:pPr>
              <w:rPr>
                <w:kern w:val="0"/>
              </w:rPr>
            </w:pPr>
          </w:p>
          <w:p w:rsidR="00486C9A" w:rsidRPr="00146989" w:rsidRDefault="00486C9A" w:rsidP="00320986">
            <w:pPr>
              <w:rPr>
                <w:kern w:val="0"/>
              </w:rPr>
            </w:pPr>
            <w:r w:rsidRPr="00146989">
              <w:rPr>
                <w:kern w:val="0"/>
              </w:rPr>
              <w:t>1</w:t>
            </w:r>
            <w:r w:rsidRPr="00146989">
              <w:rPr>
                <w:rFonts w:hint="eastAsia"/>
                <w:kern w:val="0"/>
              </w:rPr>
              <w:t>、复习上节课所学内容</w:t>
            </w:r>
          </w:p>
          <w:p w:rsidR="00486C9A" w:rsidRPr="00146989" w:rsidRDefault="00486C9A" w:rsidP="00D91902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、学习双反的移动抽球</w:t>
            </w: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20986" w:rsidTr="00146989">
        <w:trPr>
          <w:trHeight w:val="1318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11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20986">
            <w:pPr>
              <w:rPr>
                <w:kern w:val="0"/>
              </w:rPr>
            </w:pPr>
          </w:p>
          <w:p w:rsidR="00486C9A" w:rsidRPr="00146989" w:rsidRDefault="00486C9A" w:rsidP="00320986">
            <w:pPr>
              <w:rPr>
                <w:rFonts w:ascii="宋体"/>
                <w:kern w:val="0"/>
              </w:rPr>
            </w:pPr>
            <w:r w:rsidRPr="00146989">
              <w:rPr>
                <w:rFonts w:ascii="宋体" w:hAnsi="宋体"/>
                <w:kern w:val="0"/>
              </w:rPr>
              <w:t>1</w:t>
            </w:r>
            <w:r w:rsidRPr="00146989">
              <w:rPr>
                <w:rFonts w:ascii="宋体" w:hAnsi="宋体" w:hint="eastAsia"/>
                <w:kern w:val="0"/>
              </w:rPr>
              <w:t>、复习上节课所学内容</w:t>
            </w:r>
          </w:p>
          <w:p w:rsidR="00486C9A" w:rsidRPr="00146989" w:rsidRDefault="00486C9A" w:rsidP="00320986">
            <w:pPr>
              <w:rPr>
                <w:rFonts w:ascii="宋体"/>
                <w:kern w:val="0"/>
              </w:rPr>
            </w:pPr>
            <w:r w:rsidRPr="00146989">
              <w:rPr>
                <w:rFonts w:ascii="宋体" w:hAnsi="宋体" w:hint="eastAsia"/>
                <w:kern w:val="0"/>
              </w:rPr>
              <w:t>２、学习正反手交替抽球</w:t>
            </w:r>
          </w:p>
          <w:p w:rsidR="00486C9A" w:rsidRPr="00146989" w:rsidRDefault="00486C9A" w:rsidP="00320986">
            <w:pPr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20986" w:rsidTr="00146989">
        <w:trPr>
          <w:trHeight w:val="1357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12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D91902">
            <w:pPr>
              <w:rPr>
                <w:rFonts w:ascii="宋体"/>
                <w:kern w:val="0"/>
              </w:rPr>
            </w:pPr>
          </w:p>
          <w:p w:rsidR="00486C9A" w:rsidRPr="00146989" w:rsidRDefault="00486C9A" w:rsidP="00D91902">
            <w:pPr>
              <w:rPr>
                <w:rFonts w:ascii="宋体"/>
                <w:kern w:val="0"/>
              </w:rPr>
            </w:pPr>
            <w:r w:rsidRPr="00146989">
              <w:rPr>
                <w:rFonts w:ascii="宋体" w:hAnsi="宋体"/>
                <w:kern w:val="0"/>
              </w:rPr>
              <w:t>1</w:t>
            </w:r>
            <w:r w:rsidRPr="00146989">
              <w:rPr>
                <w:rFonts w:ascii="宋体" w:hAnsi="宋体" w:hint="eastAsia"/>
                <w:kern w:val="0"/>
              </w:rPr>
              <w:t>、复习上节课所学内容</w:t>
            </w:r>
          </w:p>
          <w:p w:rsidR="00486C9A" w:rsidRPr="00146989" w:rsidRDefault="00486C9A" w:rsidP="00D91902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、学习裁判规则</w:t>
            </w:r>
          </w:p>
          <w:p w:rsidR="00486C9A" w:rsidRPr="00146989" w:rsidRDefault="00486C9A" w:rsidP="00320986">
            <w:pPr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20986" w:rsidTr="00146989">
        <w:trPr>
          <w:trHeight w:val="1376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13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146989">
            <w:pPr>
              <w:jc w:val="center"/>
              <w:rPr>
                <w:rFonts w:ascii="宋体"/>
                <w:kern w:val="0"/>
              </w:rPr>
            </w:pPr>
          </w:p>
          <w:p w:rsidR="00486C9A" w:rsidRPr="00146989" w:rsidRDefault="00486C9A" w:rsidP="00D91902">
            <w:pPr>
              <w:rPr>
                <w:rFonts w:ascii="宋体"/>
                <w:kern w:val="0"/>
              </w:rPr>
            </w:pPr>
            <w:r w:rsidRPr="00146989">
              <w:rPr>
                <w:rFonts w:ascii="宋体" w:hAnsi="宋体"/>
                <w:kern w:val="0"/>
              </w:rPr>
              <w:t>1</w:t>
            </w:r>
            <w:r w:rsidRPr="00146989">
              <w:rPr>
                <w:rFonts w:ascii="宋体" w:hAnsi="宋体" w:hint="eastAsia"/>
                <w:kern w:val="0"/>
              </w:rPr>
              <w:t>、复习正反手交替抽球</w:t>
            </w:r>
          </w:p>
          <w:p w:rsidR="00486C9A" w:rsidRPr="00146989" w:rsidRDefault="00486C9A" w:rsidP="00D91902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、教学比赛</w:t>
            </w:r>
          </w:p>
          <w:p w:rsidR="00486C9A" w:rsidRPr="00146989" w:rsidRDefault="00486C9A" w:rsidP="00320986">
            <w:pPr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20986" w:rsidTr="00146989">
        <w:trPr>
          <w:trHeight w:val="1318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14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D91902">
            <w:pPr>
              <w:rPr>
                <w:kern w:val="0"/>
                <w:szCs w:val="21"/>
              </w:rPr>
            </w:pPr>
            <w:r w:rsidRPr="00146989">
              <w:rPr>
                <w:kern w:val="0"/>
                <w:szCs w:val="21"/>
              </w:rPr>
              <w:t>1</w:t>
            </w:r>
            <w:r w:rsidRPr="00146989">
              <w:rPr>
                <w:rFonts w:hint="eastAsia"/>
                <w:kern w:val="0"/>
                <w:szCs w:val="21"/>
              </w:rPr>
              <w:t>、准备活动</w:t>
            </w:r>
          </w:p>
          <w:p w:rsidR="00486C9A" w:rsidRPr="00146989" w:rsidRDefault="00486C9A" w:rsidP="00D91902">
            <w:pPr>
              <w:rPr>
                <w:kern w:val="0"/>
              </w:rPr>
            </w:pPr>
            <w:r w:rsidRPr="00146989">
              <w:rPr>
                <w:kern w:val="0"/>
                <w:szCs w:val="21"/>
              </w:rPr>
              <w:t>2</w:t>
            </w:r>
            <w:r w:rsidRPr="00146989">
              <w:rPr>
                <w:rFonts w:hint="eastAsia"/>
                <w:kern w:val="0"/>
                <w:szCs w:val="21"/>
              </w:rPr>
              <w:t>、专项考试</w:t>
            </w: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20986" w:rsidTr="00146989">
        <w:trPr>
          <w:trHeight w:val="1396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15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D91902">
            <w:pPr>
              <w:rPr>
                <w:rFonts w:ascii="宋体"/>
                <w:kern w:val="0"/>
              </w:rPr>
            </w:pPr>
            <w:r w:rsidRPr="00146989">
              <w:rPr>
                <w:rFonts w:ascii="宋体" w:hAnsi="宋体" w:hint="eastAsia"/>
                <w:kern w:val="0"/>
                <w:sz w:val="20"/>
                <w:szCs w:val="21"/>
              </w:rPr>
              <w:t>体育理论课</w:t>
            </w: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20986" w:rsidTr="00146989">
        <w:trPr>
          <w:trHeight w:val="1415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16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146989">
            <w:pPr>
              <w:jc w:val="center"/>
              <w:rPr>
                <w:rFonts w:ascii="宋体"/>
                <w:kern w:val="0"/>
              </w:rPr>
            </w:pPr>
          </w:p>
          <w:p w:rsidR="00486C9A" w:rsidRPr="00146989" w:rsidRDefault="00486C9A" w:rsidP="00D91902">
            <w:pPr>
              <w:rPr>
                <w:rFonts w:ascii="宋体"/>
                <w:kern w:val="0"/>
              </w:rPr>
            </w:pPr>
            <w:r w:rsidRPr="00146989">
              <w:rPr>
                <w:rFonts w:ascii="宋体" w:hAnsi="宋体" w:hint="eastAsia"/>
                <w:kern w:val="0"/>
                <w:sz w:val="20"/>
                <w:szCs w:val="21"/>
              </w:rPr>
              <w:t>体育理论课</w:t>
            </w: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</w:tbl>
    <w:p w:rsidR="00486C9A" w:rsidRPr="00320986" w:rsidRDefault="00486C9A" w:rsidP="00320986"/>
    <w:p w:rsidR="00486C9A" w:rsidRPr="00320986" w:rsidRDefault="00486C9A" w:rsidP="00320986"/>
    <w:p w:rsidR="00486C9A" w:rsidRPr="00320986" w:rsidRDefault="00486C9A" w:rsidP="00320986"/>
    <w:p w:rsidR="00486C9A" w:rsidRPr="00320986" w:rsidRDefault="00486C9A" w:rsidP="00320986"/>
    <w:p w:rsidR="00486C9A" w:rsidRPr="00320986" w:rsidRDefault="00486C9A" w:rsidP="00320986"/>
    <w:p w:rsidR="00486C9A" w:rsidRPr="00320986" w:rsidRDefault="00486C9A" w:rsidP="00320986"/>
    <w:p w:rsidR="00486C9A" w:rsidRPr="00320986" w:rsidRDefault="00486C9A" w:rsidP="00320986"/>
    <w:p w:rsidR="00486C9A" w:rsidRPr="00320986" w:rsidRDefault="00486C9A" w:rsidP="00320986"/>
    <w:p w:rsidR="00486C9A" w:rsidRPr="00320986" w:rsidRDefault="00486C9A" w:rsidP="00320986"/>
    <w:p w:rsidR="00486C9A" w:rsidRPr="00320986" w:rsidRDefault="00486C9A" w:rsidP="00320986"/>
    <w:p w:rsidR="00486C9A" w:rsidRPr="00320986" w:rsidRDefault="00486C9A" w:rsidP="00320986"/>
    <w:p w:rsidR="00486C9A" w:rsidRPr="00320986" w:rsidRDefault="00486C9A" w:rsidP="00320986"/>
    <w:p w:rsidR="00486C9A" w:rsidRPr="00320986" w:rsidRDefault="00486C9A" w:rsidP="00320986"/>
    <w:p w:rsidR="00486C9A" w:rsidRDefault="00486C9A" w:rsidP="00320986"/>
    <w:p w:rsidR="00486C9A" w:rsidRDefault="00486C9A" w:rsidP="00320986"/>
    <w:p w:rsidR="00486C9A" w:rsidRDefault="00486C9A" w:rsidP="00320986"/>
    <w:p w:rsidR="00486C9A" w:rsidRDefault="00486C9A" w:rsidP="00320986"/>
    <w:p w:rsidR="00486C9A" w:rsidRDefault="00486C9A" w:rsidP="00320986"/>
    <w:p w:rsidR="00486C9A" w:rsidRDefault="00486C9A" w:rsidP="00320986"/>
    <w:p w:rsidR="00486C9A" w:rsidRDefault="00486C9A" w:rsidP="00320986"/>
    <w:p w:rsidR="00486C9A" w:rsidRPr="00320986" w:rsidRDefault="00486C9A" w:rsidP="00320986"/>
    <w:p w:rsidR="00486C9A" w:rsidRPr="00320986" w:rsidRDefault="00486C9A" w:rsidP="00320986"/>
    <w:p w:rsidR="00486C9A" w:rsidRDefault="00486C9A"/>
    <w:p w:rsidR="00486C9A" w:rsidRPr="00336BCB" w:rsidRDefault="00486C9A" w:rsidP="00336BCB">
      <w:pPr>
        <w:jc w:val="center"/>
        <w:rPr>
          <w:rFonts w:ascii="宋体"/>
          <w:b/>
          <w:sz w:val="28"/>
        </w:rPr>
      </w:pPr>
      <w:r w:rsidRPr="00336BCB">
        <w:rPr>
          <w:rFonts w:ascii="宋体" w:hAnsi="宋体"/>
          <w:b/>
          <w:sz w:val="28"/>
        </w:rPr>
        <w:t>201</w:t>
      </w:r>
      <w:r>
        <w:rPr>
          <w:rFonts w:ascii="宋体" w:hAnsi="宋体"/>
          <w:b/>
          <w:sz w:val="28"/>
        </w:rPr>
        <w:t>4</w:t>
      </w:r>
      <w:r w:rsidRPr="00336BCB">
        <w:rPr>
          <w:rFonts w:ascii="宋体" w:hAnsi="宋体" w:hint="eastAsia"/>
          <w:b/>
          <w:sz w:val="28"/>
        </w:rPr>
        <w:t>至</w:t>
      </w:r>
      <w:r w:rsidRPr="00336BCB">
        <w:rPr>
          <w:rFonts w:ascii="宋体" w:hAnsi="宋体"/>
          <w:b/>
          <w:sz w:val="28"/>
        </w:rPr>
        <w:t>201</w:t>
      </w:r>
      <w:r>
        <w:rPr>
          <w:rFonts w:ascii="宋体" w:hAnsi="宋体"/>
          <w:b/>
          <w:sz w:val="28"/>
        </w:rPr>
        <w:t>5</w:t>
      </w:r>
      <w:r w:rsidRPr="00336BCB">
        <w:rPr>
          <w:rFonts w:ascii="宋体" w:hAnsi="宋体" w:hint="eastAsia"/>
          <w:b/>
          <w:sz w:val="28"/>
        </w:rPr>
        <w:t>学年</w:t>
      </w:r>
      <w:r w:rsidRPr="00336BCB">
        <w:rPr>
          <w:rFonts w:ascii="宋体" w:hAnsi="宋体"/>
          <w:b/>
          <w:sz w:val="28"/>
        </w:rPr>
        <w:t xml:space="preserve"> </w:t>
      </w:r>
      <w:r w:rsidRPr="00336BCB">
        <w:rPr>
          <w:rFonts w:ascii="宋体" w:hAnsi="宋体" w:hint="eastAsia"/>
          <w:b/>
          <w:sz w:val="28"/>
        </w:rPr>
        <w:t>第</w:t>
      </w:r>
      <w:r w:rsidRPr="00336BCB"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一</w:t>
      </w:r>
      <w:r w:rsidRPr="00336BCB">
        <w:rPr>
          <w:rFonts w:ascii="宋体" w:hAnsi="宋体"/>
          <w:b/>
          <w:sz w:val="28"/>
        </w:rPr>
        <w:t xml:space="preserve"> </w:t>
      </w:r>
      <w:r w:rsidRPr="00336BCB">
        <w:rPr>
          <w:rFonts w:ascii="宋体" w:hAnsi="宋体" w:hint="eastAsia"/>
          <w:b/>
          <w:sz w:val="28"/>
        </w:rPr>
        <w:t>学期</w:t>
      </w:r>
    </w:p>
    <w:p w:rsidR="00486C9A" w:rsidRPr="00336BCB" w:rsidRDefault="00486C9A" w:rsidP="00336BCB">
      <w:pPr>
        <w:jc w:val="center"/>
        <w:rPr>
          <w:b/>
        </w:rPr>
      </w:pPr>
    </w:p>
    <w:p w:rsidR="00486C9A" w:rsidRPr="00336BCB" w:rsidRDefault="00486C9A" w:rsidP="00336BCB">
      <w:pPr>
        <w:jc w:val="center"/>
        <w:rPr>
          <w:b/>
        </w:rPr>
      </w:pPr>
    </w:p>
    <w:p w:rsidR="00486C9A" w:rsidRPr="00336BCB" w:rsidRDefault="00486C9A" w:rsidP="00336BCB">
      <w:pPr>
        <w:jc w:val="center"/>
        <w:rPr>
          <w:sz w:val="84"/>
        </w:rPr>
      </w:pPr>
      <w:r w:rsidRPr="00336BCB">
        <w:rPr>
          <w:rFonts w:hint="eastAsia"/>
          <w:sz w:val="84"/>
        </w:rPr>
        <w:t>教学日历</w:t>
      </w:r>
    </w:p>
    <w:p w:rsidR="00486C9A" w:rsidRPr="00336BCB" w:rsidRDefault="00486C9A" w:rsidP="00336BCB">
      <w:pPr>
        <w:jc w:val="center"/>
        <w:rPr>
          <w:b/>
          <w:sz w:val="84"/>
        </w:rPr>
      </w:pPr>
    </w:p>
    <w:p w:rsidR="00486C9A" w:rsidRPr="00336BCB" w:rsidRDefault="00486C9A" w:rsidP="00BA056E">
      <w:pPr>
        <w:spacing w:line="480" w:lineRule="auto"/>
        <w:ind w:firstLineChars="400" w:firstLine="31680"/>
        <w:rPr>
          <w:bCs/>
          <w:sz w:val="28"/>
        </w:rPr>
      </w:pPr>
      <w:r w:rsidRPr="00336BCB">
        <w:rPr>
          <w:rFonts w:hint="eastAsia"/>
          <w:bCs/>
          <w:sz w:val="28"/>
        </w:rPr>
        <w:t>课程名称</w:t>
      </w:r>
      <w:r w:rsidRPr="00336BCB">
        <w:rPr>
          <w:rFonts w:hint="eastAsia"/>
          <w:bCs/>
          <w:sz w:val="28"/>
          <w:u w:val="single"/>
        </w:rPr>
        <w:t>＿网球＿＿＿＿</w:t>
      </w:r>
      <w:r w:rsidRPr="00336BCB"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  <w:u w:val="single"/>
        </w:rPr>
        <w:t>体育</w:t>
      </w:r>
      <w:r w:rsidRPr="00336BCB">
        <w:rPr>
          <w:rFonts w:hint="eastAsia"/>
          <w:bCs/>
          <w:sz w:val="28"/>
          <w:u w:val="single"/>
        </w:rPr>
        <w:t>选修</w:t>
      </w:r>
      <w:r>
        <w:rPr>
          <w:rFonts w:hint="eastAsia"/>
          <w:bCs/>
          <w:sz w:val="28"/>
          <w:u w:val="single"/>
        </w:rPr>
        <w:t>课</w:t>
      </w:r>
    </w:p>
    <w:p w:rsidR="00486C9A" w:rsidRPr="00336BCB" w:rsidRDefault="00486C9A" w:rsidP="00BA056E">
      <w:pPr>
        <w:spacing w:line="480" w:lineRule="auto"/>
        <w:ind w:firstLineChars="400" w:firstLine="31680"/>
        <w:rPr>
          <w:bCs/>
          <w:sz w:val="28"/>
        </w:rPr>
      </w:pPr>
      <w:r w:rsidRPr="00336BCB">
        <w:rPr>
          <w:rFonts w:hint="eastAsia"/>
          <w:bCs/>
          <w:sz w:val="28"/>
        </w:rPr>
        <w:t>总学时</w:t>
      </w:r>
      <w:r w:rsidRPr="00336BCB">
        <w:rPr>
          <w:bCs/>
          <w:sz w:val="28"/>
          <w:u w:val="single"/>
        </w:rPr>
        <w:t>24</w:t>
      </w:r>
      <w:r w:rsidRPr="00336BCB">
        <w:rPr>
          <w:rFonts w:hint="eastAsia"/>
          <w:bCs/>
          <w:sz w:val="28"/>
        </w:rPr>
        <w:t>讲课＿</w:t>
      </w:r>
      <w:r w:rsidRPr="00336BCB">
        <w:rPr>
          <w:bCs/>
          <w:sz w:val="28"/>
          <w:u w:val="single"/>
        </w:rPr>
        <w:t>24</w:t>
      </w:r>
      <w:r w:rsidRPr="00336BCB">
        <w:rPr>
          <w:rFonts w:hint="eastAsia"/>
          <w:bCs/>
          <w:sz w:val="28"/>
        </w:rPr>
        <w:t>＿实验＿＿其它＿＿＿</w:t>
      </w:r>
    </w:p>
    <w:p w:rsidR="00486C9A" w:rsidRPr="00336BCB" w:rsidRDefault="00486C9A" w:rsidP="00336BCB">
      <w:pPr>
        <w:spacing w:line="480" w:lineRule="auto"/>
        <w:jc w:val="center"/>
        <w:rPr>
          <w:bCs/>
          <w:sz w:val="28"/>
        </w:rPr>
      </w:pPr>
      <w:r w:rsidRPr="00336BCB"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>本科三、四年级</w:t>
      </w:r>
      <w:r w:rsidRPr="00336BCB">
        <w:rPr>
          <w:rFonts w:hint="eastAsia"/>
          <w:bCs/>
          <w:sz w:val="28"/>
          <w:u w:val="single"/>
        </w:rPr>
        <w:t>＿</w:t>
      </w:r>
      <w:r w:rsidRPr="00336BCB">
        <w:rPr>
          <w:rFonts w:hint="eastAsia"/>
          <w:bCs/>
          <w:sz w:val="28"/>
        </w:rPr>
        <w:t>学生人数＿＿＿</w:t>
      </w:r>
      <w:r w:rsidRPr="00336BCB">
        <w:rPr>
          <w:bCs/>
          <w:sz w:val="28"/>
          <w:u w:val="single"/>
        </w:rPr>
        <w:t>24</w:t>
      </w:r>
      <w:r w:rsidRPr="00336BCB">
        <w:rPr>
          <w:rFonts w:hint="eastAsia"/>
          <w:bCs/>
          <w:sz w:val="28"/>
        </w:rPr>
        <w:t>＿</w:t>
      </w:r>
    </w:p>
    <w:p w:rsidR="00486C9A" w:rsidRPr="00336BCB" w:rsidRDefault="00486C9A" w:rsidP="00BA056E">
      <w:pPr>
        <w:spacing w:line="480" w:lineRule="auto"/>
        <w:ind w:firstLineChars="400" w:firstLine="31680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Pr="00336BCB">
        <w:rPr>
          <w:rFonts w:hint="eastAsia"/>
          <w:bCs/>
          <w:sz w:val="28"/>
          <w:u w:val="single"/>
        </w:rPr>
        <w:t>＿侍晓明＿</w:t>
      </w:r>
      <w:r w:rsidRPr="00336BCB">
        <w:rPr>
          <w:rFonts w:hint="eastAsia"/>
          <w:bCs/>
          <w:sz w:val="28"/>
        </w:rPr>
        <w:t>职称</w:t>
      </w:r>
      <w:r w:rsidRPr="00336BCB">
        <w:rPr>
          <w:rFonts w:hint="eastAsia"/>
          <w:bCs/>
          <w:sz w:val="28"/>
          <w:u w:val="single"/>
        </w:rPr>
        <w:t>＿讲师＿</w:t>
      </w:r>
      <w:r w:rsidRPr="00336BCB">
        <w:rPr>
          <w:rFonts w:hint="eastAsia"/>
          <w:bCs/>
          <w:sz w:val="28"/>
        </w:rPr>
        <w:t>＿</w:t>
      </w:r>
    </w:p>
    <w:p w:rsidR="00486C9A" w:rsidRPr="00336BCB" w:rsidRDefault="00486C9A" w:rsidP="00336BCB">
      <w:pPr>
        <w:spacing w:line="480" w:lineRule="auto"/>
        <w:jc w:val="center"/>
        <w:rPr>
          <w:bCs/>
          <w:sz w:val="28"/>
        </w:rPr>
      </w:pPr>
      <w:r w:rsidRPr="00336BCB">
        <w:rPr>
          <w:rFonts w:hint="eastAsia"/>
          <w:bCs/>
          <w:sz w:val="28"/>
        </w:rPr>
        <w:t>所在院</w:t>
      </w:r>
      <w:r w:rsidRPr="00336BCB">
        <w:rPr>
          <w:bCs/>
          <w:sz w:val="28"/>
        </w:rPr>
        <w:t>(</w:t>
      </w:r>
      <w:r w:rsidRPr="00336BCB">
        <w:rPr>
          <w:rFonts w:hint="eastAsia"/>
          <w:bCs/>
          <w:sz w:val="28"/>
        </w:rPr>
        <w:t>系、部</w:t>
      </w:r>
      <w:r w:rsidRPr="00336BCB">
        <w:rPr>
          <w:bCs/>
          <w:sz w:val="28"/>
        </w:rPr>
        <w:t>)________</w:t>
      </w:r>
      <w:r w:rsidRPr="00336BCB">
        <w:rPr>
          <w:bCs/>
          <w:sz w:val="28"/>
          <w:u w:val="single"/>
        </w:rPr>
        <w:t>_</w:t>
      </w:r>
      <w:r w:rsidRPr="00336BCB">
        <w:rPr>
          <w:rFonts w:hint="eastAsia"/>
          <w:bCs/>
          <w:sz w:val="28"/>
          <w:u w:val="single"/>
        </w:rPr>
        <w:t>体育教学部</w:t>
      </w:r>
      <w:r w:rsidRPr="00336BCB">
        <w:rPr>
          <w:bCs/>
          <w:sz w:val="28"/>
          <w:u w:val="single"/>
        </w:rPr>
        <w:t>_____</w:t>
      </w:r>
      <w:r w:rsidRPr="00336BCB">
        <w:rPr>
          <w:bCs/>
          <w:sz w:val="28"/>
        </w:rPr>
        <w:t>______</w:t>
      </w:r>
    </w:p>
    <w:p w:rsidR="00486C9A" w:rsidRPr="00336BCB" w:rsidRDefault="00486C9A" w:rsidP="00336BCB">
      <w:pPr>
        <w:spacing w:line="480" w:lineRule="auto"/>
        <w:jc w:val="center"/>
        <w:rPr>
          <w:sz w:val="28"/>
        </w:rPr>
      </w:pPr>
      <w:r w:rsidRPr="00336BCB">
        <w:rPr>
          <w:rFonts w:hint="eastAsia"/>
          <w:sz w:val="28"/>
        </w:rPr>
        <w:t>系</w:t>
      </w:r>
      <w:r w:rsidRPr="00336BCB">
        <w:rPr>
          <w:sz w:val="28"/>
        </w:rPr>
        <w:t>(</w:t>
      </w:r>
      <w:r w:rsidRPr="00336BCB">
        <w:rPr>
          <w:rFonts w:hint="eastAsia"/>
          <w:sz w:val="28"/>
        </w:rPr>
        <w:t>教研室</w:t>
      </w:r>
      <w:r w:rsidRPr="00336BCB">
        <w:rPr>
          <w:sz w:val="28"/>
        </w:rPr>
        <w:t>)</w:t>
      </w:r>
      <w:r w:rsidRPr="00336BCB">
        <w:rPr>
          <w:rFonts w:hint="eastAsia"/>
          <w:sz w:val="28"/>
        </w:rPr>
        <w:t>主任签字</w:t>
      </w:r>
      <w:r w:rsidRPr="00336BCB">
        <w:rPr>
          <w:sz w:val="28"/>
        </w:rPr>
        <w:t>_________________________</w:t>
      </w:r>
    </w:p>
    <w:p w:rsidR="00486C9A" w:rsidRPr="00336BCB" w:rsidRDefault="00486C9A" w:rsidP="00336BCB">
      <w:pPr>
        <w:rPr>
          <w:sz w:val="28"/>
        </w:rPr>
      </w:pPr>
      <w:r w:rsidRPr="00336BCB">
        <w:rPr>
          <w:rFonts w:hint="eastAsia"/>
          <w:sz w:val="28"/>
        </w:rPr>
        <w:t xml:space="preserve">　　　　教材名称：《网球运动教程》作者：陶志翔主编</w:t>
      </w:r>
    </w:p>
    <w:p w:rsidR="00486C9A" w:rsidRPr="00336BCB" w:rsidRDefault="00486C9A" w:rsidP="00336BCB">
      <w:pPr>
        <w:rPr>
          <w:sz w:val="28"/>
        </w:rPr>
      </w:pPr>
      <w:r w:rsidRPr="00336BCB">
        <w:rPr>
          <w:rFonts w:hint="eastAsia"/>
          <w:sz w:val="28"/>
        </w:rPr>
        <w:t xml:space="preserve">　　　　出版单位：北京体育大学出版社出版时间：</w:t>
      </w:r>
      <w:r w:rsidRPr="00336BCB">
        <w:rPr>
          <w:sz w:val="28"/>
        </w:rPr>
        <w:t>2010</w:t>
      </w:r>
      <w:r w:rsidRPr="00336BCB">
        <w:rPr>
          <w:rFonts w:hint="eastAsia"/>
          <w:sz w:val="28"/>
        </w:rPr>
        <w:t>年</w:t>
      </w:r>
    </w:p>
    <w:p w:rsidR="00486C9A" w:rsidRPr="00336BCB" w:rsidRDefault="00486C9A" w:rsidP="00336BCB">
      <w:pPr>
        <w:jc w:val="center"/>
        <w:rPr>
          <w:sz w:val="28"/>
        </w:rPr>
      </w:pPr>
    </w:p>
    <w:p w:rsidR="00486C9A" w:rsidRPr="00336BCB" w:rsidRDefault="00486C9A" w:rsidP="00336BCB">
      <w:pPr>
        <w:jc w:val="center"/>
        <w:rPr>
          <w:sz w:val="28"/>
        </w:rPr>
      </w:pPr>
    </w:p>
    <w:p w:rsidR="00486C9A" w:rsidRPr="00336BCB" w:rsidRDefault="00486C9A" w:rsidP="00336BCB">
      <w:pPr>
        <w:jc w:val="center"/>
        <w:rPr>
          <w:rFonts w:ascii="黑体" w:eastAsia="黑体"/>
          <w:sz w:val="24"/>
          <w:szCs w:val="24"/>
        </w:rPr>
      </w:pPr>
      <w:r w:rsidRPr="00336BCB">
        <w:rPr>
          <w:rFonts w:hint="eastAsia"/>
          <w:sz w:val="32"/>
        </w:rPr>
        <w:t>中国石油大学</w:t>
      </w:r>
      <w:r w:rsidRPr="00336BCB">
        <w:rPr>
          <w:sz w:val="32"/>
        </w:rPr>
        <w:t>(</w:t>
      </w:r>
      <w:r w:rsidRPr="00336BCB">
        <w:rPr>
          <w:rFonts w:hint="eastAsia"/>
          <w:sz w:val="32"/>
        </w:rPr>
        <w:t>北京</w:t>
      </w:r>
      <w:r w:rsidRPr="00336BCB">
        <w:rPr>
          <w:sz w:val="32"/>
        </w:rPr>
        <w:t>)</w:t>
      </w:r>
      <w:r w:rsidRPr="00336BCB">
        <w:rPr>
          <w:rFonts w:hint="eastAsia"/>
          <w:sz w:val="32"/>
        </w:rPr>
        <w:t>教务处制</w:t>
      </w:r>
    </w:p>
    <w:p w:rsidR="00486C9A" w:rsidRPr="00336BCB" w:rsidRDefault="00486C9A" w:rsidP="00336BCB">
      <w:pPr>
        <w:rPr>
          <w:rFonts w:ascii="黑体" w:eastAsia="黑体"/>
          <w:sz w:val="24"/>
          <w:szCs w:val="24"/>
        </w:rPr>
      </w:pPr>
    </w:p>
    <w:p w:rsidR="00486C9A" w:rsidRPr="00336BCB" w:rsidRDefault="00486C9A" w:rsidP="00336BCB">
      <w:pPr>
        <w:rPr>
          <w:rFonts w:ascii="黑体" w:eastAsia="黑体"/>
          <w:sz w:val="24"/>
          <w:szCs w:val="24"/>
        </w:rPr>
      </w:pPr>
      <w:r w:rsidRPr="00336BCB">
        <w:rPr>
          <w:rFonts w:ascii="黑体" w:eastAsia="黑体" w:hint="eastAsia"/>
          <w:sz w:val="24"/>
          <w:szCs w:val="24"/>
        </w:rPr>
        <w:t>填</w:t>
      </w:r>
      <w:r w:rsidRPr="00336BCB">
        <w:rPr>
          <w:rFonts w:ascii="黑体" w:eastAsia="黑体"/>
          <w:sz w:val="24"/>
          <w:szCs w:val="24"/>
        </w:rPr>
        <w:t xml:space="preserve"> </w:t>
      </w:r>
      <w:r w:rsidRPr="00336BCB">
        <w:rPr>
          <w:rFonts w:ascii="黑体" w:eastAsia="黑体" w:hint="eastAsia"/>
          <w:sz w:val="24"/>
          <w:szCs w:val="24"/>
        </w:rPr>
        <w:t>写</w:t>
      </w:r>
      <w:r w:rsidRPr="00336BCB">
        <w:rPr>
          <w:rFonts w:ascii="黑体" w:eastAsia="黑体"/>
          <w:sz w:val="24"/>
          <w:szCs w:val="24"/>
        </w:rPr>
        <w:t xml:space="preserve"> </w:t>
      </w:r>
      <w:r w:rsidRPr="00336BCB">
        <w:rPr>
          <w:rFonts w:ascii="黑体" w:eastAsia="黑体" w:hint="eastAsia"/>
          <w:sz w:val="24"/>
          <w:szCs w:val="24"/>
        </w:rPr>
        <w:t>说</w:t>
      </w:r>
      <w:r w:rsidRPr="00336BCB">
        <w:rPr>
          <w:rFonts w:ascii="黑体" w:eastAsia="黑体"/>
          <w:sz w:val="24"/>
          <w:szCs w:val="24"/>
        </w:rPr>
        <w:t xml:space="preserve"> </w:t>
      </w:r>
      <w:r w:rsidRPr="00336BCB">
        <w:rPr>
          <w:rFonts w:ascii="黑体" w:eastAsia="黑体" w:hint="eastAsia"/>
          <w:sz w:val="24"/>
          <w:szCs w:val="24"/>
        </w:rPr>
        <w:t>明：</w:t>
      </w:r>
    </w:p>
    <w:p w:rsidR="00486C9A" w:rsidRPr="00336BCB" w:rsidRDefault="00486C9A" w:rsidP="00BA056E">
      <w:pPr>
        <w:ind w:left="31680" w:hangingChars="150" w:firstLine="31680"/>
        <w:rPr>
          <w:rFonts w:ascii="黑体" w:eastAsia="黑体"/>
          <w:b/>
          <w:sz w:val="24"/>
          <w:szCs w:val="24"/>
        </w:rPr>
      </w:pPr>
      <w:r w:rsidRPr="00336BCB">
        <w:rPr>
          <w:rFonts w:ascii="黑体" w:eastAsia="黑体"/>
          <w:sz w:val="24"/>
          <w:szCs w:val="24"/>
        </w:rPr>
        <w:t>1</w:t>
      </w:r>
      <w:r w:rsidRPr="00336BCB">
        <w:rPr>
          <w:rFonts w:ascii="黑体" w:eastAsia="黑体" w:hint="eastAsia"/>
          <w:sz w:val="24"/>
          <w:szCs w:val="24"/>
        </w:rPr>
        <w:t>．</w:t>
      </w:r>
      <w:r w:rsidRPr="00336BCB">
        <w:rPr>
          <w:rFonts w:ascii="宋体" w:hAnsi="宋体" w:hint="eastAsia"/>
          <w:szCs w:val="21"/>
        </w:rPr>
        <w:t>每上一次课填写一行，节次填写数字“</w:t>
      </w:r>
      <w:r w:rsidRPr="00336BCB">
        <w:rPr>
          <w:rFonts w:ascii="宋体" w:hAnsi="宋体"/>
          <w:szCs w:val="21"/>
        </w:rPr>
        <w:t>1</w:t>
      </w:r>
      <w:r w:rsidRPr="00336BCB">
        <w:rPr>
          <w:rFonts w:ascii="宋体" w:hAnsi="宋体" w:hint="eastAsia"/>
          <w:szCs w:val="21"/>
        </w:rPr>
        <w:t>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 w:rsidRPr="00336BCB">
          <w:rPr>
            <w:rFonts w:ascii="宋体" w:hAnsi="宋体"/>
            <w:szCs w:val="21"/>
          </w:rPr>
          <w:t>5</w:t>
        </w:r>
        <w:r w:rsidRPr="00336BCB">
          <w:rPr>
            <w:rFonts w:ascii="宋体" w:hAnsi="宋体" w:hint="eastAsia"/>
            <w:szCs w:val="21"/>
          </w:rPr>
          <w:t>”</w:t>
        </w:r>
      </w:smartTag>
      <w:r w:rsidRPr="00336BCB">
        <w:rPr>
          <w:rFonts w:ascii="宋体" w:hAnsi="宋体" w:hint="eastAsia"/>
          <w:szCs w:val="21"/>
        </w:rPr>
        <w:t>，一天共分</w:t>
      </w:r>
      <w:r w:rsidRPr="00336BCB">
        <w:rPr>
          <w:rFonts w:ascii="宋体" w:hAnsi="宋体"/>
          <w:szCs w:val="21"/>
        </w:rPr>
        <w:t>5</w:t>
      </w:r>
      <w:r w:rsidRPr="00336BCB">
        <w:rPr>
          <w:rFonts w:ascii="宋体" w:hAnsi="宋体" w:hint="eastAsia"/>
          <w:szCs w:val="21"/>
        </w:rPr>
        <w:t>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 w:rsidRPr="00336BCB">
          <w:rPr>
            <w:rFonts w:ascii="宋体" w:hAnsi="宋体"/>
            <w:szCs w:val="21"/>
          </w:rPr>
          <w:t>6</w:t>
        </w:r>
        <w:r w:rsidRPr="00336BCB">
          <w:rPr>
            <w:rFonts w:ascii="宋体" w:hAnsi="宋体" w:hint="eastAsia"/>
            <w:szCs w:val="21"/>
          </w:rPr>
          <w:t>”</w:t>
        </w:r>
      </w:smartTag>
      <w:r w:rsidRPr="00336BCB">
        <w:rPr>
          <w:rFonts w:ascii="宋体" w:hAnsi="宋体" w:hint="eastAsia"/>
          <w:szCs w:val="21"/>
        </w:rPr>
        <w:t>，周一第</w:t>
      </w:r>
      <w:r w:rsidRPr="00336BCB">
        <w:rPr>
          <w:rFonts w:ascii="宋体" w:hAnsi="宋体"/>
          <w:szCs w:val="21"/>
        </w:rPr>
        <w:t>3</w:t>
      </w:r>
      <w:r w:rsidRPr="00336BCB">
        <w:rPr>
          <w:rFonts w:ascii="宋体" w:hAnsi="宋体" w:hint="eastAsia"/>
          <w:szCs w:val="21"/>
        </w:rPr>
        <w:t>、</w:t>
      </w:r>
      <w:r w:rsidRPr="00336BCB">
        <w:rPr>
          <w:rFonts w:ascii="宋体" w:hAnsi="宋体"/>
          <w:szCs w:val="21"/>
        </w:rPr>
        <w:t>4</w:t>
      </w:r>
      <w:r w:rsidRPr="00336BCB">
        <w:rPr>
          <w:rFonts w:ascii="宋体" w:hAnsi="宋体" w:hint="eastAsia"/>
          <w:szCs w:val="21"/>
        </w:rPr>
        <w:t>节，在节次栏中填写</w:t>
      </w:r>
      <w:r w:rsidRPr="00336BCB">
        <w:rPr>
          <w:rFonts w:ascii="宋体" w:hAnsi="宋体"/>
          <w:szCs w:val="21"/>
        </w:rPr>
        <w:t>2</w:t>
      </w:r>
      <w:r w:rsidRPr="00336BCB">
        <w:rPr>
          <w:rFonts w:ascii="宋体" w:hAnsi="宋体" w:hint="eastAsia"/>
          <w:szCs w:val="21"/>
        </w:rPr>
        <w:t>。</w:t>
      </w:r>
    </w:p>
    <w:p w:rsidR="00486C9A" w:rsidRPr="00336BCB" w:rsidRDefault="00486C9A" w:rsidP="00BA056E">
      <w:pPr>
        <w:spacing w:line="300" w:lineRule="auto"/>
        <w:ind w:left="31680" w:hangingChars="150" w:firstLine="31680"/>
      </w:pPr>
      <w:r w:rsidRPr="00336BCB">
        <w:rPr>
          <w:rFonts w:ascii="黑体" w:eastAsia="黑体"/>
          <w:sz w:val="24"/>
          <w:szCs w:val="24"/>
        </w:rPr>
        <w:t>2</w:t>
      </w:r>
      <w:r w:rsidRPr="00336BCB">
        <w:rPr>
          <w:rFonts w:ascii="黑体" w:eastAsia="黑体" w:hint="eastAsia"/>
          <w:sz w:val="24"/>
          <w:szCs w:val="24"/>
        </w:rPr>
        <w:t>．</w:t>
      </w:r>
      <w:r w:rsidRPr="00336BCB"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86C9A" w:rsidRPr="00336BCB" w:rsidRDefault="00486C9A" w:rsidP="00BA056E">
      <w:pPr>
        <w:spacing w:line="300" w:lineRule="auto"/>
        <w:ind w:left="31680" w:hangingChars="150" w:firstLine="31680"/>
      </w:pPr>
      <w:r w:rsidRPr="00336BCB">
        <w:t>3</w:t>
      </w:r>
      <w:r w:rsidRPr="00336BCB">
        <w:rPr>
          <w:rFonts w:hint="eastAsia"/>
        </w:rPr>
        <w:t>．上机、大作业、课堂讨论、外出参观、考试等如占课内学时，在“备注”栏内注明。</w:t>
      </w:r>
    </w:p>
    <w:p w:rsidR="00486C9A" w:rsidRPr="00336BCB" w:rsidRDefault="00486C9A" w:rsidP="00BA056E">
      <w:pPr>
        <w:ind w:left="31680" w:hangingChars="150" w:firstLine="31680"/>
      </w:pPr>
      <w:r w:rsidRPr="00336BCB">
        <w:t>4</w:t>
      </w:r>
      <w:r w:rsidRPr="00336BCB"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 w:rsidRPr="00336BCB">
        <w:t>sjk@cup.edu.cn</w:t>
      </w:r>
    </w:p>
    <w:p w:rsidR="00486C9A" w:rsidRPr="00336BCB" w:rsidRDefault="00486C9A" w:rsidP="00336BCB">
      <w:pPr>
        <w:widowControl/>
        <w:jc w:val="left"/>
        <w:sectPr w:rsidR="00486C9A" w:rsidRPr="00336BC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7"/>
        <w:gridCol w:w="474"/>
        <w:gridCol w:w="494"/>
        <w:gridCol w:w="4246"/>
        <w:gridCol w:w="875"/>
        <w:gridCol w:w="535"/>
        <w:gridCol w:w="535"/>
        <w:gridCol w:w="535"/>
        <w:gridCol w:w="902"/>
      </w:tblGrid>
      <w:tr w:rsidR="00486C9A" w:rsidRPr="00336BCB" w:rsidTr="00146989">
        <w:trPr>
          <w:trHeight w:val="186"/>
        </w:trPr>
        <w:tc>
          <w:tcPr>
            <w:tcW w:w="1495" w:type="dxa"/>
            <w:gridSpan w:val="3"/>
          </w:tcPr>
          <w:p w:rsidR="00486C9A" w:rsidRPr="00146989" w:rsidRDefault="00486C9A" w:rsidP="00146989">
            <w:pPr>
              <w:spacing w:line="240" w:lineRule="atLeast"/>
              <w:jc w:val="center"/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教学时间</w:t>
            </w:r>
          </w:p>
        </w:tc>
        <w:tc>
          <w:tcPr>
            <w:tcW w:w="4246" w:type="dxa"/>
            <w:vMerge w:val="restart"/>
          </w:tcPr>
          <w:p w:rsidR="00486C9A" w:rsidRPr="00146989" w:rsidRDefault="00486C9A" w:rsidP="00146989">
            <w:pPr>
              <w:jc w:val="center"/>
              <w:rPr>
                <w:kern w:val="0"/>
                <w:sz w:val="3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rFonts w:hint="eastAsia"/>
                <w:kern w:val="0"/>
                <w:sz w:val="30"/>
              </w:rPr>
              <w:t>授课内容提要</w:t>
            </w:r>
          </w:p>
        </w:tc>
        <w:tc>
          <w:tcPr>
            <w:tcW w:w="875" w:type="dxa"/>
            <w:vMerge w:val="restart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周学时</w:t>
            </w:r>
          </w:p>
          <w:p w:rsidR="00486C9A" w:rsidRPr="00146989" w:rsidRDefault="00486C9A" w:rsidP="00146989">
            <w:pPr>
              <w:jc w:val="center"/>
              <w:rPr>
                <w:kern w:val="0"/>
                <w:sz w:val="20"/>
                <w:szCs w:val="18"/>
              </w:rPr>
            </w:pPr>
            <w:r w:rsidRPr="00146989">
              <w:rPr>
                <w:rFonts w:hint="eastAsia"/>
                <w:kern w:val="0"/>
                <w:sz w:val="20"/>
                <w:szCs w:val="18"/>
              </w:rPr>
              <w:t>（周学时大于</w:t>
            </w:r>
            <w:r w:rsidRPr="00146989">
              <w:rPr>
                <w:kern w:val="0"/>
                <w:sz w:val="20"/>
                <w:szCs w:val="18"/>
              </w:rPr>
              <w:t>2</w:t>
            </w:r>
            <w:r w:rsidRPr="00146989">
              <w:rPr>
                <w:rFonts w:hint="eastAsia"/>
                <w:kern w:val="0"/>
                <w:sz w:val="20"/>
                <w:szCs w:val="18"/>
              </w:rPr>
              <w:t>，可合并单元格）</w:t>
            </w:r>
          </w:p>
        </w:tc>
        <w:tc>
          <w:tcPr>
            <w:tcW w:w="1605" w:type="dxa"/>
            <w:gridSpan w:val="3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学时分配</w:t>
            </w: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</w:tc>
        <w:tc>
          <w:tcPr>
            <w:tcW w:w="902" w:type="dxa"/>
            <w:vMerge w:val="restart"/>
          </w:tcPr>
          <w:p w:rsidR="00486C9A" w:rsidRPr="00146989" w:rsidRDefault="00486C9A" w:rsidP="00336BCB">
            <w:pPr>
              <w:rPr>
                <w:kern w:val="0"/>
              </w:rPr>
            </w:pPr>
          </w:p>
          <w:p w:rsidR="00486C9A" w:rsidRPr="00146989" w:rsidRDefault="00486C9A" w:rsidP="00336BCB">
            <w:pPr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备注</w:t>
            </w:r>
          </w:p>
        </w:tc>
      </w:tr>
      <w:tr w:rsidR="00486C9A" w:rsidRPr="00336BCB" w:rsidTr="00146989">
        <w:trPr>
          <w:trHeight w:val="647"/>
        </w:trPr>
        <w:tc>
          <w:tcPr>
            <w:tcW w:w="527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周次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星期</w:t>
            </w: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节次</w:t>
            </w:r>
          </w:p>
        </w:tc>
        <w:tc>
          <w:tcPr>
            <w:tcW w:w="0" w:type="auto"/>
            <w:vMerge/>
            <w:vAlign w:val="center"/>
          </w:tcPr>
          <w:p w:rsidR="00486C9A" w:rsidRPr="00146989" w:rsidRDefault="00486C9A" w:rsidP="00146989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0" w:type="auto"/>
            <w:vMerge/>
            <w:vAlign w:val="center"/>
          </w:tcPr>
          <w:p w:rsidR="00486C9A" w:rsidRPr="00146989" w:rsidRDefault="00486C9A" w:rsidP="00146989">
            <w:pPr>
              <w:widowControl/>
              <w:jc w:val="left"/>
              <w:rPr>
                <w:kern w:val="0"/>
                <w:sz w:val="20"/>
                <w:szCs w:val="18"/>
              </w:rPr>
            </w:pPr>
          </w:p>
        </w:tc>
        <w:tc>
          <w:tcPr>
            <w:tcW w:w="535" w:type="dxa"/>
          </w:tcPr>
          <w:p w:rsidR="00486C9A" w:rsidRPr="00146989" w:rsidRDefault="00486C9A" w:rsidP="00336BCB">
            <w:pPr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讲课</w:t>
            </w:r>
          </w:p>
        </w:tc>
        <w:tc>
          <w:tcPr>
            <w:tcW w:w="535" w:type="dxa"/>
          </w:tcPr>
          <w:p w:rsidR="00486C9A" w:rsidRPr="00146989" w:rsidRDefault="00486C9A" w:rsidP="00336BCB">
            <w:pPr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实验</w:t>
            </w:r>
          </w:p>
        </w:tc>
        <w:tc>
          <w:tcPr>
            <w:tcW w:w="535" w:type="dxa"/>
          </w:tcPr>
          <w:p w:rsidR="00486C9A" w:rsidRPr="00146989" w:rsidRDefault="00486C9A" w:rsidP="00336BCB">
            <w:pPr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习题</w:t>
            </w:r>
          </w:p>
        </w:tc>
        <w:tc>
          <w:tcPr>
            <w:tcW w:w="0" w:type="auto"/>
            <w:vMerge/>
            <w:vAlign w:val="center"/>
          </w:tcPr>
          <w:p w:rsidR="00486C9A" w:rsidRPr="00146989" w:rsidRDefault="00486C9A" w:rsidP="00146989">
            <w:pPr>
              <w:widowControl/>
              <w:jc w:val="left"/>
              <w:rPr>
                <w:kern w:val="0"/>
              </w:rPr>
            </w:pPr>
          </w:p>
        </w:tc>
      </w:tr>
      <w:tr w:rsidR="00486C9A" w:rsidRPr="00336BCB" w:rsidTr="00146989">
        <w:trPr>
          <w:trHeight w:val="186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1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146989">
            <w:pPr>
              <w:numPr>
                <w:ilvl w:val="0"/>
                <w:numId w:val="27"/>
              </w:numPr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网球的发展史和基本现状</w:t>
            </w:r>
          </w:p>
          <w:p w:rsidR="00486C9A" w:rsidRPr="00146989" w:rsidRDefault="00486C9A" w:rsidP="00336BCB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、学习握拍法和拍球，颠球</w:t>
            </w: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36BCB" w:rsidTr="00146989">
        <w:trPr>
          <w:trHeight w:val="186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36BCB">
            <w:pPr>
              <w:rPr>
                <w:kern w:val="0"/>
              </w:rPr>
            </w:pPr>
          </w:p>
          <w:p w:rsidR="00486C9A" w:rsidRPr="00146989" w:rsidRDefault="00486C9A" w:rsidP="00336BCB">
            <w:pPr>
              <w:rPr>
                <w:kern w:val="0"/>
              </w:rPr>
            </w:pPr>
            <w:r w:rsidRPr="00146989">
              <w:rPr>
                <w:kern w:val="0"/>
              </w:rPr>
              <w:t>1</w:t>
            </w:r>
            <w:r w:rsidRPr="00146989">
              <w:rPr>
                <w:rFonts w:hint="eastAsia"/>
                <w:kern w:val="0"/>
              </w:rPr>
              <w:t>、学习正手抽球的技术动作</w:t>
            </w:r>
          </w:p>
          <w:p w:rsidR="00486C9A" w:rsidRPr="00146989" w:rsidRDefault="00486C9A" w:rsidP="00336BCB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、学习原地正手抽球和原地上步抽球</w:t>
            </w:r>
          </w:p>
          <w:p w:rsidR="00486C9A" w:rsidRPr="00146989" w:rsidRDefault="00486C9A" w:rsidP="00486C9A">
            <w:pPr>
              <w:ind w:firstLineChars="600" w:firstLine="31680"/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36BCB" w:rsidTr="00146989">
        <w:trPr>
          <w:trHeight w:val="1452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3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146989">
            <w:pPr>
              <w:numPr>
                <w:ilvl w:val="0"/>
                <w:numId w:val="28"/>
              </w:numPr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复习上节课所学内容</w:t>
            </w:r>
          </w:p>
          <w:p w:rsidR="00486C9A" w:rsidRPr="00146989" w:rsidRDefault="00486C9A" w:rsidP="00336BCB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、学习正手移动中抽球的步伐</w:t>
            </w: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36BCB" w:rsidTr="00146989">
        <w:trPr>
          <w:trHeight w:val="1398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4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146989">
            <w:pPr>
              <w:numPr>
                <w:ilvl w:val="0"/>
                <w:numId w:val="29"/>
              </w:numPr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复习上节课所学内容</w:t>
            </w:r>
          </w:p>
          <w:p w:rsidR="00486C9A" w:rsidRPr="00146989" w:rsidRDefault="00486C9A" w:rsidP="00336BCB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、学习正手移动抽球</w:t>
            </w: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36BCB" w:rsidTr="00146989">
        <w:trPr>
          <w:trHeight w:val="1416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5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36BCB">
            <w:pPr>
              <w:rPr>
                <w:kern w:val="0"/>
              </w:rPr>
            </w:pPr>
            <w:r w:rsidRPr="00146989">
              <w:rPr>
                <w:kern w:val="0"/>
              </w:rPr>
              <w:t>1</w:t>
            </w:r>
            <w:r w:rsidRPr="00146989">
              <w:rPr>
                <w:rFonts w:hint="eastAsia"/>
                <w:kern w:val="0"/>
              </w:rPr>
              <w:t>、复习上节课所学内容</w:t>
            </w:r>
          </w:p>
          <w:p w:rsidR="00486C9A" w:rsidRPr="00146989" w:rsidRDefault="00486C9A" w:rsidP="00336BCB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、学习双手反手抽球的技术动作</w:t>
            </w: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36BCB" w:rsidTr="00146989">
        <w:trPr>
          <w:trHeight w:val="1381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6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36BCB">
            <w:pPr>
              <w:rPr>
                <w:kern w:val="0"/>
              </w:rPr>
            </w:pPr>
          </w:p>
          <w:p w:rsidR="00486C9A" w:rsidRPr="00146989" w:rsidRDefault="00486C9A" w:rsidP="00336BCB">
            <w:pPr>
              <w:rPr>
                <w:kern w:val="0"/>
              </w:rPr>
            </w:pPr>
            <w:r w:rsidRPr="00146989">
              <w:rPr>
                <w:kern w:val="0"/>
              </w:rPr>
              <w:t>1</w:t>
            </w:r>
            <w:r w:rsidRPr="00146989">
              <w:rPr>
                <w:rFonts w:hint="eastAsia"/>
                <w:kern w:val="0"/>
              </w:rPr>
              <w:t>、复习上节课所学内容</w:t>
            </w:r>
          </w:p>
          <w:p w:rsidR="00486C9A" w:rsidRPr="00146989" w:rsidRDefault="00486C9A" w:rsidP="00336BCB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、学习双手反手原地抽球和双手反手原地上步抽球</w:t>
            </w:r>
            <w:r w:rsidRPr="00146989">
              <w:rPr>
                <w:kern w:val="0"/>
              </w:rPr>
              <w:br/>
            </w: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36BCB" w:rsidTr="00146989">
        <w:trPr>
          <w:trHeight w:val="1399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7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36BCB">
            <w:pPr>
              <w:rPr>
                <w:kern w:val="0"/>
              </w:rPr>
            </w:pPr>
            <w:r w:rsidRPr="00146989">
              <w:rPr>
                <w:kern w:val="0"/>
              </w:rPr>
              <w:t>1</w:t>
            </w:r>
            <w:r w:rsidRPr="00146989">
              <w:rPr>
                <w:rFonts w:hint="eastAsia"/>
                <w:kern w:val="0"/>
              </w:rPr>
              <w:t>、复习上节课所学内容</w:t>
            </w:r>
          </w:p>
          <w:p w:rsidR="00486C9A" w:rsidRPr="00146989" w:rsidRDefault="00486C9A" w:rsidP="00336BCB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、双反的移动中抽球的步伐</w:t>
            </w: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36BCB" w:rsidTr="00146989">
        <w:trPr>
          <w:trHeight w:val="186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8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36BCB">
            <w:pPr>
              <w:rPr>
                <w:kern w:val="0"/>
              </w:rPr>
            </w:pPr>
          </w:p>
          <w:p w:rsidR="00486C9A" w:rsidRPr="00146989" w:rsidRDefault="00486C9A" w:rsidP="00146989">
            <w:pPr>
              <w:numPr>
                <w:ilvl w:val="0"/>
                <w:numId w:val="30"/>
              </w:numPr>
              <w:rPr>
                <w:kern w:val="0"/>
              </w:rPr>
            </w:pPr>
            <w:r w:rsidRPr="00146989">
              <w:rPr>
                <w:rFonts w:hint="eastAsia"/>
                <w:kern w:val="0"/>
              </w:rPr>
              <w:t>复习上节课所学内容</w:t>
            </w:r>
          </w:p>
          <w:p w:rsidR="00486C9A" w:rsidRPr="00146989" w:rsidRDefault="00486C9A" w:rsidP="00336BCB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、学习双反的移动抽球</w:t>
            </w:r>
          </w:p>
          <w:p w:rsidR="00486C9A" w:rsidRPr="00146989" w:rsidRDefault="00486C9A" w:rsidP="00336BCB">
            <w:pPr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36BCB" w:rsidTr="00146989">
        <w:trPr>
          <w:trHeight w:val="186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9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36BCB">
            <w:pPr>
              <w:rPr>
                <w:kern w:val="0"/>
              </w:rPr>
            </w:pPr>
          </w:p>
          <w:p w:rsidR="00486C9A" w:rsidRPr="00146989" w:rsidRDefault="00486C9A" w:rsidP="00336BCB">
            <w:pPr>
              <w:rPr>
                <w:rFonts w:ascii="宋体"/>
                <w:kern w:val="0"/>
              </w:rPr>
            </w:pPr>
            <w:r w:rsidRPr="00146989">
              <w:rPr>
                <w:rFonts w:ascii="宋体" w:hAnsi="宋体"/>
                <w:kern w:val="0"/>
              </w:rPr>
              <w:t>1</w:t>
            </w:r>
            <w:r w:rsidRPr="00146989">
              <w:rPr>
                <w:rFonts w:ascii="宋体" w:hAnsi="宋体" w:hint="eastAsia"/>
                <w:kern w:val="0"/>
              </w:rPr>
              <w:t>、复习上节课所学内容</w:t>
            </w:r>
          </w:p>
          <w:p w:rsidR="00486C9A" w:rsidRPr="00146989" w:rsidRDefault="00486C9A" w:rsidP="00146989">
            <w:pPr>
              <w:numPr>
                <w:ilvl w:val="0"/>
                <w:numId w:val="30"/>
              </w:numPr>
              <w:rPr>
                <w:rFonts w:ascii="宋体"/>
                <w:kern w:val="0"/>
              </w:rPr>
            </w:pPr>
            <w:r w:rsidRPr="00146989">
              <w:rPr>
                <w:rFonts w:ascii="宋体" w:hAnsi="宋体" w:hint="eastAsia"/>
                <w:kern w:val="0"/>
              </w:rPr>
              <w:t>学习正反手交替抽球</w:t>
            </w:r>
          </w:p>
          <w:p w:rsidR="00486C9A" w:rsidRPr="00146989" w:rsidRDefault="00486C9A" w:rsidP="00336BCB">
            <w:pPr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36BCB" w:rsidTr="00146989">
        <w:trPr>
          <w:trHeight w:val="186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10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36BCB">
            <w:pPr>
              <w:rPr>
                <w:kern w:val="0"/>
              </w:rPr>
            </w:pPr>
          </w:p>
          <w:p w:rsidR="00486C9A" w:rsidRPr="00146989" w:rsidRDefault="00486C9A" w:rsidP="00336BCB">
            <w:pPr>
              <w:rPr>
                <w:rFonts w:ascii="宋体"/>
                <w:kern w:val="0"/>
              </w:rPr>
            </w:pPr>
            <w:r w:rsidRPr="00146989">
              <w:rPr>
                <w:rFonts w:ascii="宋体" w:hAnsi="宋体"/>
                <w:kern w:val="0"/>
              </w:rPr>
              <w:t>1</w:t>
            </w:r>
            <w:r w:rsidRPr="00146989">
              <w:rPr>
                <w:rFonts w:ascii="宋体" w:hAnsi="宋体" w:hint="eastAsia"/>
                <w:kern w:val="0"/>
              </w:rPr>
              <w:t>、复习上节课所学内容</w:t>
            </w:r>
          </w:p>
          <w:p w:rsidR="00486C9A" w:rsidRPr="00146989" w:rsidRDefault="00486C9A" w:rsidP="00336BCB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、学习裁判规则和教学比赛</w:t>
            </w:r>
          </w:p>
          <w:p w:rsidR="00486C9A" w:rsidRPr="00146989" w:rsidRDefault="00486C9A" w:rsidP="00336BCB">
            <w:pPr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36BCB" w:rsidTr="00146989">
        <w:trPr>
          <w:trHeight w:val="1597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11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36BCB">
            <w:pPr>
              <w:rPr>
                <w:kern w:val="0"/>
              </w:rPr>
            </w:pPr>
          </w:p>
          <w:p w:rsidR="00486C9A" w:rsidRPr="00146989" w:rsidRDefault="00486C9A" w:rsidP="00336BCB">
            <w:pPr>
              <w:rPr>
                <w:rFonts w:ascii="宋体"/>
                <w:kern w:val="0"/>
              </w:rPr>
            </w:pPr>
            <w:r w:rsidRPr="00146989">
              <w:rPr>
                <w:rFonts w:ascii="宋体" w:hAnsi="宋体"/>
                <w:kern w:val="0"/>
              </w:rPr>
              <w:t>1</w:t>
            </w:r>
            <w:r w:rsidRPr="00146989">
              <w:rPr>
                <w:rFonts w:ascii="宋体" w:hAnsi="宋体" w:hint="eastAsia"/>
                <w:kern w:val="0"/>
              </w:rPr>
              <w:t>、复习正反手交替抽球</w:t>
            </w:r>
          </w:p>
          <w:p w:rsidR="00486C9A" w:rsidRPr="00146989" w:rsidRDefault="00486C9A" w:rsidP="00336BCB">
            <w:pPr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  <w:r w:rsidRPr="00146989">
              <w:rPr>
                <w:rFonts w:hint="eastAsia"/>
                <w:kern w:val="0"/>
              </w:rPr>
              <w:t>、教学比赛</w:t>
            </w: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36BCB" w:rsidTr="00146989">
        <w:trPr>
          <w:trHeight w:val="1497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  <w:r w:rsidRPr="00146989">
              <w:rPr>
                <w:kern w:val="0"/>
              </w:rPr>
              <w:t>12</w:t>
            </w: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4A0CDE">
            <w:pPr>
              <w:rPr>
                <w:kern w:val="0"/>
                <w:szCs w:val="21"/>
              </w:rPr>
            </w:pPr>
            <w:r w:rsidRPr="00146989">
              <w:rPr>
                <w:kern w:val="0"/>
                <w:szCs w:val="21"/>
              </w:rPr>
              <w:t>1</w:t>
            </w:r>
            <w:r w:rsidRPr="00146989">
              <w:rPr>
                <w:rFonts w:hint="eastAsia"/>
                <w:kern w:val="0"/>
                <w:szCs w:val="21"/>
              </w:rPr>
              <w:t>、准备活动</w:t>
            </w:r>
          </w:p>
          <w:p w:rsidR="00486C9A" w:rsidRPr="00146989" w:rsidRDefault="00486C9A" w:rsidP="004A0CDE">
            <w:pPr>
              <w:rPr>
                <w:kern w:val="0"/>
                <w:szCs w:val="21"/>
              </w:rPr>
            </w:pPr>
            <w:bookmarkStart w:id="0" w:name="_GoBack"/>
            <w:bookmarkEnd w:id="0"/>
            <w:r w:rsidRPr="00146989">
              <w:rPr>
                <w:kern w:val="0"/>
                <w:szCs w:val="21"/>
              </w:rPr>
              <w:t>2</w:t>
            </w:r>
            <w:r w:rsidRPr="00146989">
              <w:rPr>
                <w:rFonts w:hint="eastAsia"/>
                <w:kern w:val="0"/>
                <w:szCs w:val="21"/>
              </w:rPr>
              <w:t>、专项考试</w:t>
            </w: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  <w:r w:rsidRPr="00146989">
              <w:rPr>
                <w:kern w:val="0"/>
              </w:rPr>
              <w:t>2</w:t>
            </w: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36BCB" w:rsidTr="00146989">
        <w:trPr>
          <w:trHeight w:val="1318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36BCB">
            <w:pPr>
              <w:rPr>
                <w:kern w:val="0"/>
              </w:rPr>
            </w:pPr>
          </w:p>
          <w:p w:rsidR="00486C9A" w:rsidRPr="00146989" w:rsidRDefault="00486C9A" w:rsidP="00336BCB">
            <w:pPr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36BCB" w:rsidTr="00146989">
        <w:trPr>
          <w:trHeight w:val="1357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36BCB">
            <w:pPr>
              <w:rPr>
                <w:rFonts w:ascii="宋体"/>
                <w:kern w:val="0"/>
              </w:rPr>
            </w:pPr>
          </w:p>
          <w:p w:rsidR="00486C9A" w:rsidRPr="00146989" w:rsidRDefault="00486C9A" w:rsidP="00336BCB">
            <w:pPr>
              <w:rPr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36BCB" w:rsidTr="00146989">
        <w:trPr>
          <w:trHeight w:val="1376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36BCB">
            <w:pPr>
              <w:rPr>
                <w:rFonts w:ascii="宋体"/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36BCB" w:rsidTr="00146989">
        <w:trPr>
          <w:trHeight w:val="1318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36BCB">
            <w:pPr>
              <w:rPr>
                <w:rFonts w:ascii="宋体"/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36BCB" w:rsidTr="00146989">
        <w:trPr>
          <w:trHeight w:val="1396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36BCB">
            <w:pPr>
              <w:rPr>
                <w:rFonts w:ascii="宋体"/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  <w:tr w:rsidR="00486C9A" w:rsidRPr="00336BCB" w:rsidTr="00146989">
        <w:trPr>
          <w:trHeight w:val="1415"/>
        </w:trPr>
        <w:tc>
          <w:tcPr>
            <w:tcW w:w="527" w:type="dxa"/>
          </w:tcPr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  <w:p w:rsidR="00486C9A" w:rsidRPr="00146989" w:rsidRDefault="00486C9A" w:rsidP="00146989">
            <w:pPr>
              <w:jc w:val="center"/>
              <w:rPr>
                <w:kern w:val="0"/>
              </w:rPr>
            </w:pPr>
          </w:p>
        </w:tc>
        <w:tc>
          <w:tcPr>
            <w:tcW w:w="474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93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4246" w:type="dxa"/>
            <w:vAlign w:val="center"/>
          </w:tcPr>
          <w:p w:rsidR="00486C9A" w:rsidRPr="00146989" w:rsidRDefault="00486C9A" w:rsidP="00336BCB">
            <w:pPr>
              <w:rPr>
                <w:rFonts w:ascii="宋体"/>
                <w:kern w:val="0"/>
              </w:rPr>
            </w:pPr>
          </w:p>
        </w:tc>
        <w:tc>
          <w:tcPr>
            <w:tcW w:w="87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535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  <w:tc>
          <w:tcPr>
            <w:tcW w:w="902" w:type="dxa"/>
          </w:tcPr>
          <w:p w:rsidR="00486C9A" w:rsidRPr="00146989" w:rsidRDefault="00486C9A" w:rsidP="00146989">
            <w:pPr>
              <w:spacing w:line="240" w:lineRule="atLeast"/>
              <w:rPr>
                <w:kern w:val="0"/>
              </w:rPr>
            </w:pPr>
          </w:p>
        </w:tc>
      </w:tr>
    </w:tbl>
    <w:p w:rsidR="00486C9A" w:rsidRPr="00336BCB" w:rsidRDefault="00486C9A" w:rsidP="00336BCB"/>
    <w:p w:rsidR="00486C9A" w:rsidRDefault="00486C9A"/>
    <w:sectPr w:rsidR="00486C9A" w:rsidSect="00D369C0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C9A" w:rsidRDefault="00486C9A" w:rsidP="003A5D9E">
      <w:r>
        <w:separator/>
      </w:r>
    </w:p>
  </w:endnote>
  <w:endnote w:type="continuationSeparator" w:id="1">
    <w:p w:rsidR="00486C9A" w:rsidRDefault="00486C9A" w:rsidP="003A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C9A" w:rsidRDefault="00486C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C9A" w:rsidRDefault="00486C9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C9A" w:rsidRDefault="00486C9A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C9A" w:rsidRDefault="00486C9A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C9A" w:rsidRDefault="00486C9A">
    <w:pPr>
      <w:pStyle w:val="Foo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C9A" w:rsidRDefault="00486C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C9A" w:rsidRDefault="00486C9A" w:rsidP="003A5D9E">
      <w:r>
        <w:separator/>
      </w:r>
    </w:p>
  </w:footnote>
  <w:footnote w:type="continuationSeparator" w:id="1">
    <w:p w:rsidR="00486C9A" w:rsidRDefault="00486C9A" w:rsidP="003A5D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C9A" w:rsidRDefault="00486C9A" w:rsidP="00120F97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C9A" w:rsidRDefault="00486C9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C9A" w:rsidRDefault="00486C9A" w:rsidP="009537B3">
    <w:pPr>
      <w:pStyle w:val="Header"/>
      <w:pBdr>
        <w:bottom w:val="none" w:sz="0" w:space="0" w:color="auto"/>
      </w:pBd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C9A" w:rsidRDefault="00486C9A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C9A" w:rsidRDefault="00486C9A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C9A" w:rsidRDefault="00486C9A" w:rsidP="009537B3">
    <w:pPr>
      <w:pStyle w:val="Header"/>
      <w:pBdr>
        <w:bottom w:val="none" w:sz="0" w:space="0" w:color="auto"/>
      </w:pBd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C9A" w:rsidRDefault="00486C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69F2"/>
    <w:multiLevelType w:val="hybridMultilevel"/>
    <w:tmpl w:val="FA424434"/>
    <w:lvl w:ilvl="0" w:tplc="E630869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9A66346"/>
    <w:multiLevelType w:val="hybridMultilevel"/>
    <w:tmpl w:val="AFD4F59A"/>
    <w:lvl w:ilvl="0" w:tplc="BF549FD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4970C4C0">
      <w:start w:val="4"/>
      <w:numFmt w:val="decimal"/>
      <w:lvlText w:val="%2，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ACC5C21"/>
    <w:multiLevelType w:val="hybridMultilevel"/>
    <w:tmpl w:val="502653B8"/>
    <w:lvl w:ilvl="0" w:tplc="B6046C3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0C850BDE"/>
    <w:multiLevelType w:val="hybridMultilevel"/>
    <w:tmpl w:val="7FBAA22E"/>
    <w:lvl w:ilvl="0" w:tplc="844E2FF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1B43177D"/>
    <w:multiLevelType w:val="hybridMultilevel"/>
    <w:tmpl w:val="8FFAE7E2"/>
    <w:lvl w:ilvl="0" w:tplc="9B62A4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26246B7B"/>
    <w:multiLevelType w:val="hybridMultilevel"/>
    <w:tmpl w:val="E542C416"/>
    <w:lvl w:ilvl="0" w:tplc="13A4EF5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743652C"/>
    <w:multiLevelType w:val="hybridMultilevel"/>
    <w:tmpl w:val="763656DC"/>
    <w:lvl w:ilvl="0" w:tplc="EC4A5F4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2DA67FB7"/>
    <w:multiLevelType w:val="hybridMultilevel"/>
    <w:tmpl w:val="A154C2C6"/>
    <w:lvl w:ilvl="0" w:tplc="E2DC8EB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2FE10F05"/>
    <w:multiLevelType w:val="hybridMultilevel"/>
    <w:tmpl w:val="626409F6"/>
    <w:lvl w:ilvl="0" w:tplc="716C97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39D574D"/>
    <w:multiLevelType w:val="hybridMultilevel"/>
    <w:tmpl w:val="8DAEE3D0"/>
    <w:lvl w:ilvl="0" w:tplc="D67016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341A063C"/>
    <w:multiLevelType w:val="hybridMultilevel"/>
    <w:tmpl w:val="13981A8E"/>
    <w:lvl w:ilvl="0" w:tplc="FAEE1CC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37E46032"/>
    <w:multiLevelType w:val="hybridMultilevel"/>
    <w:tmpl w:val="DB5291FE"/>
    <w:lvl w:ilvl="0" w:tplc="FC9A4B3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>
    <w:nsid w:val="38C344C1"/>
    <w:multiLevelType w:val="hybridMultilevel"/>
    <w:tmpl w:val="2B6ACAFA"/>
    <w:lvl w:ilvl="0" w:tplc="54F244E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>
    <w:nsid w:val="3C26454C"/>
    <w:multiLevelType w:val="hybridMultilevel"/>
    <w:tmpl w:val="4C34F3C4"/>
    <w:lvl w:ilvl="0" w:tplc="21D0929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3D1505D2"/>
    <w:multiLevelType w:val="hybridMultilevel"/>
    <w:tmpl w:val="57248136"/>
    <w:lvl w:ilvl="0" w:tplc="D390C5A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>
    <w:nsid w:val="425C7D09"/>
    <w:multiLevelType w:val="hybridMultilevel"/>
    <w:tmpl w:val="78BEA5A4"/>
    <w:lvl w:ilvl="0" w:tplc="A8F68AC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4A2832E5"/>
    <w:multiLevelType w:val="hybridMultilevel"/>
    <w:tmpl w:val="8D880B28"/>
    <w:lvl w:ilvl="0" w:tplc="9342D22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>
    <w:nsid w:val="4B484439"/>
    <w:multiLevelType w:val="hybridMultilevel"/>
    <w:tmpl w:val="3BE8A9BC"/>
    <w:lvl w:ilvl="0" w:tplc="BC7677C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>
    <w:nsid w:val="500A4C5D"/>
    <w:multiLevelType w:val="hybridMultilevel"/>
    <w:tmpl w:val="2E108D88"/>
    <w:lvl w:ilvl="0" w:tplc="2F5EAE8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2165579"/>
    <w:multiLevelType w:val="hybridMultilevel"/>
    <w:tmpl w:val="9BF47E86"/>
    <w:lvl w:ilvl="0" w:tplc="48F65C1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2182916"/>
    <w:multiLevelType w:val="hybridMultilevel"/>
    <w:tmpl w:val="56B00A7C"/>
    <w:lvl w:ilvl="0" w:tplc="7CEE21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>
    <w:nsid w:val="582F46EC"/>
    <w:multiLevelType w:val="hybridMultilevel"/>
    <w:tmpl w:val="4628C03E"/>
    <w:lvl w:ilvl="0" w:tplc="3222CF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>
    <w:nsid w:val="593A4D58"/>
    <w:multiLevelType w:val="hybridMultilevel"/>
    <w:tmpl w:val="C95C634A"/>
    <w:lvl w:ilvl="0" w:tplc="6FFEE80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>
    <w:nsid w:val="5DA97726"/>
    <w:multiLevelType w:val="hybridMultilevel"/>
    <w:tmpl w:val="353A731C"/>
    <w:lvl w:ilvl="0" w:tplc="6786009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0980342"/>
    <w:multiLevelType w:val="hybridMultilevel"/>
    <w:tmpl w:val="36B62BB4"/>
    <w:lvl w:ilvl="0" w:tplc="54B28D6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5">
    <w:nsid w:val="64097AE1"/>
    <w:multiLevelType w:val="hybridMultilevel"/>
    <w:tmpl w:val="423412FA"/>
    <w:lvl w:ilvl="0" w:tplc="732E2AD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EFE4482"/>
    <w:multiLevelType w:val="hybridMultilevel"/>
    <w:tmpl w:val="164244F0"/>
    <w:lvl w:ilvl="0" w:tplc="0DBC641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9C98D942">
      <w:start w:val="3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cs="Times New Roman"/>
        <w:sz w:val="21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0747020"/>
    <w:multiLevelType w:val="hybridMultilevel"/>
    <w:tmpl w:val="F0F47C32"/>
    <w:lvl w:ilvl="0" w:tplc="21AC0A7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7D60DAC"/>
    <w:multiLevelType w:val="hybridMultilevel"/>
    <w:tmpl w:val="90AEF520"/>
    <w:lvl w:ilvl="0" w:tplc="6146274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EB243C2"/>
    <w:multiLevelType w:val="hybridMultilevel"/>
    <w:tmpl w:val="EFE24850"/>
    <w:lvl w:ilvl="0" w:tplc="F88A8B2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7"/>
  </w:num>
  <w:num w:numId="13">
    <w:abstractNumId w:val="16"/>
  </w:num>
  <w:num w:numId="14">
    <w:abstractNumId w:val="7"/>
  </w:num>
  <w:num w:numId="15">
    <w:abstractNumId w:val="20"/>
  </w:num>
  <w:num w:numId="16">
    <w:abstractNumId w:val="14"/>
  </w:num>
  <w:num w:numId="17">
    <w:abstractNumId w:val="13"/>
  </w:num>
  <w:num w:numId="18">
    <w:abstractNumId w:val="29"/>
  </w:num>
  <w:num w:numId="19">
    <w:abstractNumId w:val="22"/>
  </w:num>
  <w:num w:numId="20">
    <w:abstractNumId w:val="15"/>
  </w:num>
  <w:num w:numId="21">
    <w:abstractNumId w:val="0"/>
  </w:num>
  <w:num w:numId="22">
    <w:abstractNumId w:val="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2"/>
  </w:num>
  <w:num w:numId="29">
    <w:abstractNumId w:val="11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2DC9"/>
    <w:rsid w:val="000D2CE5"/>
    <w:rsid w:val="00120F97"/>
    <w:rsid w:val="00146989"/>
    <w:rsid w:val="00320986"/>
    <w:rsid w:val="00336BCB"/>
    <w:rsid w:val="003A5D9E"/>
    <w:rsid w:val="003F0175"/>
    <w:rsid w:val="003F2DC9"/>
    <w:rsid w:val="00421FA3"/>
    <w:rsid w:val="00426224"/>
    <w:rsid w:val="00474D07"/>
    <w:rsid w:val="00486C9A"/>
    <w:rsid w:val="004A0CDE"/>
    <w:rsid w:val="004F124A"/>
    <w:rsid w:val="00674194"/>
    <w:rsid w:val="008A1870"/>
    <w:rsid w:val="008C1EFB"/>
    <w:rsid w:val="008F65D3"/>
    <w:rsid w:val="009537B3"/>
    <w:rsid w:val="00A803F2"/>
    <w:rsid w:val="00AF62CE"/>
    <w:rsid w:val="00BA056E"/>
    <w:rsid w:val="00D369C0"/>
    <w:rsid w:val="00D91902"/>
    <w:rsid w:val="00E5123D"/>
    <w:rsid w:val="00F84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D9E"/>
    <w:pPr>
      <w:widowControl w:val="0"/>
      <w:jc w:val="both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A5D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A5D9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A5D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A5D9E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320986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uiPriority w:val="99"/>
    <w:rsid w:val="00336BCB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12</Pages>
  <Words>803</Words>
  <Characters>4582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</dc:creator>
  <cp:keywords/>
  <dc:description/>
  <cp:lastModifiedBy>User</cp:lastModifiedBy>
  <cp:revision>12</cp:revision>
  <dcterms:created xsi:type="dcterms:W3CDTF">2014-09-10T01:19:00Z</dcterms:created>
  <dcterms:modified xsi:type="dcterms:W3CDTF">2014-09-10T09:40:00Z</dcterms:modified>
</cp:coreProperties>
</file>