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B5" w:rsidRPr="00593F67" w:rsidRDefault="009769B5" w:rsidP="009F35EE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>至</w:t>
      </w:r>
      <w:r w:rsidRPr="00593F67">
        <w:rPr>
          <w:rFonts w:ascii="宋体" w:hAnsi="宋体"/>
          <w:b/>
          <w:sz w:val="28"/>
        </w:rPr>
        <w:t>20</w:t>
      </w:r>
      <w:r>
        <w:rPr>
          <w:rFonts w:ascii="宋体" w:hAnsi="宋体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>学年</w:t>
      </w:r>
      <w:r w:rsidRPr="00593F67">
        <w:rPr>
          <w:rFonts w:ascii="宋体" w:hAnsi="宋体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>一</w:t>
      </w:r>
      <w:r w:rsidRPr="00593F67">
        <w:rPr>
          <w:rFonts w:ascii="宋体" w:hAnsi="宋体" w:hint="eastAsia"/>
          <w:b/>
          <w:sz w:val="28"/>
        </w:rPr>
        <w:t>学期</w:t>
      </w:r>
    </w:p>
    <w:p w:rsidR="009769B5" w:rsidRDefault="009769B5" w:rsidP="009F35EE">
      <w:pPr>
        <w:jc w:val="center"/>
        <w:rPr>
          <w:b/>
        </w:rPr>
      </w:pPr>
    </w:p>
    <w:p w:rsidR="009769B5" w:rsidRDefault="009769B5" w:rsidP="009F35EE">
      <w:pPr>
        <w:jc w:val="center"/>
        <w:rPr>
          <w:b/>
        </w:rPr>
      </w:pPr>
    </w:p>
    <w:p w:rsidR="009769B5" w:rsidRDefault="009769B5" w:rsidP="009F35E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769B5" w:rsidRDefault="009769B5" w:rsidP="009F35EE">
      <w:pPr>
        <w:spacing w:line="480" w:lineRule="auto"/>
        <w:jc w:val="center"/>
        <w:rPr>
          <w:bCs/>
          <w:sz w:val="28"/>
        </w:rPr>
      </w:pPr>
    </w:p>
    <w:p w:rsidR="009769B5" w:rsidRDefault="009769B5" w:rsidP="009F35E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E954B3">
        <w:rPr>
          <w:bCs/>
          <w:sz w:val="28"/>
          <w:u w:val="single"/>
        </w:rPr>
        <w:t xml:space="preserve"> </w:t>
      </w:r>
      <w:r w:rsidRPr="00E954B3">
        <w:rPr>
          <w:rFonts w:hint="eastAsia"/>
          <w:bCs/>
          <w:sz w:val="28"/>
          <w:u w:val="single"/>
        </w:rPr>
        <w:t>＿太极拳＿＿</w:t>
      </w:r>
      <w:r w:rsidRPr="00E954B3">
        <w:rPr>
          <w:bCs/>
          <w:sz w:val="28"/>
          <w:u w:val="single"/>
        </w:rPr>
        <w:t xml:space="preserve"> </w:t>
      </w:r>
      <w:r w:rsidRPr="00E954B3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性质＿</w:t>
      </w:r>
      <w:r>
        <w:rPr>
          <w:rFonts w:hint="eastAsia"/>
          <w:bCs/>
          <w:sz w:val="28"/>
          <w:u w:val="single"/>
        </w:rPr>
        <w:t>必</w:t>
      </w:r>
      <w:r w:rsidRPr="00D7038C">
        <w:rPr>
          <w:rFonts w:hint="eastAsia"/>
          <w:bCs/>
          <w:sz w:val="28"/>
          <w:u w:val="single"/>
        </w:rPr>
        <w:t>修</w:t>
      </w:r>
      <w:r>
        <w:rPr>
          <w:rFonts w:hint="eastAsia"/>
          <w:bCs/>
          <w:sz w:val="28"/>
        </w:rPr>
        <w:t>＿＿</w:t>
      </w:r>
    </w:p>
    <w:p w:rsidR="009769B5" w:rsidRDefault="009769B5" w:rsidP="009F35E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E954B3"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>32</w:t>
      </w:r>
      <w:r w:rsidRPr="00E954B3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讲课＿＿实验＿＿其它＿＿＿＿＿＿</w:t>
      </w:r>
    </w:p>
    <w:p w:rsidR="009769B5" w:rsidRDefault="009769B5" w:rsidP="009F35E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E954B3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大二年级</w:t>
      </w:r>
      <w:r w:rsidRPr="00E954B3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学生人数＿＿＿＿＿＿＿</w:t>
      </w:r>
    </w:p>
    <w:p w:rsidR="009769B5" w:rsidRPr="00E954B3" w:rsidRDefault="009769B5" w:rsidP="009F35EE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任课教师</w:t>
      </w:r>
      <w:r w:rsidRPr="00E954B3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闫保庆</w:t>
      </w:r>
      <w:r w:rsidRPr="00E954B3">
        <w:rPr>
          <w:rFonts w:hint="eastAsia"/>
          <w:bCs/>
          <w:sz w:val="28"/>
          <w:u w:val="single"/>
        </w:rPr>
        <w:t>＿＿</w:t>
      </w:r>
      <w:r>
        <w:rPr>
          <w:rFonts w:hint="eastAsia"/>
          <w:bCs/>
          <w:sz w:val="28"/>
        </w:rPr>
        <w:t>＿职称</w:t>
      </w:r>
      <w:r w:rsidRPr="00E954B3">
        <w:rPr>
          <w:bCs/>
          <w:sz w:val="28"/>
          <w:u w:val="single"/>
        </w:rPr>
        <w:t xml:space="preserve">  </w:t>
      </w:r>
      <w:r w:rsidRPr="00E954B3">
        <w:rPr>
          <w:rFonts w:hint="eastAsia"/>
          <w:bCs/>
          <w:sz w:val="28"/>
          <w:u w:val="single"/>
        </w:rPr>
        <w:t>副教授＿＿＿＿＿</w:t>
      </w:r>
    </w:p>
    <w:p w:rsidR="009769B5" w:rsidRPr="00E954B3" w:rsidRDefault="009769B5" w:rsidP="009F35EE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 w:rsidRPr="00D7038C">
        <w:rPr>
          <w:bCs/>
          <w:sz w:val="28"/>
        </w:rPr>
        <w:t>__</w:t>
      </w:r>
      <w:r w:rsidRPr="00E954B3">
        <w:rPr>
          <w:rFonts w:hint="eastAsia"/>
          <w:bCs/>
          <w:sz w:val="28"/>
          <w:u w:val="single"/>
        </w:rPr>
        <w:t>体育教学部</w:t>
      </w:r>
      <w:r w:rsidRPr="00D7038C">
        <w:rPr>
          <w:bCs/>
          <w:sz w:val="28"/>
        </w:rPr>
        <w:t>___________________</w:t>
      </w:r>
    </w:p>
    <w:p w:rsidR="009769B5" w:rsidRDefault="009769B5" w:rsidP="009F35EE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9769B5" w:rsidRDefault="009769B5" w:rsidP="009F35EE">
      <w:pPr>
        <w:rPr>
          <w:sz w:val="28"/>
        </w:rPr>
      </w:pPr>
      <w:r>
        <w:rPr>
          <w:rFonts w:hint="eastAsia"/>
          <w:sz w:val="28"/>
        </w:rPr>
        <w:t xml:space="preserve">　　　　教材名称：太极拳剑标准教程</w:t>
      </w:r>
      <w:r>
        <w:rPr>
          <w:sz w:val="28"/>
        </w:rPr>
        <w:t xml:space="preserve">   </w:t>
      </w:r>
      <w:r>
        <w:rPr>
          <w:rFonts w:hint="eastAsia"/>
          <w:sz w:val="28"/>
        </w:rPr>
        <w:t>作者：李德印</w:t>
      </w:r>
    </w:p>
    <w:p w:rsidR="009769B5" w:rsidRDefault="009769B5" w:rsidP="009F35EE">
      <w:pPr>
        <w:rPr>
          <w:sz w:val="28"/>
        </w:rPr>
      </w:pPr>
      <w:r>
        <w:rPr>
          <w:rFonts w:hint="eastAsia"/>
          <w:sz w:val="28"/>
        </w:rPr>
        <w:t xml:space="preserve">　　　　出版单位：北京体育大学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1999.6 </w:t>
      </w:r>
    </w:p>
    <w:p w:rsidR="009769B5" w:rsidRDefault="009769B5" w:rsidP="009F35EE">
      <w:pPr>
        <w:jc w:val="center"/>
        <w:rPr>
          <w:sz w:val="28"/>
        </w:rPr>
      </w:pPr>
    </w:p>
    <w:p w:rsidR="009769B5" w:rsidRDefault="009769B5" w:rsidP="009F35EE">
      <w:pPr>
        <w:jc w:val="center"/>
        <w:rPr>
          <w:sz w:val="28"/>
        </w:rPr>
      </w:pPr>
    </w:p>
    <w:p w:rsidR="009769B5" w:rsidRDefault="009769B5" w:rsidP="009F35EE">
      <w:pPr>
        <w:jc w:val="center"/>
        <w:rPr>
          <w:sz w:val="28"/>
        </w:rPr>
      </w:pPr>
    </w:p>
    <w:p w:rsidR="009769B5" w:rsidRDefault="009769B5" w:rsidP="009F35E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769B5" w:rsidRDefault="009769B5" w:rsidP="009F35EE">
      <w:pPr>
        <w:rPr>
          <w:rFonts w:ascii="黑体" w:eastAsia="黑体"/>
          <w:sz w:val="24"/>
          <w:szCs w:val="24"/>
        </w:rPr>
      </w:pPr>
    </w:p>
    <w:p w:rsidR="009769B5" w:rsidRDefault="009769B5" w:rsidP="009F35EE">
      <w:pPr>
        <w:rPr>
          <w:rFonts w:ascii="黑体" w:eastAsia="黑体"/>
          <w:sz w:val="24"/>
          <w:szCs w:val="24"/>
        </w:rPr>
      </w:pPr>
    </w:p>
    <w:p w:rsidR="009769B5" w:rsidRDefault="009769B5" w:rsidP="009F35E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写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9769B5" w:rsidRPr="001044AE" w:rsidRDefault="009769B5" w:rsidP="009F35EE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:rsidR="009769B5" w:rsidRDefault="009769B5" w:rsidP="001E315E">
      <w:pPr>
        <w:spacing w:line="300" w:lineRule="auto"/>
        <w:ind w:left="31680" w:hangingChars="150" w:firstLine="31680"/>
      </w:pPr>
      <w:r w:rsidRPr="001044AE">
        <w:rPr>
          <w:rFonts w:ascii="黑体" w:eastAsia="黑体"/>
          <w:sz w:val="24"/>
          <w:szCs w:val="24"/>
        </w:rPr>
        <w:t>2</w:t>
      </w:r>
      <w:r w:rsidRPr="001044AE"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769B5" w:rsidRDefault="009769B5" w:rsidP="001E315E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769B5" w:rsidRDefault="009769B5" w:rsidP="001E315E">
      <w:pPr>
        <w:ind w:left="31680" w:hangingChars="150" w:firstLine="31680"/>
        <w:sectPr w:rsidR="009769B5" w:rsidSect="009212F3">
          <w:pgSz w:w="11907" w:h="16840" w:code="9"/>
          <w:pgMar w:top="1440" w:right="1797" w:bottom="1440" w:left="1797" w:header="851" w:footer="992" w:gutter="0"/>
          <w:cols w:space="425"/>
        </w:sectPr>
      </w:pPr>
      <w: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710"/>
        <w:gridCol w:w="4292"/>
        <w:gridCol w:w="508"/>
        <w:gridCol w:w="508"/>
        <w:gridCol w:w="530"/>
        <w:gridCol w:w="485"/>
        <w:gridCol w:w="820"/>
      </w:tblGrid>
      <w:tr w:rsidR="009769B5" w:rsidTr="009F35EE">
        <w:trPr>
          <w:jc w:val="center"/>
        </w:trPr>
        <w:tc>
          <w:tcPr>
            <w:tcW w:w="1384" w:type="dxa"/>
            <w:gridSpan w:val="2"/>
          </w:tcPr>
          <w:p w:rsidR="009769B5" w:rsidRDefault="009769B5" w:rsidP="00FF0CCB">
            <w:r>
              <w:rPr>
                <w:rFonts w:hint="eastAsia"/>
              </w:rPr>
              <w:t>教学时间</w:t>
            </w:r>
          </w:p>
        </w:tc>
        <w:tc>
          <w:tcPr>
            <w:tcW w:w="4288" w:type="dxa"/>
            <w:vMerge w:val="restart"/>
          </w:tcPr>
          <w:p w:rsidR="009769B5" w:rsidRDefault="009769B5" w:rsidP="00FF0CCB">
            <w:pPr>
              <w:jc w:val="center"/>
            </w:pPr>
          </w:p>
          <w:p w:rsidR="009769B5" w:rsidRDefault="009769B5" w:rsidP="00FF0CCB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08" w:type="dxa"/>
            <w:vMerge w:val="restart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523" w:type="dxa"/>
            <w:gridSpan w:val="3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819" w:type="dxa"/>
            <w:vMerge w:val="restart"/>
          </w:tcPr>
          <w:p w:rsidR="009769B5" w:rsidRDefault="009769B5" w:rsidP="00FF0CCB">
            <w:pPr>
              <w:jc w:val="center"/>
            </w:pPr>
          </w:p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769B5" w:rsidTr="009F35EE">
        <w:trPr>
          <w:jc w:val="center"/>
        </w:trPr>
        <w:tc>
          <w:tcPr>
            <w:tcW w:w="675" w:type="dxa"/>
          </w:tcPr>
          <w:p w:rsidR="009769B5" w:rsidRDefault="009769B5" w:rsidP="00FF0CCB">
            <w:r>
              <w:rPr>
                <w:rFonts w:hint="eastAsia"/>
              </w:rPr>
              <w:t>周次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Default="009769B5" w:rsidP="00FF0CCB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9769B5" w:rsidRDefault="009769B5" w:rsidP="009769B5">
            <w:pPr>
              <w:ind w:left="31680" w:hangingChars="200" w:firstLine="3168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4288" w:type="dxa"/>
            <w:vMerge/>
          </w:tcPr>
          <w:p w:rsidR="009769B5" w:rsidRDefault="009769B5" w:rsidP="00FF0CCB"/>
        </w:tc>
        <w:tc>
          <w:tcPr>
            <w:tcW w:w="508" w:type="dxa"/>
            <w:vMerge/>
          </w:tcPr>
          <w:p w:rsidR="009769B5" w:rsidRDefault="009769B5" w:rsidP="00FF0CCB"/>
        </w:tc>
        <w:tc>
          <w:tcPr>
            <w:tcW w:w="508" w:type="dxa"/>
          </w:tcPr>
          <w:p w:rsidR="009769B5" w:rsidRDefault="009769B5" w:rsidP="00FF0CCB">
            <w:r>
              <w:rPr>
                <w:rFonts w:hint="eastAsia"/>
              </w:rPr>
              <w:t>讲课</w:t>
            </w:r>
          </w:p>
        </w:tc>
        <w:tc>
          <w:tcPr>
            <w:tcW w:w="530" w:type="dxa"/>
          </w:tcPr>
          <w:p w:rsidR="009769B5" w:rsidRDefault="009769B5" w:rsidP="00FF0CCB">
            <w:r>
              <w:rPr>
                <w:rFonts w:hint="eastAsia"/>
              </w:rPr>
              <w:t>实验</w:t>
            </w:r>
          </w:p>
        </w:tc>
        <w:tc>
          <w:tcPr>
            <w:tcW w:w="485" w:type="dxa"/>
          </w:tcPr>
          <w:p w:rsidR="009769B5" w:rsidRDefault="009769B5" w:rsidP="00FF0CCB">
            <w:r>
              <w:rPr>
                <w:rFonts w:hint="eastAsia"/>
              </w:rPr>
              <w:t>习题</w:t>
            </w:r>
          </w:p>
        </w:tc>
        <w:tc>
          <w:tcPr>
            <w:tcW w:w="819" w:type="dxa"/>
            <w:vMerge/>
          </w:tcPr>
          <w:p w:rsidR="009769B5" w:rsidRDefault="009769B5" w:rsidP="00FF0CCB"/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、简介太极拳的特点及锻炼价值。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式太极拳的基本手法、步型、步法。</w:t>
            </w:r>
          </w:p>
          <w:p w:rsidR="009769B5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、身体素质练习；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4</w:t>
            </w:r>
            <w:r w:rsidRPr="009F35EE">
              <w:rPr>
                <w:rFonts w:hint="eastAsia"/>
                <w:sz w:val="24"/>
                <w:szCs w:val="24"/>
              </w:rPr>
              <w:t>、安全教育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式太极拳的基本手法、步型、步法。</w:t>
            </w:r>
          </w:p>
          <w:p w:rsidR="009769B5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式太极拳第一组动作：起式；野马分鬃；白鹤亮翅。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式太极拳第二组动作：搂膝拗步；手挥琵芭；左右倒卷耾。</w:t>
            </w:r>
          </w:p>
          <w:p w:rsidR="009769B5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式太极拳第一组动作至第二组动作。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式太极拳第三组动作：左揽雀尾；右揽雀尾。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式太极拳第一组动作至第三组动作。。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式太极拳第四组动作：单鞭；云手；单鞭。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式太极拳第一组动作至第四组动作。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式太极拳第五组动作：高探马；右蹬脚；双风灌耳；转身左蹬脚。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、复习第一至第五组动作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trHeight w:val="914"/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rFonts w:hint="eastAsia"/>
                <w:sz w:val="24"/>
                <w:szCs w:val="24"/>
              </w:rPr>
              <w:t>身体素质测试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式太极拳第一组动作至第五组动作。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式太极拳第六组动作：左下势独立；右下势独立。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式太极拳第一组动作至第六组动作。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式太极拳第七组动作：左穿梭；右左穿梭；海底针；闪通臂。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5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式太极拳第一组动作至第七组动作。</w:t>
            </w:r>
          </w:p>
          <w:p w:rsidR="009769B5" w:rsidRPr="009F35EE" w:rsidRDefault="009769B5" w:rsidP="009769B5">
            <w:pPr>
              <w:ind w:left="31680" w:hangingChars="10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、学习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式太极拳第八组动作：转身搬揽捶；如风似闭；十字手；收势。</w:t>
            </w:r>
          </w:p>
          <w:p w:rsidR="009769B5" w:rsidRPr="009F35EE" w:rsidRDefault="009769B5" w:rsidP="009769B5">
            <w:pPr>
              <w:ind w:left="31680" w:hangingChars="100" w:firstLine="31680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3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9769B5">
            <w:pPr>
              <w:ind w:left="31680" w:hangingChars="100" w:firstLine="31680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太极拳整套动作。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、身体素质练习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太极拳整套动作。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、预考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</w:t>
            </w:r>
            <w:r w:rsidRPr="009F35EE">
              <w:rPr>
                <w:rFonts w:hint="eastAsia"/>
                <w:sz w:val="24"/>
                <w:szCs w:val="24"/>
              </w:rPr>
              <w:t>、复习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太极拳整套动作。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  <w:r w:rsidRPr="009F35EE">
              <w:rPr>
                <w:rFonts w:hint="eastAsia"/>
                <w:sz w:val="24"/>
                <w:szCs w:val="24"/>
              </w:rPr>
              <w:t>、考试</w:t>
            </w:r>
            <w:r w:rsidRPr="009F35EE">
              <w:rPr>
                <w:sz w:val="24"/>
                <w:szCs w:val="24"/>
              </w:rPr>
              <w:t>24</w:t>
            </w:r>
            <w:r w:rsidRPr="009F35EE">
              <w:rPr>
                <w:rFonts w:hint="eastAsia"/>
                <w:sz w:val="24"/>
                <w:szCs w:val="24"/>
              </w:rPr>
              <w:t>太极拳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rFonts w:hint="eastAsia"/>
                <w:sz w:val="24"/>
                <w:szCs w:val="24"/>
              </w:rPr>
              <w:t>体育理论课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  <w:tr w:rsidR="009769B5" w:rsidTr="009F35EE">
        <w:trPr>
          <w:jc w:val="center"/>
        </w:trPr>
        <w:tc>
          <w:tcPr>
            <w:tcW w:w="675" w:type="dxa"/>
            <w:vAlign w:val="center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dotted" w:sz="4" w:space="0" w:color="auto"/>
              <w:tr2bl w:val="single" w:sz="2" w:space="0" w:color="auto"/>
            </w:tcBorders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rFonts w:hint="eastAsia"/>
                <w:sz w:val="24"/>
                <w:szCs w:val="24"/>
              </w:rPr>
              <w:t>体育理论课</w:t>
            </w:r>
          </w:p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9769B5" w:rsidRPr="009F35EE" w:rsidRDefault="009769B5" w:rsidP="00FF0CCB">
            <w:pPr>
              <w:rPr>
                <w:sz w:val="24"/>
                <w:szCs w:val="24"/>
              </w:rPr>
            </w:pPr>
          </w:p>
        </w:tc>
      </w:tr>
    </w:tbl>
    <w:p w:rsidR="009769B5" w:rsidRDefault="009769B5" w:rsidP="004F069B">
      <w:pPr>
        <w:spacing w:afterLines="100" w:line="480" w:lineRule="auto"/>
      </w:pPr>
    </w:p>
    <w:p w:rsidR="009769B5" w:rsidRDefault="009769B5" w:rsidP="004F069B">
      <w:pPr>
        <w:spacing w:afterLines="100" w:line="480" w:lineRule="auto"/>
      </w:pPr>
    </w:p>
    <w:p w:rsidR="009769B5" w:rsidRDefault="009769B5" w:rsidP="004F069B">
      <w:pPr>
        <w:spacing w:afterLines="100" w:line="480" w:lineRule="auto"/>
      </w:pPr>
    </w:p>
    <w:p w:rsidR="009769B5" w:rsidRDefault="009769B5" w:rsidP="004F069B">
      <w:pPr>
        <w:spacing w:afterLines="100" w:line="480" w:lineRule="auto"/>
      </w:pPr>
    </w:p>
    <w:p w:rsidR="009769B5" w:rsidRDefault="009769B5" w:rsidP="004F069B">
      <w:pPr>
        <w:spacing w:afterLines="100" w:line="480" w:lineRule="auto"/>
      </w:pPr>
    </w:p>
    <w:p w:rsidR="009769B5" w:rsidRDefault="009769B5" w:rsidP="0009083A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2015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  <w:r>
        <w:rPr>
          <w:rFonts w:ascii="宋体" w:hAnsi="宋体"/>
          <w:b/>
          <w:sz w:val="28"/>
        </w:rPr>
        <w:t xml:space="preserve"> </w:t>
      </w:r>
    </w:p>
    <w:p w:rsidR="009769B5" w:rsidRDefault="009769B5" w:rsidP="0009083A">
      <w:pPr>
        <w:rPr>
          <w:b/>
        </w:rPr>
      </w:pPr>
    </w:p>
    <w:p w:rsidR="009769B5" w:rsidRDefault="009769B5" w:rsidP="0009083A">
      <w:pPr>
        <w:rPr>
          <w:b/>
        </w:rPr>
      </w:pPr>
    </w:p>
    <w:p w:rsidR="009769B5" w:rsidRDefault="009769B5" w:rsidP="0009083A">
      <w:pPr>
        <w:rPr>
          <w:b/>
        </w:rPr>
      </w:pPr>
    </w:p>
    <w:p w:rsidR="009769B5" w:rsidRDefault="009769B5" w:rsidP="0009083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课程名称＿＿体育（游泳）＿＿性质＿必修＿＿</w:t>
      </w: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讲课＿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＿实验＿＿其它＿＿＿＿＿</w:t>
      </w: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授课班级本科一、二年级学生人数＿＿＿＿</w:t>
      </w:r>
      <w:r>
        <w:rPr>
          <w:bCs/>
          <w:sz w:val="28"/>
        </w:rPr>
        <w:t xml:space="preserve">  </w:t>
      </w: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</w:t>
      </w:r>
      <w:r w:rsidRPr="00D07B7F">
        <w:rPr>
          <w:rFonts w:hint="eastAsia"/>
          <w:bCs/>
          <w:sz w:val="28"/>
          <w:u w:val="single"/>
        </w:rPr>
        <w:t>闫保庆</w:t>
      </w:r>
      <w:r>
        <w:rPr>
          <w:rFonts w:hint="eastAsia"/>
          <w:bCs/>
          <w:sz w:val="28"/>
        </w:rPr>
        <w:t>＿＿＿＿＿职称＿</w:t>
      </w:r>
      <w:r w:rsidRPr="00D07B7F">
        <w:rPr>
          <w:rFonts w:hint="eastAsia"/>
          <w:bCs/>
          <w:sz w:val="28"/>
          <w:u w:val="single"/>
        </w:rPr>
        <w:t>副教授</w:t>
      </w:r>
      <w:r>
        <w:rPr>
          <w:rFonts w:hint="eastAsia"/>
          <w:bCs/>
          <w:sz w:val="28"/>
        </w:rPr>
        <w:t>＿</w:t>
      </w:r>
    </w:p>
    <w:p w:rsidR="009769B5" w:rsidRDefault="009769B5" w:rsidP="0009083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 w:rsidRPr="00D07B7F">
        <w:rPr>
          <w:rFonts w:hint="eastAsia"/>
          <w:bCs/>
          <w:sz w:val="28"/>
          <w:u w:val="single"/>
        </w:rPr>
        <w:t>体育教学部</w:t>
      </w:r>
      <w:r w:rsidRPr="00D07B7F">
        <w:rPr>
          <w:bCs/>
          <w:sz w:val="28"/>
        </w:rPr>
        <w:t>_</w:t>
      </w:r>
      <w:r>
        <w:rPr>
          <w:bCs/>
          <w:sz w:val="28"/>
        </w:rPr>
        <w:t>__________</w:t>
      </w:r>
    </w:p>
    <w:p w:rsidR="009769B5" w:rsidRDefault="009769B5" w:rsidP="0009083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9769B5" w:rsidRDefault="009769B5" w:rsidP="0009083A">
      <w:pPr>
        <w:rPr>
          <w:sz w:val="28"/>
        </w:rPr>
      </w:pPr>
      <w:r>
        <w:rPr>
          <w:rFonts w:hint="eastAsia"/>
          <w:sz w:val="28"/>
        </w:rPr>
        <w:t xml:space="preserve">　　　　教材名称：　游泳　　　　　　作者：吴河海</w:t>
      </w:r>
    </w:p>
    <w:p w:rsidR="009769B5" w:rsidRDefault="009769B5" w:rsidP="0009083A">
      <w:pPr>
        <w:rPr>
          <w:sz w:val="28"/>
        </w:rPr>
      </w:pPr>
      <w:r>
        <w:rPr>
          <w:rFonts w:hint="eastAsia"/>
          <w:sz w:val="28"/>
        </w:rPr>
        <w:t xml:space="preserve">　　　　出版单位：人民体育出版社　　出版时间：</w:t>
      </w:r>
      <w:r>
        <w:rPr>
          <w:sz w:val="28"/>
        </w:rPr>
        <w:t>2000</w:t>
      </w:r>
      <w:r>
        <w:rPr>
          <w:rFonts w:hint="eastAsia"/>
          <w:sz w:val="28"/>
        </w:rPr>
        <w:t>年</w:t>
      </w:r>
    </w:p>
    <w:p w:rsidR="009769B5" w:rsidRDefault="009769B5" w:rsidP="0009083A">
      <w:pPr>
        <w:jc w:val="center"/>
        <w:rPr>
          <w:sz w:val="32"/>
        </w:rPr>
      </w:pPr>
    </w:p>
    <w:p w:rsidR="009769B5" w:rsidRDefault="009769B5" w:rsidP="0009083A">
      <w:pPr>
        <w:jc w:val="center"/>
        <w:rPr>
          <w:sz w:val="32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769B5" w:rsidRDefault="009769B5" w:rsidP="0009083A">
      <w:pPr>
        <w:jc w:val="center"/>
        <w:rPr>
          <w:sz w:val="32"/>
        </w:rPr>
      </w:pPr>
    </w:p>
    <w:p w:rsidR="009769B5" w:rsidRDefault="009769B5" w:rsidP="0009083A">
      <w:pPr>
        <w:jc w:val="center"/>
        <w:rPr>
          <w:sz w:val="32"/>
        </w:rPr>
      </w:pPr>
    </w:p>
    <w:p w:rsidR="009769B5" w:rsidRDefault="009769B5" w:rsidP="0009083A">
      <w:pPr>
        <w:jc w:val="center"/>
        <w:rPr>
          <w:rFonts w:ascii="黑体" w:eastAsia="黑体"/>
          <w:sz w:val="44"/>
        </w:rPr>
      </w:pPr>
    </w:p>
    <w:p w:rsidR="009769B5" w:rsidRDefault="009769B5" w:rsidP="0009083A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769B5" w:rsidRDefault="009769B5" w:rsidP="0009083A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769B5" w:rsidRDefault="009769B5" w:rsidP="001E315E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769B5" w:rsidRDefault="009769B5" w:rsidP="001E315E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769B5" w:rsidRDefault="009769B5" w:rsidP="001E315E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</w:t>
      </w:r>
      <w:hyperlink r:id="rId5" w:history="1">
        <w:r>
          <w:rPr>
            <w:rStyle w:val="Hyperlink"/>
            <w:rFonts w:hint="eastAsia"/>
          </w:rPr>
          <w:t>有实验和上机学时的须发一份电子版的给实践科</w:t>
        </w:r>
        <w:r>
          <w:rPr>
            <w:rStyle w:val="Hyperlink"/>
          </w:rPr>
          <w:t>sjk@cup.edu.cn</w:t>
        </w:r>
      </w:hyperlink>
      <w:r>
        <w:t xml:space="preserve">   </w:t>
      </w:r>
    </w:p>
    <w:p w:rsidR="009769B5" w:rsidRDefault="009769B5" w:rsidP="001E315E">
      <w:pPr>
        <w:ind w:left="31680" w:hangingChars="150" w:firstLine="31680"/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"/>
        <w:gridCol w:w="707"/>
        <w:gridCol w:w="5231"/>
        <w:gridCol w:w="540"/>
        <w:gridCol w:w="540"/>
        <w:gridCol w:w="566"/>
        <w:gridCol w:w="514"/>
        <w:gridCol w:w="900"/>
      </w:tblGrid>
      <w:tr w:rsidR="009769B5" w:rsidTr="00FF0CCB">
        <w:trPr>
          <w:cantSplit/>
          <w:jc w:val="center"/>
        </w:trPr>
        <w:tc>
          <w:tcPr>
            <w:tcW w:w="1174" w:type="dxa"/>
            <w:gridSpan w:val="2"/>
          </w:tcPr>
          <w:p w:rsidR="009769B5" w:rsidRDefault="009769B5" w:rsidP="00FF0CCB">
            <w:r>
              <w:rPr>
                <w:rFonts w:hint="eastAsia"/>
              </w:rPr>
              <w:t>教学时间</w:t>
            </w:r>
          </w:p>
        </w:tc>
        <w:tc>
          <w:tcPr>
            <w:tcW w:w="5231" w:type="dxa"/>
            <w:vMerge w:val="restart"/>
          </w:tcPr>
          <w:p w:rsidR="009769B5" w:rsidRDefault="009769B5" w:rsidP="00FF0CCB">
            <w:pPr>
              <w:jc w:val="center"/>
            </w:pPr>
          </w:p>
          <w:p w:rsidR="009769B5" w:rsidRDefault="009769B5" w:rsidP="00FF0CCB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40" w:type="dxa"/>
            <w:vMerge w:val="restart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9769B5" w:rsidRDefault="009769B5" w:rsidP="00FF0CCB">
            <w:pPr>
              <w:jc w:val="center"/>
            </w:pPr>
          </w:p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769B5" w:rsidTr="00FF0CCB">
        <w:trPr>
          <w:cantSplit/>
          <w:trHeight w:val="1017"/>
          <w:jc w:val="center"/>
        </w:trPr>
        <w:tc>
          <w:tcPr>
            <w:tcW w:w="467" w:type="dxa"/>
          </w:tcPr>
          <w:p w:rsidR="009769B5" w:rsidRDefault="009769B5" w:rsidP="00FF0CCB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9769B5" w:rsidRDefault="009769B5" w:rsidP="009769B5">
            <w:pPr>
              <w:ind w:left="31680" w:hangingChars="200" w:firstLine="3168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1" w:type="dxa"/>
            <w:vMerge/>
            <w:vAlign w:val="center"/>
          </w:tcPr>
          <w:p w:rsidR="009769B5" w:rsidRDefault="009769B5" w:rsidP="00FF0CCB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40" w:type="dxa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  <w:tc>
          <w:tcPr>
            <w:tcW w:w="540" w:type="dxa"/>
          </w:tcPr>
          <w:p w:rsidR="009769B5" w:rsidRDefault="009769B5" w:rsidP="00FF0CCB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9769B5" w:rsidRDefault="009769B5" w:rsidP="00FF0CCB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9769B5" w:rsidRDefault="009769B5" w:rsidP="00FF0C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</w:tr>
      <w:tr w:rsidR="009769B5" w:rsidTr="00FF0CCB">
        <w:trPr>
          <w:trHeight w:val="619"/>
          <w:jc w:val="center"/>
        </w:trPr>
        <w:tc>
          <w:tcPr>
            <w:tcW w:w="467" w:type="dxa"/>
          </w:tcPr>
          <w:p w:rsidR="009769B5" w:rsidRDefault="009769B5" w:rsidP="00FF0CCB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、简介游泳的历史、发展以及锻炼价值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、游泳安全教育</w:t>
            </w:r>
          </w:p>
          <w:p w:rsidR="009769B5" w:rsidRDefault="009769B5" w:rsidP="00FF0CCB">
            <w:pPr>
              <w:spacing w:line="480" w:lineRule="exact"/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、熟悉水性练习、学习游泳呼吸技术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556"/>
          <w:jc w:val="center"/>
        </w:trPr>
        <w:tc>
          <w:tcPr>
            <w:tcW w:w="467" w:type="dxa"/>
          </w:tcPr>
          <w:p w:rsidR="009769B5" w:rsidRDefault="009769B5" w:rsidP="00FF0CCB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、熟悉水性练习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、复习游泳的呼吸技术</w:t>
            </w:r>
          </w:p>
          <w:p w:rsidR="009769B5" w:rsidRDefault="009769B5" w:rsidP="00FF0CCB">
            <w:pPr>
              <w:spacing w:line="480" w:lineRule="exact"/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、学习蛙泳的蹬腿技术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119"/>
          <w:jc w:val="center"/>
        </w:trPr>
        <w:tc>
          <w:tcPr>
            <w:tcW w:w="467" w:type="dxa"/>
          </w:tcPr>
          <w:p w:rsidR="009769B5" w:rsidRDefault="009769B5" w:rsidP="00FF0CCB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、复习游泳呼吸、蹬腿技术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、学习背漂扶板蹬腿与呼吸配合技术</w:t>
            </w:r>
          </w:p>
          <w:p w:rsidR="009769B5" w:rsidRPr="00404587" w:rsidRDefault="009769B5" w:rsidP="00FF0CCB">
            <w:pPr>
              <w:spacing w:line="480" w:lineRule="exact"/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、游泳自救与互救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227"/>
          <w:jc w:val="center"/>
        </w:trPr>
        <w:tc>
          <w:tcPr>
            <w:tcW w:w="467" w:type="dxa"/>
          </w:tcPr>
          <w:p w:rsidR="009769B5" w:rsidRDefault="009769B5" w:rsidP="00FF0CCB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、复习背漂扶板蹬腿与呼吸配合技术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、学习漂浮滑行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297"/>
          <w:jc w:val="center"/>
        </w:trPr>
        <w:tc>
          <w:tcPr>
            <w:tcW w:w="467" w:type="dxa"/>
          </w:tcPr>
          <w:p w:rsidR="009769B5" w:rsidRDefault="009769B5" w:rsidP="00FF0CCB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、复习上节课所学内容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、提高蛙泳腿与呼吸配合技术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、模仿蛙泳划手与呼吸配合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047"/>
          <w:jc w:val="center"/>
        </w:trPr>
        <w:tc>
          <w:tcPr>
            <w:tcW w:w="467" w:type="dxa"/>
          </w:tcPr>
          <w:p w:rsidR="009769B5" w:rsidRDefault="009769B5" w:rsidP="00FF0CCB">
            <w:r>
              <w:t>6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、复习上节课所学内容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、复习蛙泳划臂与呼吸配合技术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、陆上模仿完整配合技术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938"/>
          <w:jc w:val="center"/>
        </w:trPr>
        <w:tc>
          <w:tcPr>
            <w:tcW w:w="467" w:type="dxa"/>
          </w:tcPr>
          <w:p w:rsidR="009769B5" w:rsidRDefault="009769B5" w:rsidP="00FF0CCB">
            <w:r>
              <w:t>7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、复习呼吸与蛙泳腿配合技术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、学习背漂水中完整配合技术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093"/>
          <w:jc w:val="center"/>
        </w:trPr>
        <w:tc>
          <w:tcPr>
            <w:tcW w:w="467" w:type="dxa"/>
          </w:tcPr>
          <w:p w:rsidR="009769B5" w:rsidRDefault="009769B5" w:rsidP="00FF0CCB">
            <w:r>
              <w:t>8</w:t>
            </w:r>
          </w:p>
        </w:tc>
        <w:tc>
          <w:tcPr>
            <w:tcW w:w="707" w:type="dxa"/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、复习呼吸与蛙泳腿配合技术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、复习蛙泳划臂与呼吸配合技术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、巩固背漂蛙泳臂与腿的完整配合技术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589"/>
          <w:jc w:val="center"/>
        </w:trPr>
        <w:tc>
          <w:tcPr>
            <w:tcW w:w="467" w:type="dxa"/>
          </w:tcPr>
          <w:p w:rsidR="009769B5" w:rsidRDefault="009769B5" w:rsidP="00FF0CCB">
            <w:r>
              <w:t>9</w:t>
            </w:r>
          </w:p>
        </w:tc>
        <w:tc>
          <w:tcPr>
            <w:tcW w:w="707" w:type="dxa"/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、身体素质测试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、复习上节课所学内容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cantSplit/>
          <w:jc w:val="center"/>
        </w:trPr>
        <w:tc>
          <w:tcPr>
            <w:tcW w:w="1174" w:type="dxa"/>
            <w:gridSpan w:val="2"/>
          </w:tcPr>
          <w:p w:rsidR="009769B5" w:rsidRDefault="009769B5" w:rsidP="00FF0CCB">
            <w:r>
              <w:rPr>
                <w:rFonts w:hint="eastAsia"/>
              </w:rPr>
              <w:t>教学时间</w:t>
            </w:r>
          </w:p>
        </w:tc>
        <w:tc>
          <w:tcPr>
            <w:tcW w:w="5231" w:type="dxa"/>
            <w:vMerge w:val="restart"/>
          </w:tcPr>
          <w:p w:rsidR="009769B5" w:rsidRDefault="009769B5" w:rsidP="00FF0CCB">
            <w:pPr>
              <w:spacing w:line="480" w:lineRule="exact"/>
              <w:jc w:val="center"/>
            </w:pPr>
          </w:p>
          <w:p w:rsidR="009769B5" w:rsidRDefault="009769B5" w:rsidP="00FF0CCB">
            <w:pPr>
              <w:spacing w:line="48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40" w:type="dxa"/>
            <w:vMerge w:val="restart"/>
          </w:tcPr>
          <w:p w:rsidR="009769B5" w:rsidRDefault="009769B5" w:rsidP="00FF0CCB">
            <w:pPr>
              <w:spacing w:line="480" w:lineRule="exact"/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9769B5" w:rsidRDefault="009769B5" w:rsidP="00FF0CCB">
            <w:pPr>
              <w:spacing w:line="480" w:lineRule="exact"/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9769B5" w:rsidRDefault="009769B5" w:rsidP="00FF0CCB">
            <w:pPr>
              <w:jc w:val="center"/>
            </w:pPr>
          </w:p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769B5" w:rsidTr="00FF0CCB">
        <w:trPr>
          <w:cantSplit/>
          <w:jc w:val="center"/>
        </w:trPr>
        <w:tc>
          <w:tcPr>
            <w:tcW w:w="467" w:type="dxa"/>
          </w:tcPr>
          <w:p w:rsidR="009769B5" w:rsidRDefault="009769B5" w:rsidP="00FF0CCB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9769B5" w:rsidRDefault="009769B5" w:rsidP="009769B5">
            <w:pPr>
              <w:ind w:left="31680" w:hangingChars="200" w:firstLine="3168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1" w:type="dxa"/>
            <w:vMerge/>
            <w:vAlign w:val="center"/>
          </w:tcPr>
          <w:p w:rsidR="009769B5" w:rsidRDefault="009769B5" w:rsidP="00FF0CCB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40" w:type="dxa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9769B5" w:rsidRDefault="009769B5" w:rsidP="00FF0C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</w:tr>
      <w:tr w:rsidR="009769B5" w:rsidTr="00FF0CCB">
        <w:trPr>
          <w:trHeight w:val="1230"/>
          <w:jc w:val="center"/>
        </w:trPr>
        <w:tc>
          <w:tcPr>
            <w:tcW w:w="467" w:type="dxa"/>
          </w:tcPr>
          <w:p w:rsidR="009769B5" w:rsidRDefault="009769B5" w:rsidP="00FF0CCB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、复习上节课内容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、学习蛙泳完整技术配合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131"/>
          <w:jc w:val="center"/>
        </w:trPr>
        <w:tc>
          <w:tcPr>
            <w:tcW w:w="467" w:type="dxa"/>
          </w:tcPr>
          <w:p w:rsidR="009769B5" w:rsidRDefault="009769B5" w:rsidP="00FF0CCB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、复习蛙泳臂与腿的配合技术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、复习蛙泳完整技术配合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、学习蛙泳出发技术</w:t>
            </w:r>
          </w:p>
          <w:p w:rsidR="009769B5" w:rsidRDefault="009769B5" w:rsidP="00FF0CCB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225"/>
          <w:jc w:val="center"/>
        </w:trPr>
        <w:tc>
          <w:tcPr>
            <w:tcW w:w="467" w:type="dxa"/>
          </w:tcPr>
          <w:p w:rsidR="009769B5" w:rsidRDefault="009769B5" w:rsidP="00FF0CCB">
            <w:r>
              <w:t>12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、复习蛙泳臂与腿的配合技术</w:t>
            </w:r>
          </w:p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、复习蛙泳完整技术配合</w:t>
            </w:r>
          </w:p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、学习蛙泳转身技术</w:t>
            </w:r>
          </w:p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>
            <w:r>
              <w:rPr>
                <w:rFonts w:hint="eastAsia"/>
              </w:rPr>
              <w:t>依据体育部统一安排</w:t>
            </w:r>
          </w:p>
        </w:tc>
      </w:tr>
      <w:tr w:rsidR="009769B5" w:rsidTr="00FF0CCB">
        <w:trPr>
          <w:trHeight w:val="1271"/>
          <w:jc w:val="center"/>
        </w:trPr>
        <w:tc>
          <w:tcPr>
            <w:tcW w:w="467" w:type="dxa"/>
          </w:tcPr>
          <w:p w:rsidR="009769B5" w:rsidRDefault="009769B5" w:rsidP="00FF0CCB">
            <w:r>
              <w:t>13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、复习蛙泳完整技术配合</w:t>
            </w:r>
          </w:p>
          <w:p w:rsidR="009769B5" w:rsidRDefault="009769B5" w:rsidP="00090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、复习考试内容</w:t>
            </w:r>
          </w:p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>
            <w:r>
              <w:rPr>
                <w:rFonts w:hint="eastAsia"/>
              </w:rPr>
              <w:t>依据体育部统一安排</w:t>
            </w:r>
          </w:p>
        </w:tc>
      </w:tr>
      <w:tr w:rsidR="009769B5" w:rsidTr="00FF0CCB">
        <w:trPr>
          <w:trHeight w:val="1259"/>
          <w:jc w:val="center"/>
        </w:trPr>
        <w:tc>
          <w:tcPr>
            <w:tcW w:w="467" w:type="dxa"/>
          </w:tcPr>
          <w:p w:rsidR="009769B5" w:rsidRDefault="009769B5" w:rsidP="00FF0CCB">
            <w:r>
              <w:t>14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09083A"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、复习考试内容</w:t>
            </w:r>
          </w:p>
          <w:p w:rsidR="009769B5" w:rsidRDefault="009769B5" w:rsidP="0009083A">
            <w:pPr>
              <w:spacing w:line="4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、蛙泳考核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264"/>
          <w:jc w:val="center"/>
        </w:trPr>
        <w:tc>
          <w:tcPr>
            <w:tcW w:w="467" w:type="dxa"/>
          </w:tcPr>
          <w:p w:rsidR="009769B5" w:rsidRDefault="009769B5" w:rsidP="00FF0CCB">
            <w:r>
              <w:t>15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FF0CC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大学体育理论课：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  <w:tr w:rsidR="009769B5" w:rsidTr="00FF0CCB">
        <w:trPr>
          <w:trHeight w:val="1411"/>
          <w:jc w:val="center"/>
        </w:trPr>
        <w:tc>
          <w:tcPr>
            <w:tcW w:w="467" w:type="dxa"/>
          </w:tcPr>
          <w:p w:rsidR="009769B5" w:rsidRDefault="009769B5" w:rsidP="00FF0CCB">
            <w:r>
              <w:t>16</w:t>
            </w:r>
          </w:p>
        </w:tc>
        <w:tc>
          <w:tcPr>
            <w:tcW w:w="707" w:type="dxa"/>
            <w:tcBorders>
              <w:top w:val="dotted" w:sz="4" w:space="0" w:color="auto"/>
            </w:tcBorders>
          </w:tcPr>
          <w:p w:rsidR="009769B5" w:rsidRDefault="009769B5" w:rsidP="00FF0CCB"/>
        </w:tc>
        <w:tc>
          <w:tcPr>
            <w:tcW w:w="5231" w:type="dxa"/>
          </w:tcPr>
          <w:p w:rsidR="009769B5" w:rsidRDefault="009769B5" w:rsidP="0009083A">
            <w:r>
              <w:rPr>
                <w:rFonts w:hint="eastAsia"/>
                <w:sz w:val="28"/>
                <w:szCs w:val="28"/>
              </w:rPr>
              <w:t>大学体育理论课：</w:t>
            </w:r>
          </w:p>
          <w:p w:rsidR="009769B5" w:rsidRDefault="009769B5" w:rsidP="00FF0CCB">
            <w:pPr>
              <w:tabs>
                <w:tab w:val="left" w:pos="3345"/>
              </w:tabs>
              <w:spacing w:line="400" w:lineRule="exact"/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  <w: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66" w:type="dxa"/>
          </w:tcPr>
          <w:p w:rsidR="009769B5" w:rsidRDefault="009769B5" w:rsidP="00FF0CCB">
            <w:pPr>
              <w:spacing w:line="480" w:lineRule="exact"/>
            </w:pPr>
          </w:p>
        </w:tc>
        <w:tc>
          <w:tcPr>
            <w:tcW w:w="514" w:type="dxa"/>
          </w:tcPr>
          <w:p w:rsidR="009769B5" w:rsidRDefault="009769B5" w:rsidP="00FF0CCB"/>
        </w:tc>
        <w:tc>
          <w:tcPr>
            <w:tcW w:w="900" w:type="dxa"/>
          </w:tcPr>
          <w:p w:rsidR="009769B5" w:rsidRDefault="009769B5" w:rsidP="00FF0CCB"/>
        </w:tc>
      </w:tr>
    </w:tbl>
    <w:p w:rsidR="009769B5" w:rsidRDefault="009769B5" w:rsidP="0009083A"/>
    <w:p w:rsidR="009769B5" w:rsidRDefault="009769B5" w:rsidP="0009083A"/>
    <w:p w:rsidR="009769B5" w:rsidRDefault="009769B5" w:rsidP="0009083A"/>
    <w:p w:rsidR="009769B5" w:rsidRDefault="009769B5" w:rsidP="0009083A"/>
    <w:p w:rsidR="009769B5" w:rsidRDefault="009769B5" w:rsidP="0009083A"/>
    <w:p w:rsidR="009769B5" w:rsidRDefault="009769B5" w:rsidP="0009083A"/>
    <w:p w:rsidR="009769B5" w:rsidRDefault="009769B5" w:rsidP="0009083A"/>
    <w:p w:rsidR="009769B5" w:rsidRDefault="009769B5"/>
    <w:p w:rsidR="009769B5" w:rsidRDefault="009769B5" w:rsidP="00424C4B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2015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第一学期</w:t>
      </w:r>
    </w:p>
    <w:p w:rsidR="009769B5" w:rsidRDefault="009769B5" w:rsidP="00424C4B">
      <w:pPr>
        <w:jc w:val="center"/>
        <w:rPr>
          <w:b/>
        </w:rPr>
      </w:pPr>
    </w:p>
    <w:p w:rsidR="009769B5" w:rsidRDefault="009769B5" w:rsidP="00424C4B">
      <w:pPr>
        <w:jc w:val="center"/>
        <w:rPr>
          <w:b/>
        </w:rPr>
      </w:pPr>
    </w:p>
    <w:p w:rsidR="009769B5" w:rsidRDefault="009769B5" w:rsidP="00424C4B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769B5" w:rsidRDefault="009769B5" w:rsidP="00424C4B">
      <w:pPr>
        <w:jc w:val="center"/>
        <w:rPr>
          <w:b/>
          <w:sz w:val="84"/>
        </w:rPr>
      </w:pPr>
    </w:p>
    <w:p w:rsidR="009769B5" w:rsidRDefault="009769B5" w:rsidP="00424C4B">
      <w:pPr>
        <w:jc w:val="center"/>
        <w:rPr>
          <w:b/>
          <w:sz w:val="84"/>
        </w:rPr>
      </w:pPr>
    </w:p>
    <w:p w:rsidR="009769B5" w:rsidRDefault="009769B5" w:rsidP="001E315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  <w:u w:val="single"/>
        </w:rPr>
        <w:t>体育素质课</w:t>
      </w:r>
      <w:r>
        <w:rPr>
          <w:bCs/>
          <w:sz w:val="28"/>
          <w:u w:val="single"/>
        </w:rPr>
        <w:t xml:space="preserve">        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性质</w:t>
      </w:r>
      <w:r>
        <w:rPr>
          <w:bCs/>
          <w:sz w:val="28"/>
        </w:rPr>
        <w:t xml:space="preserve"> </w:t>
      </w:r>
      <w:r>
        <w:rPr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  <w:u w:val="single"/>
        </w:rPr>
        <w:t>必修</w:t>
      </w:r>
      <w:r>
        <w:rPr>
          <w:bCs/>
          <w:sz w:val="28"/>
          <w:u w:val="single"/>
        </w:rPr>
        <w:t xml:space="preserve">      </w:t>
      </w:r>
    </w:p>
    <w:p w:rsidR="009769B5" w:rsidRDefault="009769B5" w:rsidP="001E315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32    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 32 </w:t>
      </w:r>
      <w:r>
        <w:rPr>
          <w:rFonts w:hint="eastAsia"/>
          <w:bCs/>
          <w:sz w:val="28"/>
        </w:rPr>
        <w:t>＿实验其它</w:t>
      </w:r>
    </w:p>
    <w:p w:rsidR="009769B5" w:rsidRDefault="009769B5" w:rsidP="001E315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</w:rPr>
        <w:t xml:space="preserve">  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大一</w:t>
      </w:r>
      <w:r>
        <w:rPr>
          <w:bCs/>
          <w:sz w:val="28"/>
          <w:u w:val="single"/>
        </w:rPr>
        <w:t xml:space="preserve">      </w:t>
      </w:r>
      <w:r w:rsidRPr="004F124A">
        <w:rPr>
          <w:bCs/>
          <w:sz w:val="28"/>
          <w:szCs w:val="28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bCs/>
          <w:sz w:val="28"/>
        </w:rPr>
        <w:t xml:space="preserve"> </w:t>
      </w:r>
      <w:r w:rsidRPr="004F124A">
        <w:rPr>
          <w:rFonts w:hint="eastAsia"/>
          <w:bCs/>
          <w:sz w:val="28"/>
          <w:szCs w:val="28"/>
          <w:u w:val="single"/>
        </w:rPr>
        <w:t>＿</w:t>
      </w:r>
      <w:r w:rsidRPr="004F124A">
        <w:rPr>
          <w:bCs/>
          <w:sz w:val="28"/>
          <w:szCs w:val="28"/>
          <w:u w:val="single"/>
        </w:rPr>
        <w:t xml:space="preserve">    </w:t>
      </w:r>
      <w:r w:rsidRPr="004F124A">
        <w:rPr>
          <w:rFonts w:hint="eastAsia"/>
          <w:bCs/>
          <w:sz w:val="28"/>
          <w:szCs w:val="28"/>
          <w:u w:val="single"/>
        </w:rPr>
        <w:t>＿</w:t>
      </w:r>
    </w:p>
    <w:p w:rsidR="009769B5" w:rsidRDefault="009769B5" w:rsidP="001E315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闫保庆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职称＿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>副教授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＿＿</w:t>
      </w:r>
    </w:p>
    <w:p w:rsidR="009769B5" w:rsidRDefault="009769B5" w:rsidP="001E315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 ___</w:t>
      </w:r>
      <w:r>
        <w:rPr>
          <w:rFonts w:hint="eastAsia"/>
          <w:bCs/>
          <w:sz w:val="28"/>
        </w:rPr>
        <w:t>体育教学部</w:t>
      </w:r>
      <w:r>
        <w:rPr>
          <w:bCs/>
          <w:sz w:val="28"/>
        </w:rPr>
        <w:t>________</w:t>
      </w:r>
    </w:p>
    <w:p w:rsidR="009769B5" w:rsidRDefault="009769B5" w:rsidP="00424C4B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9769B5" w:rsidRDefault="009769B5" w:rsidP="00424C4B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作者：　　　</w:t>
      </w:r>
    </w:p>
    <w:p w:rsidR="009769B5" w:rsidRDefault="009769B5" w:rsidP="001E315E">
      <w:pPr>
        <w:ind w:firstLineChars="400" w:firstLine="3168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sz w:val="28"/>
        </w:rPr>
        <w:t xml:space="preserve">     </w:t>
      </w:r>
      <w:r>
        <w:rPr>
          <w:rFonts w:hint="eastAsia"/>
          <w:sz w:val="28"/>
        </w:rPr>
        <w:t>出版时间：</w:t>
      </w:r>
    </w:p>
    <w:p w:rsidR="009769B5" w:rsidRDefault="009769B5" w:rsidP="00424C4B">
      <w:pPr>
        <w:jc w:val="center"/>
        <w:rPr>
          <w:sz w:val="28"/>
        </w:rPr>
      </w:pPr>
    </w:p>
    <w:p w:rsidR="009769B5" w:rsidRDefault="009769B5" w:rsidP="00424C4B">
      <w:pPr>
        <w:jc w:val="center"/>
        <w:rPr>
          <w:sz w:val="28"/>
        </w:rPr>
      </w:pPr>
    </w:p>
    <w:p w:rsidR="009769B5" w:rsidRDefault="009769B5" w:rsidP="00424C4B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769B5" w:rsidRDefault="009769B5" w:rsidP="00424C4B">
      <w:pPr>
        <w:rPr>
          <w:rFonts w:ascii="黑体" w:eastAsia="黑体"/>
          <w:sz w:val="24"/>
          <w:szCs w:val="24"/>
        </w:rPr>
      </w:pPr>
    </w:p>
    <w:p w:rsidR="009769B5" w:rsidRDefault="009769B5" w:rsidP="00424C4B">
      <w:pPr>
        <w:rPr>
          <w:rFonts w:ascii="黑体" w:eastAsia="黑体"/>
          <w:sz w:val="24"/>
          <w:szCs w:val="24"/>
        </w:rPr>
      </w:pPr>
    </w:p>
    <w:p w:rsidR="009769B5" w:rsidRDefault="009769B5" w:rsidP="00424C4B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769B5" w:rsidRDefault="009769B5" w:rsidP="001E315E">
      <w:pPr>
        <w:ind w:left="31680" w:hangingChars="150" w:firstLine="3168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0"/>
          <w:attr w:name="UnitName" w:val="米"/>
        </w:smartTagPr>
        <w:r>
          <w:rPr>
            <w:rFonts w:ascii="宋体" w:hAnsi="宋体"/>
            <w:szCs w:val="21"/>
          </w:rPr>
          <w:t>5</w:t>
        </w:r>
        <w:r>
          <w:rPr>
            <w:rFonts w:ascii="宋体" w:hAnsi="宋体" w:hint="eastAsia"/>
            <w:szCs w:val="21"/>
          </w:rPr>
          <w:t>”</w:t>
        </w:r>
      </w:smartTag>
      <w:r>
        <w:rPr>
          <w:rFonts w:ascii="宋体" w:hAnsi="宋体" w:hint="eastAsia"/>
          <w:szCs w:val="21"/>
        </w:rPr>
        <w:t>，一天共分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0"/>
          <w:attr w:name="UnitName" w:val="米"/>
        </w:smartTagPr>
        <w:r>
          <w:rPr>
            <w:rFonts w:ascii="宋体" w:hAnsi="宋体"/>
            <w:szCs w:val="21"/>
          </w:rPr>
          <w:t>6</w:t>
        </w:r>
        <w:r>
          <w:rPr>
            <w:rFonts w:ascii="宋体" w:hAnsi="宋体" w:hint="eastAsia"/>
            <w:szCs w:val="21"/>
          </w:rPr>
          <w:t>”</w:t>
        </w:r>
      </w:smartTag>
      <w:r>
        <w:rPr>
          <w:rFonts w:ascii="宋体" w:hAnsi="宋体" w:hint="eastAsia"/>
          <w:szCs w:val="21"/>
        </w:rPr>
        <w:t>，周一第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节，在节次栏中填写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。</w:t>
      </w:r>
    </w:p>
    <w:p w:rsidR="009769B5" w:rsidRDefault="009769B5" w:rsidP="001E315E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769B5" w:rsidRDefault="009769B5" w:rsidP="001E315E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769B5" w:rsidRDefault="009769B5" w:rsidP="001E315E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9769B5" w:rsidRDefault="009769B5" w:rsidP="00424C4B">
      <w:pPr>
        <w:widowControl/>
        <w:jc w:val="left"/>
        <w:sectPr w:rsidR="009769B5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9769B5" w:rsidTr="00FF0CCB">
        <w:trPr>
          <w:cantSplit/>
        </w:trPr>
        <w:tc>
          <w:tcPr>
            <w:tcW w:w="1434" w:type="dxa"/>
            <w:gridSpan w:val="3"/>
          </w:tcPr>
          <w:p w:rsidR="009769B5" w:rsidRDefault="009769B5" w:rsidP="00FF0CCB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</w:tcPr>
          <w:p w:rsidR="009769B5" w:rsidRDefault="009769B5" w:rsidP="00FF0CCB">
            <w:pPr>
              <w:jc w:val="center"/>
              <w:rPr>
                <w:sz w:val="30"/>
              </w:rPr>
            </w:pPr>
          </w:p>
          <w:p w:rsidR="009769B5" w:rsidRDefault="009769B5" w:rsidP="00FF0CCB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769B5" w:rsidRDefault="009769B5" w:rsidP="00FF0CC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9769B5" w:rsidRDefault="009769B5" w:rsidP="00FF0CCB">
            <w:pPr>
              <w:jc w:val="center"/>
            </w:pPr>
          </w:p>
        </w:tc>
        <w:tc>
          <w:tcPr>
            <w:tcW w:w="915" w:type="dxa"/>
            <w:vMerge w:val="restart"/>
          </w:tcPr>
          <w:p w:rsidR="009769B5" w:rsidRDefault="009769B5" w:rsidP="00FF0CCB"/>
          <w:p w:rsidR="009769B5" w:rsidRDefault="009769B5" w:rsidP="00FF0CCB"/>
          <w:p w:rsidR="009769B5" w:rsidRDefault="009769B5" w:rsidP="00FF0C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769B5" w:rsidTr="00FF0CCB">
        <w:trPr>
          <w:cantSplit/>
          <w:trHeight w:val="501"/>
        </w:trPr>
        <w:tc>
          <w:tcPr>
            <w:tcW w:w="531" w:type="dxa"/>
          </w:tcPr>
          <w:p w:rsidR="009769B5" w:rsidRDefault="009769B5" w:rsidP="00FF0CCB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9769B5" w:rsidRDefault="009769B5" w:rsidP="00FF0CCB">
            <w:pPr>
              <w:spacing w:line="240" w:lineRule="atLeast"/>
            </w:pPr>
          </w:p>
        </w:tc>
        <w:tc>
          <w:tcPr>
            <w:tcW w:w="0" w:type="auto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  <w:tc>
          <w:tcPr>
            <w:tcW w:w="0" w:type="auto"/>
            <w:vMerge/>
            <w:vAlign w:val="center"/>
          </w:tcPr>
          <w:p w:rsidR="009769B5" w:rsidRDefault="009769B5" w:rsidP="00FF0CCB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769B5" w:rsidRDefault="009769B5" w:rsidP="00FF0CCB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9769B5" w:rsidRDefault="009769B5" w:rsidP="00FF0CCB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9769B5" w:rsidRDefault="009769B5" w:rsidP="00FF0CCB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9769B5" w:rsidRDefault="009769B5" w:rsidP="00FF0CCB">
            <w:pPr>
              <w:widowControl/>
              <w:jc w:val="left"/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、简介短跑发展概况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、学习摆臂技术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、学习跑的专门性练习：小步跑、高抬腿跑、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、学习途中跑技术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numPr>
                <w:ilvl w:val="0"/>
                <w:numId w:val="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介绍实心球的锻炼方法</w:t>
            </w:r>
          </w:p>
          <w:p w:rsidR="009769B5" w:rsidRDefault="009769B5" w:rsidP="00FF0CCB">
            <w:pPr>
              <w:numPr>
                <w:ilvl w:val="0"/>
                <w:numId w:val="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学习实心球正面下手抛球技术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numPr>
                <w:ilvl w:val="0"/>
                <w:numId w:val="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小步跑、高抬腿跑、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、学习跑的专门性练习：后蹬跑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、复习途中跑技术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、学习蹲距式起跑与起跑后的加速跑技术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numPr>
                <w:ilvl w:val="0"/>
                <w:numId w:val="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复习实心球正面下手投球技术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9769B5" w:rsidRDefault="009769B5" w:rsidP="00FF0CCB">
            <w:pPr>
              <w:numPr>
                <w:ilvl w:val="0"/>
                <w:numId w:val="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学习实心球正面上手投球技术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小步跑、高抬腿跑、后蹬跑</w:t>
            </w:r>
          </w:p>
          <w:p w:rsidR="009769B5" w:rsidRDefault="009769B5" w:rsidP="00FF0CCB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学习跑的专门性练习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车轮跑</w:t>
            </w:r>
          </w:p>
          <w:p w:rsidR="009769B5" w:rsidRDefault="009769B5" w:rsidP="00FF0CCB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复习起跑、途中跑技术</w:t>
            </w:r>
          </w:p>
          <w:p w:rsidR="009769B5" w:rsidRDefault="009769B5" w:rsidP="00FF0CCB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学习终点跑技术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numPr>
                <w:ilvl w:val="0"/>
                <w:numId w:val="5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复习实心球正面上手、下手投球技术</w:t>
            </w:r>
          </w:p>
          <w:p w:rsidR="009769B5" w:rsidRDefault="009769B5" w:rsidP="00FF0CCB">
            <w:pPr>
              <w:numPr>
                <w:ilvl w:val="0"/>
                <w:numId w:val="5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学习实心球背向抛球技术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9769B5" w:rsidRDefault="009769B5" w:rsidP="00FF0CCB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9769B5" w:rsidRDefault="009769B5" w:rsidP="00FF0CCB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学习弯道跑及弯道起跑技术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numPr>
                <w:ilvl w:val="0"/>
                <w:numId w:val="7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复习实心球正面上手投球技术</w:t>
            </w:r>
          </w:p>
          <w:p w:rsidR="009769B5" w:rsidRDefault="009769B5" w:rsidP="00FF0CCB">
            <w:pPr>
              <w:numPr>
                <w:ilvl w:val="0"/>
                <w:numId w:val="7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复习实心球背向抛球技术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9769B5" w:rsidRDefault="009769B5" w:rsidP="00FF0CCB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9769B5" w:rsidRDefault="009769B5" w:rsidP="00FF0CCB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</w:t>
            </w:r>
            <w:r>
              <w:rPr>
                <w:rFonts w:ascii="宋体" w:hAnsi="宋体"/>
                <w:szCs w:val="21"/>
              </w:rPr>
              <w:t>4*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smartTag w:uri="urn:schemas-microsoft-com:office:smarttags" w:element="chmetcnv">
                <w:smartTagPr>
                  <w:attr w:name="TCSC" w:val="0"/>
                  <w:attr w:name="NumberType" w:val="1"/>
                  <w:attr w:name="Negative" w:val="False"/>
                  <w:attr w:name="HasSpace" w:val="False"/>
                  <w:attr w:name="SourceValue" w:val="800"/>
                  <w:attr w:name="UnitName" w:val="米"/>
                </w:smartTagPr>
                <w:r>
                  <w:rPr>
                    <w:rFonts w:ascii="宋体" w:hAnsi="宋体"/>
                    <w:szCs w:val="21"/>
                  </w:rPr>
                  <w:t>100</w:t>
                </w:r>
                <w:r>
                  <w:rPr>
                    <w:rFonts w:ascii="宋体" w:hAnsi="宋体" w:hint="eastAsia"/>
                    <w:szCs w:val="21"/>
                  </w:rPr>
                  <w:t>米</w:t>
                </w:r>
              </w:smartTag>
              <w:r>
                <w:rPr>
                  <w:rFonts w:ascii="宋体" w:hAnsi="宋体" w:hint="eastAsia"/>
                  <w:szCs w:val="21"/>
                </w:rPr>
                <w:t>跑</w:t>
              </w:r>
            </w:smartTag>
            <w:r>
              <w:rPr>
                <w:rFonts w:ascii="宋体" w:hAnsi="宋体" w:hint="eastAsia"/>
                <w:szCs w:val="21"/>
              </w:rPr>
              <w:t>技术及规则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复习实心球正面上手、下手、背向抛球技术</w:t>
            </w: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spacing w:line="240" w:lineRule="atLeast"/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素质测验：</w:t>
            </w:r>
          </w:p>
          <w:p w:rsidR="009769B5" w:rsidRDefault="009769B5" w:rsidP="009769B5">
            <w:pPr>
              <w:ind w:firstLineChars="4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1000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跑、引体向上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女生：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800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跑、一分钟仰卧起坐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9769B5" w:rsidRDefault="009769B5" w:rsidP="00FF0CCB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9769B5" w:rsidRDefault="009769B5" w:rsidP="00FF0CCB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复习实心球正面上手、下手、背向抛球技术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424C4B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短跑</w:t>
            </w:r>
          </w:p>
          <w:p w:rsidR="009769B5" w:rsidRDefault="009769B5" w:rsidP="00FF0CCB">
            <w:pPr>
              <w:ind w:left="420"/>
              <w:rPr>
                <w:rFonts w:ascii="宋体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50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跑测验</w:t>
            </w:r>
          </w:p>
          <w:p w:rsidR="009769B5" w:rsidRDefault="009769B5" w:rsidP="00424C4B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实心球、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复习实心球正面上手投球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424C4B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实心球测试</w:t>
            </w:r>
          </w:p>
          <w:p w:rsidR="009769B5" w:rsidRDefault="009769B5" w:rsidP="00424C4B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一、中长跑：</w:t>
            </w:r>
          </w:p>
          <w:p w:rsidR="009769B5" w:rsidRDefault="009769B5" w:rsidP="00FF0CCB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介绍中长跑运动的发展概况、锻炼价值</w:t>
            </w:r>
          </w:p>
          <w:p w:rsidR="009769B5" w:rsidRDefault="009769B5" w:rsidP="00FF0CCB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学习途中跑技术</w:t>
            </w:r>
          </w:p>
          <w:p w:rsidR="009769B5" w:rsidRDefault="009769B5" w:rsidP="00FF0CCB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发展一般耐力练习：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分钟匀速跑</w:t>
            </w:r>
          </w:p>
          <w:p w:rsidR="009769B5" w:rsidRDefault="009769B5" w:rsidP="00424C4B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中长跑：</w:t>
            </w:r>
          </w:p>
          <w:p w:rsidR="009769B5" w:rsidRDefault="009769B5" w:rsidP="00424C4B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介绍中长跑的各种跑法</w:t>
            </w:r>
          </w:p>
          <w:p w:rsidR="009769B5" w:rsidRDefault="009769B5" w:rsidP="00424C4B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学习站立式起跑技术</w:t>
            </w:r>
          </w:p>
          <w:p w:rsidR="009769B5" w:rsidRDefault="009769B5" w:rsidP="00424C4B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变速跑：</w:t>
            </w:r>
          </w:p>
          <w:p w:rsidR="009769B5" w:rsidRDefault="009769B5" w:rsidP="00424C4B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一、中长跑：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、介绍</w:t>
            </w:r>
            <w:r>
              <w:rPr>
                <w:rFonts w:ascii="宋体" w:hAnsi="宋体"/>
                <w:szCs w:val="21"/>
              </w:rPr>
              <w:t>4*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400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技术及规则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、发展速度耐力练习：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400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反复跑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424C4B">
            <w:pPr>
              <w:numPr>
                <w:ilvl w:val="0"/>
                <w:numId w:val="1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中长跑：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法特莱克跑</w:t>
            </w:r>
          </w:p>
          <w:p w:rsidR="009769B5" w:rsidRDefault="009769B5" w:rsidP="00424C4B">
            <w:pPr>
              <w:numPr>
                <w:ilvl w:val="0"/>
                <w:numId w:val="1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9769B5" w:rsidRDefault="009769B5" w:rsidP="009769B5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中长跑测验：</w:t>
            </w:r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1000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</w:p>
          <w:p w:rsidR="009769B5" w:rsidRDefault="009769B5" w:rsidP="009769B5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800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体育理论课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9769B5" w:rsidTr="00FF0CCB">
        <w:tc>
          <w:tcPr>
            <w:tcW w:w="531" w:type="dxa"/>
          </w:tcPr>
          <w:p w:rsidR="009769B5" w:rsidRDefault="009769B5" w:rsidP="00FF0CCB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477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9769B5" w:rsidRDefault="009769B5" w:rsidP="00FF0CC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体育理论课</w:t>
            </w:r>
          </w:p>
          <w:p w:rsidR="009769B5" w:rsidRDefault="009769B5" w:rsidP="00FF0CCB">
            <w:pPr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9769B5" w:rsidRDefault="009769B5" w:rsidP="00FF0CCB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</w:tbl>
    <w:p w:rsidR="009769B5" w:rsidRDefault="009769B5" w:rsidP="00424C4B"/>
    <w:p w:rsidR="009769B5" w:rsidRDefault="009769B5" w:rsidP="00424C4B"/>
    <w:p w:rsidR="009769B5" w:rsidRDefault="009769B5"/>
    <w:sectPr w:rsidR="009769B5" w:rsidSect="00597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/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5EE"/>
    <w:rsid w:val="0009083A"/>
    <w:rsid w:val="001044AE"/>
    <w:rsid w:val="00184EE3"/>
    <w:rsid w:val="001E315E"/>
    <w:rsid w:val="00404587"/>
    <w:rsid w:val="00424C4B"/>
    <w:rsid w:val="004F069B"/>
    <w:rsid w:val="004F124A"/>
    <w:rsid w:val="00537EDF"/>
    <w:rsid w:val="00593F67"/>
    <w:rsid w:val="00597C1A"/>
    <w:rsid w:val="005D09E0"/>
    <w:rsid w:val="005D1C12"/>
    <w:rsid w:val="00673BFE"/>
    <w:rsid w:val="006C694B"/>
    <w:rsid w:val="00764384"/>
    <w:rsid w:val="007D24CC"/>
    <w:rsid w:val="008A258B"/>
    <w:rsid w:val="008C0E75"/>
    <w:rsid w:val="008E19CB"/>
    <w:rsid w:val="008F4044"/>
    <w:rsid w:val="009212F3"/>
    <w:rsid w:val="009769B5"/>
    <w:rsid w:val="00983329"/>
    <w:rsid w:val="009C46DE"/>
    <w:rsid w:val="009F35EE"/>
    <w:rsid w:val="00AA23A8"/>
    <w:rsid w:val="00B05D07"/>
    <w:rsid w:val="00B64CF6"/>
    <w:rsid w:val="00B80489"/>
    <w:rsid w:val="00C168D6"/>
    <w:rsid w:val="00D07B7F"/>
    <w:rsid w:val="00D7038C"/>
    <w:rsid w:val="00DE0EE0"/>
    <w:rsid w:val="00E954B3"/>
    <w:rsid w:val="00EC2785"/>
    <w:rsid w:val="00FF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EE"/>
    <w:pPr>
      <w:widowControl w:val="0"/>
      <w:jc w:val="both"/>
    </w:pPr>
    <w:rPr>
      <w:szCs w:val="20"/>
    </w:rPr>
  </w:style>
  <w:style w:type="paragraph" w:styleId="Heading2">
    <w:name w:val="heading 2"/>
    <w:basedOn w:val="Normal"/>
    <w:link w:val="Heading2Char"/>
    <w:uiPriority w:val="99"/>
    <w:qFormat/>
    <w:rsid w:val="006C694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C694B"/>
    <w:rPr>
      <w:rFonts w:ascii="宋体" w:eastAsia="宋体" w:cs="宋体"/>
      <w:b/>
      <w:bCs/>
      <w:sz w:val="36"/>
      <w:szCs w:val="36"/>
    </w:rPr>
  </w:style>
  <w:style w:type="character" w:styleId="Strong">
    <w:name w:val="Strong"/>
    <w:basedOn w:val="DefaultParagraphFont"/>
    <w:uiPriority w:val="99"/>
    <w:qFormat/>
    <w:rsid w:val="006C694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0908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9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26377;&#23454;&#39564;&#21644;&#19978;&#26426;&#23398;&#26102;&#30340;&#39035;&#21457;&#19968;&#20221;&#30005;&#23376;&#29256;&#30340;&#32473;&#23454;&#36341;&#31185;sjk@cup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11</Pages>
  <Words>721</Words>
  <Characters>4110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2014至2015学年 第一学期</dc:title>
  <dc:subject/>
  <dc:creator>yan</dc:creator>
  <cp:keywords/>
  <dc:description/>
  <cp:lastModifiedBy>User</cp:lastModifiedBy>
  <cp:revision>2</cp:revision>
  <dcterms:created xsi:type="dcterms:W3CDTF">2014-09-11T07:56:00Z</dcterms:created>
  <dcterms:modified xsi:type="dcterms:W3CDTF">2014-09-11T07:56:00Z</dcterms:modified>
</cp:coreProperties>
</file>