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A2217" w:rsidRPr="009A54D0" w:rsidRDefault="007E7A76" w:rsidP="00713123">
      <w:pPr>
        <w:pStyle w:val="a4"/>
        <w:adjustRightInd w:val="0"/>
        <w:spacing w:before="0" w:beforeAutospacing="0" w:after="0" w:afterAutospacing="0"/>
        <w:jc w:val="center"/>
        <w:rPr>
          <w:rFonts w:hint="eastAsia"/>
          <w:w w:val="64"/>
          <w:sz w:val="32"/>
        </w:rPr>
      </w:pPr>
      <w:r>
        <w:rPr>
          <w:rFonts w:ascii="黑体" w:eastAsia="黑体" w:hint="eastAsia"/>
          <w:b/>
          <w:bCs/>
          <w:sz w:val="32"/>
          <w:szCs w:val="32"/>
        </w:rPr>
        <w:t>中国</w:t>
      </w:r>
      <w:r>
        <w:rPr>
          <w:rFonts w:ascii="黑体" w:eastAsia="黑体"/>
          <w:b/>
          <w:bCs/>
          <w:sz w:val="32"/>
          <w:szCs w:val="32"/>
        </w:rPr>
        <w:t>石油大学基本</w:t>
      </w:r>
      <w:r w:rsidR="00713123">
        <w:rPr>
          <w:rFonts w:ascii="黑体" w:eastAsia="黑体" w:hint="eastAsia"/>
          <w:b/>
          <w:bCs/>
          <w:sz w:val="32"/>
          <w:szCs w:val="32"/>
        </w:rPr>
        <w:t>科研</w:t>
      </w:r>
      <w:r>
        <w:rPr>
          <w:rFonts w:ascii="黑体" w:eastAsia="黑体" w:hint="eastAsia"/>
          <w:b/>
          <w:bCs/>
          <w:sz w:val="32"/>
          <w:szCs w:val="32"/>
        </w:rPr>
        <w:t>业务费</w:t>
      </w:r>
      <w:r w:rsidR="00713123" w:rsidRPr="007D33E5">
        <w:rPr>
          <w:rFonts w:ascii="黑体" w:eastAsia="黑体" w:hint="eastAsia"/>
          <w:b/>
          <w:bCs/>
          <w:sz w:val="32"/>
          <w:szCs w:val="32"/>
        </w:rPr>
        <w:t>项目</w:t>
      </w:r>
      <w:r w:rsidR="0034430B">
        <w:rPr>
          <w:rFonts w:ascii="黑体" w:eastAsia="黑体" w:hint="eastAsia"/>
          <w:b/>
          <w:sz w:val="32"/>
          <w:szCs w:val="32"/>
        </w:rPr>
        <w:t>延期申请</w:t>
      </w:r>
      <w:r w:rsidR="00457CDB">
        <w:rPr>
          <w:rFonts w:ascii="黑体" w:eastAsia="黑体" w:hint="eastAsia"/>
          <w:b/>
          <w:sz w:val="32"/>
          <w:szCs w:val="32"/>
        </w:rPr>
        <w:t>书</w:t>
      </w:r>
    </w:p>
    <w:tbl>
      <w:tblPr>
        <w:tblpPr w:leftFromText="180" w:rightFromText="180" w:vertAnchor="text" w:horzAnchor="margin" w:tblpY="386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2578"/>
        <w:gridCol w:w="50"/>
        <w:gridCol w:w="1692"/>
        <w:gridCol w:w="2565"/>
      </w:tblGrid>
      <w:tr w:rsidR="002235CF" w:rsidRPr="009A54D0" w:rsidTr="002B5E7E">
        <w:trPr>
          <w:trHeight w:val="61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5CF" w:rsidRPr="009A54D0" w:rsidRDefault="00410571" w:rsidP="002235C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</w:t>
            </w:r>
            <w:r w:rsidR="002235CF" w:rsidRPr="009A54D0"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688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235CF" w:rsidRPr="009A54D0" w:rsidRDefault="002235CF" w:rsidP="002235C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2235CF" w:rsidRPr="009A54D0" w:rsidTr="002B5E7E">
        <w:trPr>
          <w:trHeight w:val="614"/>
        </w:trPr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5CF" w:rsidRPr="009A54D0" w:rsidRDefault="00410571" w:rsidP="009A54D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</w:t>
            </w:r>
            <w:r w:rsidR="009A54D0" w:rsidRPr="009A54D0">
              <w:rPr>
                <w:rFonts w:ascii="宋体" w:hAnsi="宋体" w:hint="eastAsia"/>
                <w:sz w:val="24"/>
              </w:rPr>
              <w:t>负责人</w:t>
            </w:r>
            <w:r w:rsidR="002235CF" w:rsidRPr="009A54D0">
              <w:rPr>
                <w:rFonts w:ascii="宋体" w:hAnsi="宋体" w:hint="eastAsia"/>
                <w:sz w:val="24"/>
              </w:rPr>
              <w:t xml:space="preserve"> </w:t>
            </w:r>
          </w:p>
        </w:tc>
        <w:tc>
          <w:tcPr>
            <w:tcW w:w="2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5CF" w:rsidRPr="009A54D0" w:rsidRDefault="002235CF" w:rsidP="002235C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5CF" w:rsidRPr="009A54D0" w:rsidRDefault="0034430B" w:rsidP="002235C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9A54D0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235CF" w:rsidRPr="009A54D0" w:rsidRDefault="002235CF" w:rsidP="002235C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2235CF" w:rsidRPr="009A54D0" w:rsidTr="002B5E7E">
        <w:trPr>
          <w:trHeight w:val="594"/>
        </w:trPr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5CF" w:rsidRPr="009A54D0" w:rsidRDefault="00C8186B" w:rsidP="0034430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所属单位</w:t>
            </w:r>
          </w:p>
        </w:tc>
        <w:tc>
          <w:tcPr>
            <w:tcW w:w="2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5CF" w:rsidRPr="009A54D0" w:rsidRDefault="002235CF" w:rsidP="002235CF">
            <w:pPr>
              <w:adjustRightInd w:val="0"/>
              <w:snapToGrid w:val="0"/>
              <w:ind w:firstLineChars="400" w:firstLine="96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5CF" w:rsidRPr="009A54D0" w:rsidRDefault="00720FB5" w:rsidP="00720FB5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</w:t>
            </w:r>
            <w:r>
              <w:rPr>
                <w:rFonts w:ascii="宋体" w:hAnsi="宋体"/>
                <w:sz w:val="24"/>
              </w:rPr>
              <w:t>手机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235CF" w:rsidRPr="009A54D0" w:rsidRDefault="002235CF" w:rsidP="0034430B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  <w:tr w:rsidR="00BC5676" w:rsidRPr="009A54D0" w:rsidTr="002B5E7E">
        <w:trPr>
          <w:trHeight w:val="616"/>
        </w:trPr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676" w:rsidRDefault="00720FB5" w:rsidP="00BC56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项目类别</w:t>
            </w:r>
          </w:p>
        </w:tc>
        <w:tc>
          <w:tcPr>
            <w:tcW w:w="2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676" w:rsidRDefault="00BC5676" w:rsidP="00BC567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676" w:rsidRDefault="00720FB5" w:rsidP="00BC5676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项目编号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5676" w:rsidRDefault="00BC5676" w:rsidP="00BC5676">
            <w:pPr>
              <w:adjustRightInd w:val="0"/>
              <w:snapToGrid w:val="0"/>
              <w:ind w:firstLineChars="200" w:firstLine="480"/>
              <w:rPr>
                <w:rFonts w:ascii="宋体" w:hAnsi="宋体" w:hint="eastAsia"/>
                <w:sz w:val="24"/>
              </w:rPr>
            </w:pPr>
          </w:p>
        </w:tc>
      </w:tr>
      <w:tr w:rsidR="00BC5676" w:rsidRPr="009A54D0" w:rsidTr="002B5E7E">
        <w:trPr>
          <w:trHeight w:val="616"/>
        </w:trPr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676" w:rsidRPr="009A54D0" w:rsidRDefault="00BC5676" w:rsidP="00BC5676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</w:t>
            </w:r>
            <w:r w:rsidRPr="009A54D0">
              <w:rPr>
                <w:rFonts w:ascii="宋体" w:hAnsi="宋体" w:hint="eastAsia"/>
                <w:sz w:val="24"/>
              </w:rPr>
              <w:t>完成时间</w:t>
            </w:r>
          </w:p>
        </w:tc>
        <w:tc>
          <w:tcPr>
            <w:tcW w:w="2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676" w:rsidRPr="009A54D0" w:rsidRDefault="00BC5676" w:rsidP="00BC5676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676" w:rsidRPr="009A54D0" w:rsidRDefault="00BC5676" w:rsidP="00BC5676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申请延期至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5676" w:rsidRPr="009A54D0" w:rsidRDefault="00283250" w:rsidP="00283250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2018</w:t>
            </w:r>
            <w:r w:rsidR="00BC5676">
              <w:rPr>
                <w:rFonts w:ascii="宋体" w:hAnsi="宋体" w:hint="eastAsia"/>
                <w:sz w:val="24"/>
              </w:rPr>
              <w:t xml:space="preserve">年 </w:t>
            </w:r>
            <w:r>
              <w:rPr>
                <w:rFonts w:ascii="宋体" w:hAnsi="宋体"/>
                <w:sz w:val="24"/>
              </w:rPr>
              <w:t>12</w:t>
            </w:r>
            <w:bookmarkStart w:id="0" w:name="_GoBack"/>
            <w:bookmarkEnd w:id="0"/>
            <w:r w:rsidR="00BC5676">
              <w:rPr>
                <w:rFonts w:ascii="宋体" w:hAnsi="宋体" w:hint="eastAsia"/>
                <w:sz w:val="24"/>
              </w:rPr>
              <w:t xml:space="preserve">月   </w:t>
            </w:r>
          </w:p>
        </w:tc>
      </w:tr>
      <w:tr w:rsidR="00BC5676" w:rsidRPr="009A54D0" w:rsidTr="00720FB5">
        <w:trPr>
          <w:trHeight w:val="6649"/>
        </w:trPr>
        <w:tc>
          <w:tcPr>
            <w:tcW w:w="861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5676" w:rsidRPr="009A54D0" w:rsidRDefault="00BC5676" w:rsidP="00BC5676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申请延期理由</w:t>
            </w:r>
            <w:r w:rsidRPr="009A54D0">
              <w:rPr>
                <w:rFonts w:ascii="宋体" w:hAnsi="宋体" w:hint="eastAsia"/>
                <w:sz w:val="24"/>
              </w:rPr>
              <w:t>：</w:t>
            </w:r>
          </w:p>
          <w:p w:rsidR="00BC5676" w:rsidRPr="009A54D0" w:rsidRDefault="00BC5676" w:rsidP="00BC5676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  <w:p w:rsidR="00BC5676" w:rsidRPr="009A54D0" w:rsidRDefault="00BC5676" w:rsidP="00BC5676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  <w:p w:rsidR="00BC5676" w:rsidRPr="009A54D0" w:rsidRDefault="00BC5676" w:rsidP="00BC5676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  <w:p w:rsidR="00BC5676" w:rsidRPr="009A54D0" w:rsidRDefault="00BC5676" w:rsidP="00BC5676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  <w:p w:rsidR="00BC5676" w:rsidRPr="009A54D0" w:rsidRDefault="00BC5676" w:rsidP="00BC5676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  <w:p w:rsidR="00BC5676" w:rsidRPr="009A54D0" w:rsidRDefault="00BC5676" w:rsidP="00BC5676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  <w:p w:rsidR="00BC5676" w:rsidRPr="009A54D0" w:rsidRDefault="00BC5676" w:rsidP="00BC5676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  <w:p w:rsidR="00BC5676" w:rsidRPr="009A54D0" w:rsidRDefault="00BC5676" w:rsidP="00BC5676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  <w:p w:rsidR="00BC5676" w:rsidRPr="009A54D0" w:rsidRDefault="00BC5676" w:rsidP="00BC5676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  <w:p w:rsidR="00BC5676" w:rsidRPr="009A54D0" w:rsidRDefault="00BC5676" w:rsidP="00BC5676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  <w:p w:rsidR="00BC5676" w:rsidRPr="009A54D0" w:rsidRDefault="00BC5676" w:rsidP="00BC5676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  <w:p w:rsidR="00BC5676" w:rsidRPr="009A54D0" w:rsidRDefault="00BC5676" w:rsidP="00BC5676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  <w:p w:rsidR="00BC5676" w:rsidRPr="009A54D0" w:rsidRDefault="00BC5676" w:rsidP="00BC5676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  <w:p w:rsidR="00BC5676" w:rsidRPr="009A54D0" w:rsidRDefault="00BC5676" w:rsidP="00BC5676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  <w:p w:rsidR="00BC5676" w:rsidRPr="009A54D0" w:rsidRDefault="00BC5676" w:rsidP="00BC5676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  <w:p w:rsidR="00BC5676" w:rsidRPr="009A54D0" w:rsidRDefault="00BC5676" w:rsidP="00BC5676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  <w:p w:rsidR="00BC5676" w:rsidRDefault="00BC5676" w:rsidP="00BC5676">
            <w:pPr>
              <w:adjustRightInd w:val="0"/>
              <w:snapToGrid w:val="0"/>
              <w:ind w:firstLineChars="1800" w:firstLine="4320"/>
              <w:rPr>
                <w:rFonts w:ascii="宋体" w:hAnsi="宋体"/>
                <w:sz w:val="24"/>
              </w:rPr>
            </w:pPr>
            <w:r w:rsidRPr="00C36F8D">
              <w:rPr>
                <w:rFonts w:ascii="宋体" w:hAnsi="宋体" w:hint="eastAsia"/>
                <w:sz w:val="24"/>
              </w:rPr>
              <w:t>项目负责人（签</w:t>
            </w:r>
            <w:r>
              <w:rPr>
                <w:rFonts w:ascii="宋体" w:hAnsi="宋体" w:hint="eastAsia"/>
                <w:sz w:val="24"/>
              </w:rPr>
              <w:t>字</w:t>
            </w:r>
            <w:r w:rsidRPr="00C36F8D">
              <w:rPr>
                <w:rFonts w:ascii="宋体" w:hAnsi="宋体" w:hint="eastAsia"/>
                <w:sz w:val="24"/>
              </w:rPr>
              <w:t>）：</w:t>
            </w:r>
          </w:p>
          <w:p w:rsidR="00720FB5" w:rsidRDefault="00720FB5" w:rsidP="00720FB5">
            <w:pPr>
              <w:adjustRightInd w:val="0"/>
              <w:snapToGrid w:val="0"/>
              <w:ind w:firstLineChars="2200" w:firstLine="5280"/>
              <w:rPr>
                <w:rFonts w:ascii="宋体" w:hAnsi="宋体" w:hint="eastAsia"/>
                <w:sz w:val="24"/>
              </w:rPr>
            </w:pPr>
          </w:p>
          <w:p w:rsidR="00720FB5" w:rsidRPr="009A54D0" w:rsidRDefault="00720FB5" w:rsidP="00720FB5">
            <w:pPr>
              <w:adjustRightInd w:val="0"/>
              <w:snapToGrid w:val="0"/>
              <w:ind w:firstLineChars="2200" w:firstLine="52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年   </w:t>
            </w:r>
            <w:r w:rsidRPr="009A54D0">
              <w:rPr>
                <w:rFonts w:ascii="宋体" w:hAnsi="宋体" w:hint="eastAsia"/>
                <w:sz w:val="24"/>
              </w:rPr>
              <w:t>月   日</w:t>
            </w:r>
          </w:p>
          <w:p w:rsidR="00BC5676" w:rsidRPr="009A54D0" w:rsidRDefault="00BC5676" w:rsidP="00BC5676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</w:tc>
      </w:tr>
      <w:tr w:rsidR="00BC5676" w:rsidRPr="009A54D0" w:rsidTr="00720FB5">
        <w:trPr>
          <w:trHeight w:val="3356"/>
        </w:trPr>
        <w:tc>
          <w:tcPr>
            <w:tcW w:w="430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76" w:rsidRPr="009A54D0" w:rsidRDefault="00BC5676" w:rsidP="00BC5676">
            <w:pPr>
              <w:tabs>
                <w:tab w:val="left" w:pos="5040"/>
              </w:tabs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学院签字</w:t>
            </w:r>
            <w:r w:rsidRPr="009A54D0">
              <w:rPr>
                <w:rFonts w:ascii="宋体" w:hAnsi="宋体" w:hint="eastAsia"/>
                <w:sz w:val="24"/>
              </w:rPr>
              <w:t>：</w:t>
            </w:r>
          </w:p>
          <w:p w:rsidR="00BC5676" w:rsidRDefault="00BC5676" w:rsidP="00BC5676">
            <w:pPr>
              <w:tabs>
                <w:tab w:val="left" w:pos="5040"/>
              </w:tabs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  <w:p w:rsidR="00BC5676" w:rsidRDefault="00BC5676" w:rsidP="00BC5676">
            <w:pPr>
              <w:tabs>
                <w:tab w:val="left" w:pos="5040"/>
              </w:tabs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:rsidR="00720FB5" w:rsidRDefault="00720FB5" w:rsidP="00BC5676">
            <w:pPr>
              <w:tabs>
                <w:tab w:val="left" w:pos="5040"/>
              </w:tabs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:rsidR="00720FB5" w:rsidRDefault="00720FB5" w:rsidP="00BC5676">
            <w:pPr>
              <w:tabs>
                <w:tab w:val="left" w:pos="5040"/>
              </w:tabs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:rsidR="00720FB5" w:rsidRDefault="00720FB5" w:rsidP="00BC5676">
            <w:pPr>
              <w:tabs>
                <w:tab w:val="left" w:pos="5040"/>
              </w:tabs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:rsidR="00720FB5" w:rsidRPr="009A54D0" w:rsidRDefault="00720FB5" w:rsidP="00BC5676">
            <w:pPr>
              <w:tabs>
                <w:tab w:val="left" w:pos="5040"/>
              </w:tabs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  <w:p w:rsidR="00BC5676" w:rsidRDefault="00BC5676" w:rsidP="00BC5676">
            <w:pPr>
              <w:tabs>
                <w:tab w:val="left" w:pos="5040"/>
              </w:tabs>
              <w:adjustRightInd w:val="0"/>
              <w:snapToGrid w:val="0"/>
              <w:ind w:right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负责人签字：</w:t>
            </w:r>
          </w:p>
          <w:p w:rsidR="00720FB5" w:rsidRDefault="00BC5676" w:rsidP="00BC5676">
            <w:pPr>
              <w:tabs>
                <w:tab w:val="left" w:pos="5040"/>
              </w:tabs>
              <w:adjustRightInd w:val="0"/>
              <w:snapToGrid w:val="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  <w:p w:rsidR="00BC5676" w:rsidRDefault="00BC5676" w:rsidP="00BC5676">
            <w:pPr>
              <w:tabs>
                <w:tab w:val="left" w:pos="5040"/>
              </w:tabs>
              <w:adjustRightInd w:val="0"/>
              <w:snapToGrid w:val="0"/>
              <w:jc w:val="righ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年   </w:t>
            </w:r>
            <w:r w:rsidRPr="009A54D0">
              <w:rPr>
                <w:rFonts w:ascii="宋体" w:hAnsi="宋体" w:hint="eastAsia"/>
                <w:sz w:val="24"/>
              </w:rPr>
              <w:t>月   日</w:t>
            </w:r>
          </w:p>
          <w:p w:rsidR="00BC5676" w:rsidRDefault="00BC5676" w:rsidP="00BC5676">
            <w:pPr>
              <w:tabs>
                <w:tab w:val="left" w:pos="5040"/>
              </w:tabs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</w:tc>
        <w:tc>
          <w:tcPr>
            <w:tcW w:w="430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76" w:rsidRPr="009A54D0" w:rsidRDefault="00BC5676" w:rsidP="00BC5676">
            <w:pPr>
              <w:tabs>
                <w:tab w:val="left" w:pos="5040"/>
              </w:tabs>
              <w:adjustRightInd w:val="0"/>
              <w:snapToGrid w:val="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科学技术处</w:t>
            </w:r>
            <w:r>
              <w:rPr>
                <w:rFonts w:ascii="宋体" w:hAnsi="宋体"/>
                <w:sz w:val="24"/>
              </w:rPr>
              <w:t>批复意见</w:t>
            </w:r>
          </w:p>
          <w:p w:rsidR="00BC5676" w:rsidRDefault="00BC5676" w:rsidP="00BC5676">
            <w:pPr>
              <w:tabs>
                <w:tab w:val="left" w:pos="5040"/>
              </w:tabs>
              <w:adjustRightInd w:val="0"/>
              <w:snapToGrid w:val="0"/>
              <w:ind w:right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</w:t>
            </w:r>
          </w:p>
          <w:p w:rsidR="00BC5676" w:rsidRDefault="00BC5676" w:rsidP="00BC5676">
            <w:pPr>
              <w:tabs>
                <w:tab w:val="left" w:pos="5040"/>
              </w:tabs>
              <w:adjustRightInd w:val="0"/>
              <w:snapToGrid w:val="0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720FB5" w:rsidRDefault="00720FB5" w:rsidP="00BC5676">
            <w:pPr>
              <w:tabs>
                <w:tab w:val="left" w:pos="5040"/>
              </w:tabs>
              <w:adjustRightInd w:val="0"/>
              <w:snapToGrid w:val="0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720FB5" w:rsidRDefault="00720FB5" w:rsidP="00BC5676">
            <w:pPr>
              <w:tabs>
                <w:tab w:val="left" w:pos="5040"/>
              </w:tabs>
              <w:adjustRightInd w:val="0"/>
              <w:snapToGrid w:val="0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720FB5" w:rsidRDefault="00720FB5" w:rsidP="00BC5676">
            <w:pPr>
              <w:tabs>
                <w:tab w:val="left" w:pos="5040"/>
              </w:tabs>
              <w:adjustRightInd w:val="0"/>
              <w:snapToGrid w:val="0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720FB5" w:rsidRDefault="00720FB5" w:rsidP="00BC5676">
            <w:pPr>
              <w:tabs>
                <w:tab w:val="left" w:pos="5040"/>
              </w:tabs>
              <w:adjustRightInd w:val="0"/>
              <w:snapToGrid w:val="0"/>
              <w:ind w:right="480"/>
              <w:jc w:val="center"/>
              <w:rPr>
                <w:rFonts w:ascii="宋体" w:hAnsi="宋体" w:hint="eastAsia"/>
                <w:sz w:val="24"/>
              </w:rPr>
            </w:pPr>
          </w:p>
          <w:p w:rsidR="00BC5676" w:rsidRDefault="00BC5676" w:rsidP="00BC5676">
            <w:pPr>
              <w:tabs>
                <w:tab w:val="left" w:pos="5040"/>
              </w:tabs>
              <w:adjustRightInd w:val="0"/>
              <w:snapToGrid w:val="0"/>
              <w:ind w:right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负责人签字：</w:t>
            </w:r>
          </w:p>
          <w:p w:rsidR="00BC5676" w:rsidRPr="009A54D0" w:rsidRDefault="00BC5676" w:rsidP="00720FB5">
            <w:pPr>
              <w:tabs>
                <w:tab w:val="left" w:pos="5040"/>
              </w:tabs>
              <w:adjustRightInd w:val="0"/>
              <w:snapToGrid w:val="0"/>
              <w:ind w:firstLineChars="2650" w:firstLine="6360"/>
              <w:jc w:val="right"/>
              <w:rPr>
                <w:rFonts w:ascii="宋体" w:hAnsi="宋体" w:hint="eastAsia"/>
                <w:sz w:val="24"/>
              </w:rPr>
            </w:pPr>
            <w:r w:rsidRPr="009A54D0">
              <w:rPr>
                <w:rFonts w:ascii="宋体" w:hAnsi="宋体" w:hint="eastAsia"/>
                <w:sz w:val="24"/>
              </w:rPr>
              <w:t xml:space="preserve">年  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 xml:space="preserve">年   </w:t>
            </w:r>
            <w:r w:rsidRPr="009A54D0">
              <w:rPr>
                <w:rFonts w:ascii="宋体" w:hAnsi="宋体" w:hint="eastAsia"/>
                <w:sz w:val="24"/>
              </w:rPr>
              <w:t>月   日</w:t>
            </w:r>
          </w:p>
        </w:tc>
      </w:tr>
    </w:tbl>
    <w:p w:rsidR="00BA2217" w:rsidRPr="009A54D0" w:rsidRDefault="00BA2217" w:rsidP="002B5E7E">
      <w:pPr>
        <w:pStyle w:val="a4"/>
        <w:adjustRightInd w:val="0"/>
        <w:spacing w:before="0" w:beforeAutospacing="0" w:after="0" w:afterAutospacing="0"/>
        <w:jc w:val="right"/>
        <w:rPr>
          <w:rFonts w:hint="eastAsia"/>
          <w:sz w:val="30"/>
        </w:rPr>
      </w:pPr>
      <w:r w:rsidRPr="009A54D0">
        <w:rPr>
          <w:rFonts w:hint="eastAsia"/>
        </w:rPr>
        <w:t>填报日期：</w:t>
      </w:r>
      <w:r w:rsidRPr="009A54D0">
        <w:t xml:space="preserve">     </w:t>
      </w:r>
      <w:r w:rsidRPr="009A54D0">
        <w:rPr>
          <w:rFonts w:hint="eastAsia"/>
        </w:rPr>
        <w:t>年</w:t>
      </w:r>
      <w:r w:rsidRPr="009A54D0">
        <w:t xml:space="preserve">    </w:t>
      </w:r>
      <w:r w:rsidRPr="009A54D0">
        <w:rPr>
          <w:rFonts w:hint="eastAsia"/>
        </w:rPr>
        <w:t>月</w:t>
      </w:r>
      <w:r w:rsidRPr="009A54D0">
        <w:t xml:space="preserve">    </w:t>
      </w:r>
      <w:r w:rsidRPr="009A54D0">
        <w:rPr>
          <w:rFonts w:hint="eastAsia"/>
        </w:rPr>
        <w:t>日</w:t>
      </w:r>
    </w:p>
    <w:p w:rsidR="00BA2217" w:rsidRDefault="00BA2217" w:rsidP="00410571">
      <w:pPr>
        <w:rPr>
          <w:rFonts w:ascii="仿宋_GB2312" w:eastAsia="仿宋_GB2312" w:hAnsi="宋体" w:hint="eastAsia"/>
        </w:rPr>
      </w:pPr>
    </w:p>
    <w:p w:rsidR="0034430B" w:rsidRDefault="0034430B" w:rsidP="00410571">
      <w:pPr>
        <w:rPr>
          <w:rFonts w:ascii="仿宋_GB2312" w:eastAsia="仿宋_GB2312" w:hAnsi="宋体" w:hint="eastAsia"/>
          <w:sz w:val="28"/>
        </w:rPr>
      </w:pPr>
    </w:p>
    <w:sectPr w:rsidR="0034430B" w:rsidSect="00410571">
      <w:pgSz w:w="11906" w:h="16838"/>
      <w:pgMar w:top="1247" w:right="1797" w:bottom="1247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070" w:rsidRDefault="00FD2070" w:rsidP="00713123">
      <w:r>
        <w:separator/>
      </w:r>
    </w:p>
  </w:endnote>
  <w:endnote w:type="continuationSeparator" w:id="0">
    <w:p w:rsidR="00FD2070" w:rsidRDefault="00FD2070" w:rsidP="00713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070" w:rsidRDefault="00FD2070" w:rsidP="00713123">
      <w:r>
        <w:separator/>
      </w:r>
    </w:p>
  </w:footnote>
  <w:footnote w:type="continuationSeparator" w:id="0">
    <w:p w:rsidR="00FD2070" w:rsidRDefault="00FD2070" w:rsidP="007131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D7201"/>
    <w:rsid w:val="001347A8"/>
    <w:rsid w:val="001D4013"/>
    <w:rsid w:val="001D786C"/>
    <w:rsid w:val="002235CF"/>
    <w:rsid w:val="00224889"/>
    <w:rsid w:val="00283250"/>
    <w:rsid w:val="002B5E7E"/>
    <w:rsid w:val="002D4EA5"/>
    <w:rsid w:val="00303DE6"/>
    <w:rsid w:val="0034430B"/>
    <w:rsid w:val="003E1087"/>
    <w:rsid w:val="00410571"/>
    <w:rsid w:val="00457CDB"/>
    <w:rsid w:val="00692926"/>
    <w:rsid w:val="00713123"/>
    <w:rsid w:val="00720FB5"/>
    <w:rsid w:val="007D7293"/>
    <w:rsid w:val="007E7A76"/>
    <w:rsid w:val="00963B86"/>
    <w:rsid w:val="009A54D0"/>
    <w:rsid w:val="009D6376"/>
    <w:rsid w:val="009E5FCC"/>
    <w:rsid w:val="00BA2217"/>
    <w:rsid w:val="00BC5676"/>
    <w:rsid w:val="00C54CDC"/>
    <w:rsid w:val="00C8186B"/>
    <w:rsid w:val="00CA51C4"/>
    <w:rsid w:val="00D52132"/>
    <w:rsid w:val="00D91398"/>
    <w:rsid w:val="00E10B65"/>
    <w:rsid w:val="00EB51CE"/>
    <w:rsid w:val="00FD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4DC1B1F-1874-488F-A911-FE96D447D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rPr>
      <w:sz w:val="18"/>
    </w:rPr>
  </w:style>
  <w:style w:type="paragraph" w:styleId="a4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5">
    <w:name w:val="Body Text"/>
    <w:basedOn w:val="a"/>
    <w:pPr>
      <w:spacing w:after="120"/>
    </w:pPr>
  </w:style>
  <w:style w:type="paragraph" w:styleId="a6">
    <w:name w:val="header"/>
    <w:basedOn w:val="a"/>
    <w:link w:val="Char"/>
    <w:rsid w:val="007131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713123"/>
    <w:rPr>
      <w:kern w:val="2"/>
      <w:sz w:val="18"/>
      <w:szCs w:val="18"/>
    </w:rPr>
  </w:style>
  <w:style w:type="paragraph" w:styleId="a7">
    <w:name w:val="footer"/>
    <w:basedOn w:val="a"/>
    <w:link w:val="Char0"/>
    <w:rsid w:val="007131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713123"/>
    <w:rPr>
      <w:kern w:val="2"/>
      <w:sz w:val="18"/>
      <w:szCs w:val="18"/>
    </w:rPr>
  </w:style>
  <w:style w:type="character" w:styleId="a8">
    <w:name w:val="page number"/>
    <w:basedOn w:val="a0"/>
    <w:rsid w:val="00713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</Words>
  <Characters>248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Manager/>
  <Company>Legend (Beijing) Limited</Company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组干示〔2006〕5号</dc:title>
  <dc:subject/>
  <dc:creator>Legend User</dc:creator>
  <cp:keywords/>
  <dc:description/>
  <cp:lastModifiedBy>Windows User</cp:lastModifiedBy>
  <cp:revision>6</cp:revision>
  <cp:lastPrinted>2011-11-21T05:52:00Z</cp:lastPrinted>
  <dcterms:created xsi:type="dcterms:W3CDTF">2017-11-23T07:13:00Z</dcterms:created>
  <dcterms:modified xsi:type="dcterms:W3CDTF">2017-11-23T07:21:00Z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2052-6.3.0.1705</vt:lpwstr>
  </property>
</Properties>
</file>