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FE4D8AA" w14:textId="76D8FC0D" w:rsidR="00F939B0" w:rsidRDefault="00F939B0">
      <w:pPr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201</w:t>
      </w:r>
      <w:r w:rsidR="006E0A34">
        <w:rPr>
          <w:rFonts w:ascii="宋体" w:hAnsi="宋体" w:hint="eastAsia"/>
          <w:b/>
          <w:sz w:val="28"/>
        </w:rPr>
        <w:t>8</w:t>
      </w:r>
      <w:r>
        <w:rPr>
          <w:rFonts w:ascii="宋体" w:hAnsi="宋体" w:hint="eastAsia"/>
          <w:b/>
          <w:sz w:val="28"/>
        </w:rPr>
        <w:t>至201</w:t>
      </w:r>
      <w:r w:rsidR="006E0A34">
        <w:rPr>
          <w:rFonts w:ascii="宋体" w:hAnsi="宋体" w:hint="eastAsia"/>
          <w:b/>
          <w:sz w:val="28"/>
        </w:rPr>
        <w:t>9</w:t>
      </w:r>
      <w:r>
        <w:rPr>
          <w:rFonts w:ascii="宋体" w:hAnsi="宋体" w:hint="eastAsia"/>
          <w:b/>
          <w:sz w:val="28"/>
        </w:rPr>
        <w:t xml:space="preserve"> 学年 第 一 学期</w:t>
      </w:r>
    </w:p>
    <w:p w14:paraId="3958F75B" w14:textId="77777777" w:rsidR="00F939B0" w:rsidRDefault="00F939B0">
      <w:pPr>
        <w:jc w:val="center"/>
        <w:rPr>
          <w:b/>
        </w:rPr>
      </w:pPr>
    </w:p>
    <w:p w14:paraId="251632CE" w14:textId="77777777" w:rsidR="00F939B0" w:rsidRDefault="00F939B0">
      <w:pPr>
        <w:jc w:val="center"/>
        <w:rPr>
          <w:b/>
        </w:rPr>
      </w:pPr>
    </w:p>
    <w:p w14:paraId="5FA7CD05" w14:textId="77777777" w:rsidR="00F939B0" w:rsidRDefault="00F939B0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14:paraId="43711DE5" w14:textId="77777777" w:rsidR="00F939B0" w:rsidRDefault="00F939B0">
      <w:pPr>
        <w:jc w:val="center"/>
        <w:rPr>
          <w:b/>
          <w:sz w:val="84"/>
        </w:rPr>
      </w:pPr>
    </w:p>
    <w:p w14:paraId="6594B54D" w14:textId="77777777" w:rsidR="00F939B0" w:rsidRDefault="00F939B0">
      <w:pPr>
        <w:jc w:val="center"/>
        <w:rPr>
          <w:b/>
          <w:sz w:val="84"/>
        </w:rPr>
      </w:pPr>
    </w:p>
    <w:p w14:paraId="14FC4662" w14:textId="77777777" w:rsidR="00F939B0" w:rsidRDefault="00F939B0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</w:t>
      </w:r>
      <w:r w:rsidRPr="008B0843">
        <w:rPr>
          <w:rFonts w:hint="eastAsia"/>
          <w:bCs/>
          <w:sz w:val="28"/>
        </w:rPr>
        <w:t>＿＿</w:t>
      </w:r>
      <w:r w:rsidRPr="008B0843">
        <w:rPr>
          <w:rFonts w:hint="eastAsia"/>
          <w:bCs/>
          <w:sz w:val="28"/>
          <w:u w:val="single"/>
        </w:rPr>
        <w:t>数学分析（Ⅲ）</w:t>
      </w:r>
      <w:r w:rsidRPr="008B0843">
        <w:rPr>
          <w:rFonts w:hint="eastAsia"/>
          <w:bCs/>
          <w:sz w:val="28"/>
        </w:rPr>
        <w:t>＿</w:t>
      </w:r>
      <w:r>
        <w:rPr>
          <w:rFonts w:hint="eastAsia"/>
          <w:bCs/>
          <w:sz w:val="28"/>
        </w:rPr>
        <w:t>性质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  <w:u w:val="single"/>
        </w:rPr>
        <w:t>考试</w:t>
      </w:r>
      <w:r>
        <w:rPr>
          <w:rFonts w:hint="eastAsia"/>
          <w:bCs/>
          <w:sz w:val="28"/>
        </w:rPr>
        <w:t xml:space="preserve"> </w:t>
      </w:r>
    </w:p>
    <w:p w14:paraId="2D24D74C" w14:textId="77777777" w:rsidR="00F939B0" w:rsidRDefault="00F939B0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总学时</w:t>
      </w:r>
      <w:r>
        <w:rPr>
          <w:rFonts w:hint="eastAsia"/>
          <w:bCs/>
          <w:sz w:val="28"/>
          <w:u w:val="single"/>
        </w:rPr>
        <w:t xml:space="preserve"> 32 </w:t>
      </w:r>
      <w:r>
        <w:rPr>
          <w:rFonts w:hint="eastAsia"/>
          <w:bCs/>
          <w:sz w:val="28"/>
        </w:rPr>
        <w:t>讲课</w:t>
      </w:r>
      <w:r>
        <w:rPr>
          <w:rFonts w:hint="eastAsia"/>
          <w:bCs/>
          <w:sz w:val="28"/>
          <w:u w:val="single"/>
        </w:rPr>
        <w:t xml:space="preserve"> 32 </w:t>
      </w:r>
      <w:r w:rsidR="005C5684">
        <w:rPr>
          <w:rFonts w:hint="eastAsia"/>
          <w:bCs/>
          <w:sz w:val="28"/>
        </w:rPr>
        <w:t>实验＿＿其它＿</w:t>
      </w:r>
      <w:r>
        <w:rPr>
          <w:rFonts w:hint="eastAsia"/>
          <w:bCs/>
          <w:sz w:val="28"/>
        </w:rPr>
        <w:t>＿＿＿</w:t>
      </w:r>
    </w:p>
    <w:p w14:paraId="79645333" w14:textId="2B451AAE" w:rsidR="00F939B0" w:rsidRDefault="00F939B0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授课班级数</w:t>
      </w:r>
      <w:r>
        <w:rPr>
          <w:rFonts w:hint="eastAsia"/>
          <w:bCs/>
          <w:sz w:val="28"/>
          <w:u w:val="single"/>
        </w:rPr>
        <w:t xml:space="preserve"> </w:t>
      </w:r>
      <w:r w:rsidR="006E0A34">
        <w:rPr>
          <w:bCs/>
          <w:sz w:val="28"/>
          <w:u w:val="single"/>
        </w:rPr>
        <w:t>2017</w:t>
      </w:r>
      <w:r>
        <w:rPr>
          <w:rFonts w:hint="eastAsia"/>
          <w:bCs/>
          <w:sz w:val="28"/>
          <w:u w:val="single"/>
        </w:rPr>
        <w:t>级</w:t>
      </w:r>
      <w:r>
        <w:rPr>
          <w:rFonts w:hint="eastAsia"/>
          <w:bCs/>
          <w:sz w:val="28"/>
          <w:u w:val="single"/>
        </w:rPr>
        <w:t xml:space="preserve">   </w:t>
      </w:r>
      <w:r>
        <w:rPr>
          <w:rFonts w:hint="eastAsia"/>
          <w:bCs/>
          <w:sz w:val="28"/>
        </w:rPr>
        <w:t>学生人数＿</w:t>
      </w:r>
      <w:r w:rsidR="008B0843">
        <w:rPr>
          <w:bCs/>
          <w:sz w:val="28"/>
          <w:u w:val="single"/>
        </w:rPr>
        <w:t>7</w:t>
      </w:r>
      <w:r w:rsidR="00262370">
        <w:rPr>
          <w:bCs/>
          <w:sz w:val="28"/>
          <w:u w:val="single"/>
        </w:rPr>
        <w:t>7</w:t>
      </w:r>
      <w:r>
        <w:rPr>
          <w:rFonts w:hint="eastAsia"/>
          <w:bCs/>
          <w:sz w:val="28"/>
        </w:rPr>
        <w:t>＿＿＿</w:t>
      </w:r>
    </w:p>
    <w:p w14:paraId="18D8CE81" w14:textId="77777777" w:rsidR="00F939B0" w:rsidRDefault="00F939B0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任课教师＿</w:t>
      </w:r>
      <w:r w:rsidR="008B0843">
        <w:rPr>
          <w:rFonts w:hint="eastAsia"/>
          <w:bCs/>
          <w:sz w:val="28"/>
          <w:u w:val="single"/>
        </w:rPr>
        <w:t>武国宁</w:t>
      </w:r>
      <w:r>
        <w:rPr>
          <w:rFonts w:hint="eastAsia"/>
          <w:bCs/>
          <w:sz w:val="28"/>
        </w:rPr>
        <w:t>＿＿＿职称＿</w:t>
      </w:r>
      <w:r w:rsidR="008B0843">
        <w:rPr>
          <w:rFonts w:hint="eastAsia"/>
          <w:bCs/>
          <w:sz w:val="28"/>
        </w:rPr>
        <w:t>副</w:t>
      </w:r>
      <w:r>
        <w:rPr>
          <w:rFonts w:hint="eastAsia"/>
          <w:bCs/>
          <w:sz w:val="28"/>
          <w:u w:val="single"/>
        </w:rPr>
        <w:t>教授</w:t>
      </w:r>
      <w:r>
        <w:rPr>
          <w:rFonts w:hint="eastAsia"/>
          <w:bCs/>
          <w:sz w:val="28"/>
        </w:rPr>
        <w:t>＿＿</w:t>
      </w:r>
    </w:p>
    <w:p w14:paraId="5076F1D2" w14:textId="77777777" w:rsidR="00F939B0" w:rsidRDefault="00F939B0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 w:rsidR="005C5684">
        <w:rPr>
          <w:rFonts w:hint="eastAsia"/>
          <w:bCs/>
          <w:sz w:val="28"/>
        </w:rPr>
        <w:t>)_</w:t>
      </w:r>
      <w:r>
        <w:rPr>
          <w:rFonts w:hint="eastAsia"/>
          <w:bCs/>
          <w:sz w:val="28"/>
        </w:rPr>
        <w:t>__</w:t>
      </w:r>
      <w:r w:rsidR="00CE3023">
        <w:rPr>
          <w:rFonts w:hint="eastAsia"/>
          <w:bCs/>
          <w:sz w:val="28"/>
          <w:u w:val="single"/>
        </w:rPr>
        <w:t>理学院数学系</w:t>
      </w:r>
      <w:r>
        <w:rPr>
          <w:rFonts w:hint="eastAsia"/>
          <w:bCs/>
          <w:sz w:val="28"/>
        </w:rPr>
        <w:t>__________</w:t>
      </w:r>
    </w:p>
    <w:p w14:paraId="7E27DFA6" w14:textId="77777777" w:rsidR="00F939B0" w:rsidRDefault="00F939B0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 w:rsidR="005C5684">
        <w:rPr>
          <w:rFonts w:hint="eastAsia"/>
          <w:sz w:val="28"/>
        </w:rPr>
        <w:t>________</w:t>
      </w:r>
      <w:r>
        <w:rPr>
          <w:rFonts w:hint="eastAsia"/>
          <w:sz w:val="28"/>
        </w:rPr>
        <w:t>______________</w:t>
      </w:r>
    </w:p>
    <w:p w14:paraId="5ABBE5C1" w14:textId="77777777" w:rsidR="00F939B0" w:rsidRDefault="00F939B0">
      <w:pPr>
        <w:rPr>
          <w:sz w:val="28"/>
        </w:rPr>
      </w:pPr>
      <w:r>
        <w:rPr>
          <w:rFonts w:hint="eastAsia"/>
          <w:sz w:val="28"/>
        </w:rPr>
        <w:t xml:space="preserve">　　　　教材名称：　数学分析　　　　作者：陈纪修</w:t>
      </w:r>
    </w:p>
    <w:p w14:paraId="756A0017" w14:textId="77777777" w:rsidR="00F939B0" w:rsidRDefault="00F939B0">
      <w:pPr>
        <w:rPr>
          <w:sz w:val="28"/>
        </w:rPr>
      </w:pPr>
      <w:r>
        <w:rPr>
          <w:rFonts w:hint="eastAsia"/>
          <w:sz w:val="28"/>
        </w:rPr>
        <w:t xml:space="preserve">　　　　出版单位：　高等教育出版社　出版时间：</w:t>
      </w:r>
      <w:r>
        <w:rPr>
          <w:rFonts w:hint="eastAsia"/>
          <w:sz w:val="28"/>
        </w:rPr>
        <w:t>2004.6</w:t>
      </w:r>
    </w:p>
    <w:p w14:paraId="7E927088" w14:textId="77777777" w:rsidR="00F939B0" w:rsidRDefault="00F939B0">
      <w:pPr>
        <w:jc w:val="center"/>
        <w:rPr>
          <w:sz w:val="28"/>
        </w:rPr>
      </w:pPr>
    </w:p>
    <w:p w14:paraId="52F40D1D" w14:textId="77777777" w:rsidR="00F939B0" w:rsidRDefault="00F939B0">
      <w:pPr>
        <w:jc w:val="center"/>
        <w:rPr>
          <w:sz w:val="28"/>
        </w:rPr>
      </w:pPr>
    </w:p>
    <w:p w14:paraId="77A7E72D" w14:textId="77777777" w:rsidR="00F939B0" w:rsidRDefault="00F939B0">
      <w:pPr>
        <w:jc w:val="center"/>
        <w:rPr>
          <w:sz w:val="28"/>
        </w:rPr>
      </w:pPr>
    </w:p>
    <w:p w14:paraId="7F5C9AC9" w14:textId="77777777" w:rsidR="00F939B0" w:rsidRDefault="00F939B0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14:paraId="1EAB1186" w14:textId="77777777" w:rsidR="00F939B0" w:rsidRDefault="00F939B0">
      <w:pPr>
        <w:rPr>
          <w:rFonts w:ascii="黑体" w:eastAsia="黑体"/>
          <w:sz w:val="24"/>
          <w:szCs w:val="24"/>
        </w:rPr>
      </w:pPr>
    </w:p>
    <w:p w14:paraId="23CC08F0" w14:textId="77777777" w:rsidR="00F939B0" w:rsidRDefault="00F939B0">
      <w:pPr>
        <w:rPr>
          <w:rFonts w:ascii="黑体" w:eastAsia="黑体"/>
          <w:sz w:val="24"/>
          <w:szCs w:val="24"/>
        </w:rPr>
      </w:pPr>
    </w:p>
    <w:p w14:paraId="657FAF0F" w14:textId="77777777" w:rsidR="00F939B0" w:rsidRDefault="00F939B0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 写 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14:paraId="6E6BC46A" w14:textId="77777777" w:rsidR="00F939B0" w:rsidRDefault="00F939B0" w:rsidP="008B0843">
      <w:pPr>
        <w:outlineLvl w:val="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14:paraId="375AFAEA" w14:textId="77777777" w:rsidR="00F939B0" w:rsidRDefault="00F939B0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14:paraId="3858A5C5" w14:textId="77777777" w:rsidR="00F939B0" w:rsidRDefault="00F939B0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14:paraId="3BDC4A56" w14:textId="77777777" w:rsidR="00F939B0" w:rsidRDefault="00F939B0">
      <w:pPr>
        <w:ind w:left="315" w:hangingChars="150" w:hanging="315"/>
        <w:sectPr w:rsidR="00F939B0">
          <w:pgSz w:w="11907" w:h="16840"/>
          <w:pgMar w:top="1440" w:right="1797" w:bottom="1440" w:left="1797" w:header="851" w:footer="992" w:gutter="0"/>
          <w:cols w:space="720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477"/>
        <w:gridCol w:w="426"/>
        <w:gridCol w:w="4320"/>
        <w:gridCol w:w="885"/>
        <w:gridCol w:w="540"/>
        <w:gridCol w:w="540"/>
        <w:gridCol w:w="540"/>
        <w:gridCol w:w="915"/>
      </w:tblGrid>
      <w:tr w:rsidR="00F939B0" w:rsidRPr="008B0843" w14:paraId="4A5BA4F3" w14:textId="77777777">
        <w:trPr>
          <w:cantSplit/>
        </w:trPr>
        <w:tc>
          <w:tcPr>
            <w:tcW w:w="1434" w:type="dxa"/>
            <w:gridSpan w:val="3"/>
            <w:vAlign w:val="center"/>
          </w:tcPr>
          <w:p w14:paraId="0D1CA1EF" w14:textId="77777777" w:rsidR="00F939B0" w:rsidRPr="008B0843" w:rsidRDefault="00F939B0" w:rsidP="008B0843">
            <w:r w:rsidRPr="008B0843"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20" w:type="dxa"/>
            <w:vMerge w:val="restart"/>
            <w:vAlign w:val="center"/>
          </w:tcPr>
          <w:p w14:paraId="1E7CF564" w14:textId="77777777" w:rsidR="00F939B0" w:rsidRPr="008B0843" w:rsidRDefault="00F939B0" w:rsidP="008B0843">
            <w:r w:rsidRPr="008B0843">
              <w:rPr>
                <w:rFonts w:hint="eastAsia"/>
              </w:rPr>
              <w:t>授</w:t>
            </w:r>
            <w:r w:rsidRPr="008B0843">
              <w:rPr>
                <w:rFonts w:hint="eastAsia"/>
              </w:rPr>
              <w:t xml:space="preserve">  </w:t>
            </w:r>
            <w:r w:rsidRPr="008B0843">
              <w:rPr>
                <w:rFonts w:hint="eastAsia"/>
              </w:rPr>
              <w:t>课</w:t>
            </w:r>
            <w:r w:rsidRPr="008B0843">
              <w:rPr>
                <w:rFonts w:hint="eastAsia"/>
              </w:rPr>
              <w:t xml:space="preserve">  </w:t>
            </w:r>
            <w:r w:rsidRPr="008B0843">
              <w:rPr>
                <w:rFonts w:hint="eastAsia"/>
              </w:rPr>
              <w:t>内</w:t>
            </w:r>
            <w:r w:rsidRPr="008B0843">
              <w:rPr>
                <w:rFonts w:hint="eastAsia"/>
              </w:rPr>
              <w:t xml:space="preserve">  </w:t>
            </w:r>
            <w:r w:rsidRPr="008B0843">
              <w:rPr>
                <w:rFonts w:hint="eastAsia"/>
              </w:rPr>
              <w:t>容</w:t>
            </w:r>
            <w:r w:rsidRPr="008B0843">
              <w:rPr>
                <w:rFonts w:hint="eastAsia"/>
              </w:rPr>
              <w:t xml:space="preserve">  </w:t>
            </w:r>
            <w:r w:rsidRPr="008B0843">
              <w:rPr>
                <w:rFonts w:hint="eastAsia"/>
              </w:rPr>
              <w:t>提</w:t>
            </w:r>
            <w:r w:rsidRPr="008B0843">
              <w:rPr>
                <w:rFonts w:hint="eastAsia"/>
              </w:rPr>
              <w:t xml:space="preserve">  </w:t>
            </w:r>
            <w:r w:rsidRPr="008B0843">
              <w:rPr>
                <w:rFonts w:hint="eastAsia"/>
              </w:rPr>
              <w:t>要</w:t>
            </w:r>
          </w:p>
        </w:tc>
        <w:tc>
          <w:tcPr>
            <w:tcW w:w="885" w:type="dxa"/>
            <w:vMerge w:val="restart"/>
          </w:tcPr>
          <w:p w14:paraId="3ADEAD35" w14:textId="77777777" w:rsidR="00F939B0" w:rsidRPr="008B0843" w:rsidRDefault="00F939B0" w:rsidP="008B0843">
            <w:r w:rsidRPr="008B0843">
              <w:rPr>
                <w:rFonts w:hint="eastAsia"/>
              </w:rPr>
              <w:t>周学时</w:t>
            </w:r>
          </w:p>
          <w:p w14:paraId="0BA7A6B8" w14:textId="77777777" w:rsidR="00F939B0" w:rsidRPr="008B0843" w:rsidRDefault="00F939B0" w:rsidP="008B0843">
            <w:r w:rsidRPr="008B0843">
              <w:rPr>
                <w:rFonts w:hint="eastAsia"/>
              </w:rPr>
              <w:t>（周学时大于</w:t>
            </w:r>
            <w:r w:rsidRPr="008B0843">
              <w:rPr>
                <w:rFonts w:hint="eastAsia"/>
              </w:rPr>
              <w:t>2</w:t>
            </w:r>
            <w:r w:rsidRPr="008B0843">
              <w:rPr>
                <w:rFonts w:hint="eastAsia"/>
              </w:rPr>
              <w:t>，可合并单元格）</w:t>
            </w:r>
          </w:p>
        </w:tc>
        <w:tc>
          <w:tcPr>
            <w:tcW w:w="1620" w:type="dxa"/>
            <w:gridSpan w:val="3"/>
            <w:vAlign w:val="center"/>
          </w:tcPr>
          <w:p w14:paraId="39B399DD" w14:textId="77777777" w:rsidR="00F939B0" w:rsidRPr="008B0843" w:rsidRDefault="00F939B0" w:rsidP="008B0843"/>
          <w:p w14:paraId="3A2295E4" w14:textId="77777777" w:rsidR="00F939B0" w:rsidRPr="008B0843" w:rsidRDefault="00F939B0" w:rsidP="008B0843">
            <w:r w:rsidRPr="008B0843">
              <w:rPr>
                <w:rFonts w:hint="eastAsia"/>
              </w:rPr>
              <w:t>学时分配</w:t>
            </w:r>
          </w:p>
          <w:p w14:paraId="5BDD272A" w14:textId="77777777" w:rsidR="00F939B0" w:rsidRPr="008B0843" w:rsidRDefault="00F939B0" w:rsidP="008B0843"/>
        </w:tc>
        <w:tc>
          <w:tcPr>
            <w:tcW w:w="915" w:type="dxa"/>
            <w:vMerge w:val="restart"/>
            <w:vAlign w:val="center"/>
          </w:tcPr>
          <w:p w14:paraId="4E346035" w14:textId="77777777" w:rsidR="00F939B0" w:rsidRPr="008B0843" w:rsidRDefault="00F939B0" w:rsidP="008B0843">
            <w:r w:rsidRPr="008B0843">
              <w:rPr>
                <w:rFonts w:hint="eastAsia"/>
              </w:rPr>
              <w:t>备注</w:t>
            </w:r>
          </w:p>
        </w:tc>
      </w:tr>
      <w:tr w:rsidR="00F939B0" w14:paraId="59910E39" w14:textId="77777777">
        <w:trPr>
          <w:cantSplit/>
          <w:trHeight w:val="501"/>
        </w:trPr>
        <w:tc>
          <w:tcPr>
            <w:tcW w:w="531" w:type="dxa"/>
            <w:vAlign w:val="center"/>
          </w:tcPr>
          <w:p w14:paraId="38D3D3FF" w14:textId="77777777" w:rsidR="00F939B0" w:rsidRDefault="00F939B0">
            <w:pPr>
              <w:spacing w:line="240" w:lineRule="atLeast"/>
              <w:jc w:val="center"/>
            </w:pPr>
            <w:r>
              <w:rPr>
                <w:rFonts w:hint="eastAsia"/>
              </w:rPr>
              <w:t>周次</w:t>
            </w:r>
          </w:p>
        </w:tc>
        <w:tc>
          <w:tcPr>
            <w:tcW w:w="477" w:type="dxa"/>
            <w:vAlign w:val="center"/>
          </w:tcPr>
          <w:p w14:paraId="3178AFAF" w14:textId="77777777" w:rsidR="00F939B0" w:rsidRDefault="00F939B0">
            <w:pPr>
              <w:spacing w:line="240" w:lineRule="atLeast"/>
              <w:jc w:val="center"/>
            </w:pPr>
            <w:r>
              <w:rPr>
                <w:rFonts w:hint="eastAsia"/>
              </w:rPr>
              <w:t>星期</w:t>
            </w:r>
          </w:p>
        </w:tc>
        <w:tc>
          <w:tcPr>
            <w:tcW w:w="426" w:type="dxa"/>
            <w:vAlign w:val="center"/>
          </w:tcPr>
          <w:p w14:paraId="7DF8A270" w14:textId="77777777" w:rsidR="00F939B0" w:rsidRDefault="00F939B0">
            <w:pPr>
              <w:spacing w:line="240" w:lineRule="atLeast"/>
              <w:jc w:val="center"/>
            </w:pPr>
            <w:r>
              <w:rPr>
                <w:rFonts w:hint="eastAsia"/>
              </w:rPr>
              <w:t>节次</w:t>
            </w:r>
          </w:p>
        </w:tc>
        <w:tc>
          <w:tcPr>
            <w:tcW w:w="4320" w:type="dxa"/>
            <w:vMerge/>
          </w:tcPr>
          <w:p w14:paraId="467CA909" w14:textId="77777777" w:rsidR="00F939B0" w:rsidRDefault="00F939B0"/>
        </w:tc>
        <w:tc>
          <w:tcPr>
            <w:tcW w:w="885" w:type="dxa"/>
            <w:vMerge/>
          </w:tcPr>
          <w:p w14:paraId="376D8BF9" w14:textId="77777777" w:rsidR="00F939B0" w:rsidRDefault="00F939B0"/>
        </w:tc>
        <w:tc>
          <w:tcPr>
            <w:tcW w:w="540" w:type="dxa"/>
            <w:vAlign w:val="center"/>
          </w:tcPr>
          <w:p w14:paraId="009F90CC" w14:textId="77777777" w:rsidR="00F939B0" w:rsidRDefault="00F939B0"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40" w:type="dxa"/>
            <w:vAlign w:val="center"/>
          </w:tcPr>
          <w:p w14:paraId="0482A493" w14:textId="77777777" w:rsidR="00F939B0" w:rsidRDefault="00F939B0"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540" w:type="dxa"/>
            <w:vAlign w:val="center"/>
          </w:tcPr>
          <w:p w14:paraId="22F0534D" w14:textId="77777777" w:rsidR="00F939B0" w:rsidRDefault="00F939B0"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915" w:type="dxa"/>
            <w:vMerge/>
          </w:tcPr>
          <w:p w14:paraId="78B88346" w14:textId="77777777" w:rsidR="00F939B0" w:rsidRDefault="00F939B0"/>
        </w:tc>
      </w:tr>
      <w:tr w:rsidR="00F939B0" w14:paraId="1346F3A7" w14:textId="77777777">
        <w:trPr>
          <w:trHeight w:val="570"/>
        </w:trPr>
        <w:tc>
          <w:tcPr>
            <w:tcW w:w="531" w:type="dxa"/>
            <w:vMerge w:val="restart"/>
            <w:vAlign w:val="center"/>
          </w:tcPr>
          <w:p w14:paraId="2CDB979F" w14:textId="77777777" w:rsidR="00F939B0" w:rsidRDefault="008B0843" w:rsidP="008B0843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477" w:type="dxa"/>
            <w:vAlign w:val="center"/>
          </w:tcPr>
          <w:p w14:paraId="7F546C59" w14:textId="77777777" w:rsidR="00F939B0" w:rsidRDefault="008B0843">
            <w:pPr>
              <w:spacing w:line="240" w:lineRule="atLeast"/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426" w:type="dxa"/>
            <w:vAlign w:val="center"/>
          </w:tcPr>
          <w:p w14:paraId="64CD9E5F" w14:textId="77777777" w:rsidR="00F939B0" w:rsidRDefault="008B0843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vAlign w:val="center"/>
          </w:tcPr>
          <w:p w14:paraId="3F418F15" w14:textId="24BEA5D2" w:rsidR="00F939B0" w:rsidRDefault="006E0A34" w:rsidP="006E0A34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  <w:r w:rsidR="00F16B3C">
              <w:t>.1</w:t>
            </w:r>
            <w:r>
              <w:rPr>
                <w:rFonts w:hint="eastAsia"/>
              </w:rPr>
              <w:t>数项级数的收敛性</w:t>
            </w:r>
          </w:p>
        </w:tc>
        <w:tc>
          <w:tcPr>
            <w:tcW w:w="885" w:type="dxa"/>
            <w:vMerge w:val="restart"/>
            <w:vAlign w:val="center"/>
          </w:tcPr>
          <w:p w14:paraId="511AFA09" w14:textId="77777777" w:rsidR="00F939B0" w:rsidRDefault="008B0843">
            <w:pPr>
              <w:spacing w:line="240" w:lineRule="atLeas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40" w:type="dxa"/>
            <w:vAlign w:val="center"/>
          </w:tcPr>
          <w:p w14:paraId="12F70A35" w14:textId="77777777" w:rsidR="00F939B0" w:rsidRDefault="00F939B0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14:paraId="2A4F4C0D" w14:textId="77777777" w:rsidR="00F939B0" w:rsidRDefault="00F939B0">
            <w:pPr>
              <w:spacing w:line="240" w:lineRule="atLeast"/>
              <w:jc w:val="center"/>
            </w:pPr>
          </w:p>
        </w:tc>
        <w:tc>
          <w:tcPr>
            <w:tcW w:w="540" w:type="dxa"/>
            <w:vAlign w:val="center"/>
          </w:tcPr>
          <w:p w14:paraId="3F255C6C" w14:textId="77777777" w:rsidR="00F939B0" w:rsidRDefault="00F939B0">
            <w:pPr>
              <w:spacing w:line="240" w:lineRule="atLeast"/>
              <w:jc w:val="center"/>
            </w:pPr>
          </w:p>
        </w:tc>
        <w:tc>
          <w:tcPr>
            <w:tcW w:w="915" w:type="dxa"/>
            <w:vAlign w:val="center"/>
          </w:tcPr>
          <w:p w14:paraId="175782F0" w14:textId="77777777" w:rsidR="00F939B0" w:rsidRDefault="00F939B0">
            <w:pPr>
              <w:spacing w:line="240" w:lineRule="atLeast"/>
              <w:jc w:val="center"/>
            </w:pPr>
          </w:p>
        </w:tc>
      </w:tr>
      <w:tr w:rsidR="00F939B0" w14:paraId="0B6011BD" w14:textId="77777777" w:rsidTr="008B0843">
        <w:trPr>
          <w:trHeight w:val="630"/>
        </w:trPr>
        <w:tc>
          <w:tcPr>
            <w:tcW w:w="531" w:type="dxa"/>
            <w:vMerge/>
            <w:tcBorders>
              <w:bottom w:val="nil"/>
            </w:tcBorders>
            <w:vAlign w:val="center"/>
          </w:tcPr>
          <w:p w14:paraId="23FE0591" w14:textId="77777777" w:rsidR="00F939B0" w:rsidRDefault="00F939B0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14:paraId="6328527B" w14:textId="77777777" w:rsidR="00F939B0" w:rsidRDefault="008B0843">
            <w:pPr>
              <w:spacing w:line="240" w:lineRule="atLeast"/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426" w:type="dxa"/>
            <w:vAlign w:val="center"/>
          </w:tcPr>
          <w:p w14:paraId="1CF12B7A" w14:textId="77777777" w:rsidR="00F939B0" w:rsidRDefault="008B084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vAlign w:val="center"/>
          </w:tcPr>
          <w:p w14:paraId="6B1DA549" w14:textId="481AD808" w:rsidR="00F939B0" w:rsidRDefault="006E0A34">
            <w:pPr>
              <w:spacing w:line="240" w:lineRule="atLeast"/>
              <w:rPr>
                <w:rFonts w:hint="eastAsia"/>
              </w:rPr>
            </w:pPr>
            <w:r>
              <w:t>9.2</w:t>
            </w:r>
            <w:r>
              <w:rPr>
                <w:rFonts w:hint="eastAsia"/>
              </w:rPr>
              <w:t>上极限与下极限</w:t>
            </w:r>
          </w:p>
        </w:tc>
        <w:tc>
          <w:tcPr>
            <w:tcW w:w="885" w:type="dxa"/>
            <w:vMerge/>
            <w:tcBorders>
              <w:bottom w:val="nil"/>
            </w:tcBorders>
            <w:vAlign w:val="center"/>
          </w:tcPr>
          <w:p w14:paraId="6B5AC3AC" w14:textId="77777777" w:rsidR="00F939B0" w:rsidRDefault="00F939B0">
            <w:pPr>
              <w:spacing w:line="240" w:lineRule="atLeast"/>
              <w:jc w:val="center"/>
            </w:pPr>
          </w:p>
        </w:tc>
        <w:tc>
          <w:tcPr>
            <w:tcW w:w="540" w:type="dxa"/>
            <w:vAlign w:val="center"/>
          </w:tcPr>
          <w:p w14:paraId="14119BE4" w14:textId="77777777" w:rsidR="00F939B0" w:rsidRDefault="00F939B0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14:paraId="02963DCB" w14:textId="77777777" w:rsidR="00F939B0" w:rsidRDefault="00F939B0">
            <w:pPr>
              <w:spacing w:line="240" w:lineRule="atLeast"/>
              <w:jc w:val="center"/>
            </w:pPr>
          </w:p>
        </w:tc>
        <w:tc>
          <w:tcPr>
            <w:tcW w:w="540" w:type="dxa"/>
            <w:vAlign w:val="center"/>
          </w:tcPr>
          <w:p w14:paraId="58CD3E8E" w14:textId="77777777" w:rsidR="00F939B0" w:rsidRDefault="00F939B0">
            <w:pPr>
              <w:spacing w:line="240" w:lineRule="atLeast"/>
              <w:jc w:val="center"/>
            </w:pPr>
          </w:p>
        </w:tc>
        <w:tc>
          <w:tcPr>
            <w:tcW w:w="915" w:type="dxa"/>
            <w:vAlign w:val="center"/>
          </w:tcPr>
          <w:p w14:paraId="54E5B510" w14:textId="77777777" w:rsidR="00F939B0" w:rsidRDefault="00F939B0">
            <w:pPr>
              <w:spacing w:line="240" w:lineRule="atLeast"/>
              <w:jc w:val="center"/>
            </w:pPr>
          </w:p>
        </w:tc>
      </w:tr>
      <w:tr w:rsidR="008B0843" w14:paraId="11FA52BB" w14:textId="77777777" w:rsidTr="008B0843">
        <w:trPr>
          <w:trHeight w:val="630"/>
        </w:trPr>
        <w:tc>
          <w:tcPr>
            <w:tcW w:w="531" w:type="dxa"/>
            <w:tcBorders>
              <w:top w:val="nil"/>
            </w:tcBorders>
            <w:vAlign w:val="center"/>
          </w:tcPr>
          <w:p w14:paraId="7F953ADA" w14:textId="77777777" w:rsidR="008B0843" w:rsidRPr="008B0843" w:rsidRDefault="008B0843" w:rsidP="008B0843"/>
        </w:tc>
        <w:tc>
          <w:tcPr>
            <w:tcW w:w="477" w:type="dxa"/>
            <w:vAlign w:val="center"/>
          </w:tcPr>
          <w:p w14:paraId="1AFFAA12" w14:textId="77777777" w:rsidR="008B0843" w:rsidRDefault="008B0843">
            <w:pPr>
              <w:spacing w:line="240" w:lineRule="atLeast"/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426" w:type="dxa"/>
            <w:vAlign w:val="center"/>
          </w:tcPr>
          <w:p w14:paraId="5D2C252B" w14:textId="77777777" w:rsidR="008B0843" w:rsidRDefault="008B0843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vAlign w:val="center"/>
          </w:tcPr>
          <w:p w14:paraId="019AB80B" w14:textId="455DCFC3" w:rsidR="008B0843" w:rsidRDefault="006E0A34">
            <w:pPr>
              <w:spacing w:line="240" w:lineRule="atLeast"/>
              <w:rPr>
                <w:rFonts w:hint="eastAsia"/>
              </w:rPr>
            </w:pPr>
            <w:r>
              <w:t>9.3</w:t>
            </w:r>
            <w:r>
              <w:rPr>
                <w:rFonts w:hint="eastAsia"/>
              </w:rPr>
              <w:t>正项级数</w:t>
            </w:r>
          </w:p>
        </w:tc>
        <w:tc>
          <w:tcPr>
            <w:tcW w:w="885" w:type="dxa"/>
            <w:tcBorders>
              <w:top w:val="nil"/>
            </w:tcBorders>
            <w:vAlign w:val="center"/>
          </w:tcPr>
          <w:p w14:paraId="2793342C" w14:textId="77777777" w:rsidR="008B0843" w:rsidRDefault="008B0843">
            <w:pPr>
              <w:spacing w:line="240" w:lineRule="atLeast"/>
              <w:jc w:val="center"/>
            </w:pPr>
          </w:p>
        </w:tc>
        <w:tc>
          <w:tcPr>
            <w:tcW w:w="540" w:type="dxa"/>
            <w:vAlign w:val="center"/>
          </w:tcPr>
          <w:p w14:paraId="55453BF9" w14:textId="77777777" w:rsidR="008B0843" w:rsidRDefault="008B0843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14:paraId="5C1AA971" w14:textId="77777777" w:rsidR="008B0843" w:rsidRDefault="008B0843">
            <w:pPr>
              <w:spacing w:line="240" w:lineRule="atLeast"/>
              <w:jc w:val="center"/>
            </w:pPr>
          </w:p>
        </w:tc>
        <w:tc>
          <w:tcPr>
            <w:tcW w:w="540" w:type="dxa"/>
            <w:vAlign w:val="center"/>
          </w:tcPr>
          <w:p w14:paraId="05E33E74" w14:textId="77777777" w:rsidR="008B0843" w:rsidRDefault="008B0843">
            <w:pPr>
              <w:spacing w:line="240" w:lineRule="atLeast"/>
              <w:jc w:val="center"/>
            </w:pPr>
          </w:p>
        </w:tc>
        <w:tc>
          <w:tcPr>
            <w:tcW w:w="915" w:type="dxa"/>
            <w:vAlign w:val="center"/>
          </w:tcPr>
          <w:p w14:paraId="79DF98EA" w14:textId="77777777" w:rsidR="008B0843" w:rsidRDefault="008B0843">
            <w:pPr>
              <w:spacing w:line="240" w:lineRule="atLeast"/>
              <w:jc w:val="center"/>
            </w:pPr>
          </w:p>
        </w:tc>
      </w:tr>
      <w:tr w:rsidR="006E0A34" w14:paraId="0A50BE9C" w14:textId="77777777" w:rsidTr="008B0843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447E04" w14:textId="77777777" w:rsidR="006E0A34" w:rsidRDefault="006E0A34" w:rsidP="008B0843">
            <w:r>
              <w:rPr>
                <w:rFonts w:hint="eastAsia"/>
              </w:rPr>
              <w:t>2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32E21" w14:textId="77777777" w:rsidR="006E0A34" w:rsidRDefault="006E0A34" w:rsidP="00C45A17">
            <w:pPr>
              <w:spacing w:line="240" w:lineRule="atLeast"/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D7731" w14:textId="77777777" w:rsidR="006E0A34" w:rsidRDefault="006E0A34" w:rsidP="00C45A17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2460E" w14:textId="126C934B" w:rsidR="006E0A34" w:rsidRDefault="006E0A34" w:rsidP="00C45A17">
            <w:pPr>
              <w:spacing w:line="240" w:lineRule="atLeast"/>
            </w:pPr>
            <w:r>
              <w:t>9.3</w:t>
            </w:r>
            <w:r>
              <w:rPr>
                <w:rFonts w:hint="eastAsia"/>
              </w:rPr>
              <w:t>正项级数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8643DA" w14:textId="77777777" w:rsidR="006E0A34" w:rsidRDefault="006E0A34" w:rsidP="00C45A17">
            <w:pPr>
              <w:spacing w:line="240" w:lineRule="atLeas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5E7F2" w14:textId="77777777" w:rsidR="006E0A34" w:rsidRDefault="006E0A34" w:rsidP="00C45A17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02262" w14:textId="77777777" w:rsidR="006E0A34" w:rsidRDefault="006E0A34" w:rsidP="00C45A17">
            <w:pPr>
              <w:spacing w:line="240" w:lineRule="atLeast"/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3B9A2" w14:textId="77777777" w:rsidR="006E0A34" w:rsidRDefault="006E0A34" w:rsidP="00C45A17">
            <w:pPr>
              <w:spacing w:line="240" w:lineRule="atLeast"/>
              <w:jc w:val="center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53FE4" w14:textId="77777777" w:rsidR="006E0A34" w:rsidRDefault="006E0A34" w:rsidP="00C45A17">
            <w:pPr>
              <w:spacing w:line="240" w:lineRule="atLeast"/>
              <w:jc w:val="center"/>
            </w:pPr>
          </w:p>
        </w:tc>
      </w:tr>
      <w:tr w:rsidR="006E0A34" w14:paraId="4457199C" w14:textId="77777777" w:rsidTr="008B0843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AD23AA" w14:textId="77777777" w:rsidR="006E0A34" w:rsidRDefault="006E0A34" w:rsidP="008B0843"/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E050D" w14:textId="77777777" w:rsidR="006E0A34" w:rsidRDefault="006E0A34" w:rsidP="00C45A17">
            <w:pPr>
              <w:spacing w:line="240" w:lineRule="atLeast"/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4AAD3" w14:textId="77777777" w:rsidR="006E0A34" w:rsidRDefault="006E0A34" w:rsidP="00C45A17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A3818" w14:textId="121E2E33" w:rsidR="006E0A34" w:rsidRDefault="006E0A34" w:rsidP="00C45A17">
            <w:pPr>
              <w:spacing w:line="240" w:lineRule="atLeast"/>
              <w:rPr>
                <w:rFonts w:hint="eastAsia"/>
              </w:rPr>
            </w:pPr>
            <w:r>
              <w:t>9.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任意项级数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B6C996" w14:textId="77777777" w:rsidR="006E0A34" w:rsidRDefault="006E0A34" w:rsidP="00C45A17">
            <w:pPr>
              <w:spacing w:line="240" w:lineRule="atLeast"/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0434E" w14:textId="77777777" w:rsidR="006E0A34" w:rsidRDefault="006E0A34" w:rsidP="00C45A17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2C993" w14:textId="77777777" w:rsidR="006E0A34" w:rsidRDefault="006E0A34" w:rsidP="00C45A17">
            <w:pPr>
              <w:spacing w:line="240" w:lineRule="atLeast"/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BD5C2" w14:textId="77777777" w:rsidR="006E0A34" w:rsidRDefault="006E0A34" w:rsidP="00C45A17">
            <w:pPr>
              <w:spacing w:line="240" w:lineRule="atLeast"/>
              <w:jc w:val="center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446A6" w14:textId="77777777" w:rsidR="006E0A34" w:rsidRDefault="006E0A34" w:rsidP="00C45A17">
            <w:pPr>
              <w:spacing w:line="240" w:lineRule="atLeast"/>
              <w:jc w:val="center"/>
            </w:pPr>
          </w:p>
        </w:tc>
      </w:tr>
      <w:tr w:rsidR="006E0A34" w14:paraId="2D023E69" w14:textId="77777777" w:rsidTr="008B0843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E3E33" w14:textId="77777777" w:rsidR="006E0A34" w:rsidRPr="008B0843" w:rsidRDefault="006E0A34" w:rsidP="00C45A17"/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52422" w14:textId="77777777" w:rsidR="006E0A34" w:rsidRDefault="006E0A34" w:rsidP="00C45A17">
            <w:pPr>
              <w:spacing w:line="240" w:lineRule="atLeast"/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824FD" w14:textId="77777777" w:rsidR="006E0A34" w:rsidRDefault="006E0A34" w:rsidP="00C45A17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FC279" w14:textId="4C765386" w:rsidR="006E0A34" w:rsidRDefault="006E0A34" w:rsidP="00C45A17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习题课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45726" w14:textId="77777777" w:rsidR="006E0A34" w:rsidRDefault="006E0A34" w:rsidP="00C45A17">
            <w:pPr>
              <w:spacing w:line="240" w:lineRule="atLeast"/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039AE" w14:textId="77777777" w:rsidR="006E0A34" w:rsidRDefault="006E0A34" w:rsidP="00C45A17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178D6" w14:textId="77777777" w:rsidR="006E0A34" w:rsidRDefault="006E0A34" w:rsidP="00C45A17">
            <w:pPr>
              <w:spacing w:line="240" w:lineRule="atLeast"/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5A585" w14:textId="77777777" w:rsidR="006E0A34" w:rsidRDefault="006E0A34" w:rsidP="00C45A17">
            <w:pPr>
              <w:spacing w:line="240" w:lineRule="atLeast"/>
              <w:jc w:val="center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BE238" w14:textId="77777777" w:rsidR="006E0A34" w:rsidRDefault="006E0A34" w:rsidP="00C45A17">
            <w:pPr>
              <w:spacing w:line="240" w:lineRule="atLeast"/>
              <w:jc w:val="center"/>
            </w:pPr>
          </w:p>
        </w:tc>
      </w:tr>
      <w:tr w:rsidR="006E0A34" w14:paraId="4CD7FFD9" w14:textId="77777777" w:rsidTr="008B0843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21013C" w14:textId="77777777" w:rsidR="006E0A34" w:rsidRDefault="006E0A34" w:rsidP="008B0843">
            <w:r>
              <w:rPr>
                <w:rFonts w:hint="eastAsia"/>
              </w:rPr>
              <w:t>3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93263" w14:textId="77777777" w:rsidR="006E0A34" w:rsidRDefault="006E0A34" w:rsidP="00C45A17">
            <w:pPr>
              <w:spacing w:line="240" w:lineRule="atLeast"/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EE6C5" w14:textId="77777777" w:rsidR="006E0A34" w:rsidRDefault="006E0A34" w:rsidP="00C45A17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7CF22" w14:textId="608CC39A" w:rsidR="006E0A34" w:rsidRDefault="006E0A34" w:rsidP="00C45A17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10.1</w:t>
            </w:r>
            <w:r>
              <w:rPr>
                <w:rFonts w:hint="eastAsia"/>
              </w:rPr>
              <w:t>函数项级数的一致收敛性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D234B3" w14:textId="77777777" w:rsidR="006E0A34" w:rsidRDefault="006E0A34" w:rsidP="00C45A17">
            <w:pPr>
              <w:spacing w:line="240" w:lineRule="atLeas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CAE16" w14:textId="77777777" w:rsidR="006E0A34" w:rsidRDefault="006E0A34" w:rsidP="00C45A17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F73E3" w14:textId="77777777" w:rsidR="006E0A34" w:rsidRDefault="006E0A34" w:rsidP="00C45A17">
            <w:pPr>
              <w:spacing w:line="240" w:lineRule="atLeast"/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D828A" w14:textId="77777777" w:rsidR="006E0A34" w:rsidRDefault="006E0A34" w:rsidP="00C45A17">
            <w:pPr>
              <w:spacing w:line="240" w:lineRule="atLeast"/>
              <w:jc w:val="center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5AF04" w14:textId="77777777" w:rsidR="006E0A34" w:rsidRDefault="006E0A34" w:rsidP="00C45A17">
            <w:pPr>
              <w:spacing w:line="240" w:lineRule="atLeast"/>
              <w:jc w:val="center"/>
            </w:pPr>
          </w:p>
        </w:tc>
      </w:tr>
      <w:tr w:rsidR="006E0A34" w14:paraId="1D7F2A13" w14:textId="77777777" w:rsidTr="008B0843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7F080B" w14:textId="77777777" w:rsidR="006E0A34" w:rsidRDefault="006E0A34" w:rsidP="008B0843"/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44A2A" w14:textId="77777777" w:rsidR="006E0A34" w:rsidRDefault="006E0A34" w:rsidP="00C45A17">
            <w:pPr>
              <w:spacing w:line="240" w:lineRule="atLeast"/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E01A1" w14:textId="77777777" w:rsidR="006E0A34" w:rsidRDefault="006E0A34" w:rsidP="00C45A17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14533" w14:textId="73B97CA5" w:rsidR="006E0A34" w:rsidRDefault="006E0A34" w:rsidP="00C45A17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10.2</w:t>
            </w:r>
            <w:r>
              <w:rPr>
                <w:rFonts w:hint="eastAsia"/>
              </w:rPr>
              <w:t>一致收敛级数的判别与性质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98627C" w14:textId="77777777" w:rsidR="006E0A34" w:rsidRDefault="006E0A34" w:rsidP="00C45A17">
            <w:pPr>
              <w:spacing w:line="240" w:lineRule="atLeast"/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70849" w14:textId="77777777" w:rsidR="006E0A34" w:rsidRDefault="006E0A34" w:rsidP="00C45A17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5BF2C" w14:textId="77777777" w:rsidR="006E0A34" w:rsidRDefault="006E0A34" w:rsidP="00C45A17">
            <w:pPr>
              <w:spacing w:line="240" w:lineRule="atLeast"/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3CEFB" w14:textId="77777777" w:rsidR="006E0A34" w:rsidRDefault="006E0A34" w:rsidP="00C45A17">
            <w:pPr>
              <w:spacing w:line="240" w:lineRule="atLeast"/>
              <w:jc w:val="center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83E6A" w14:textId="77777777" w:rsidR="006E0A34" w:rsidRDefault="006E0A34" w:rsidP="00C45A17">
            <w:pPr>
              <w:spacing w:line="240" w:lineRule="atLeast"/>
              <w:jc w:val="center"/>
            </w:pPr>
          </w:p>
        </w:tc>
      </w:tr>
      <w:tr w:rsidR="006E0A34" w14:paraId="28AE3639" w14:textId="77777777" w:rsidTr="008B0843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DCBE8" w14:textId="77777777" w:rsidR="006E0A34" w:rsidRPr="008B0843" w:rsidRDefault="006E0A34" w:rsidP="00C45A17"/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4552E" w14:textId="77777777" w:rsidR="006E0A34" w:rsidRDefault="006E0A34" w:rsidP="00C45A17">
            <w:pPr>
              <w:spacing w:line="240" w:lineRule="atLeast"/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8DA5" w14:textId="77777777" w:rsidR="006E0A34" w:rsidRDefault="006E0A34" w:rsidP="00C45A17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AB4CD" w14:textId="4FEF9452" w:rsidR="006E0A34" w:rsidRDefault="006E0A34" w:rsidP="00C45A17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10.3</w:t>
            </w:r>
            <w:r>
              <w:rPr>
                <w:rFonts w:hint="eastAsia"/>
              </w:rPr>
              <w:t>幂级数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70FB7" w14:textId="77777777" w:rsidR="006E0A34" w:rsidRDefault="006E0A34" w:rsidP="00C45A17">
            <w:pPr>
              <w:spacing w:line="240" w:lineRule="atLeast"/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2A0E5" w14:textId="77777777" w:rsidR="006E0A34" w:rsidRDefault="006E0A34" w:rsidP="00C45A17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33A9E" w14:textId="77777777" w:rsidR="006E0A34" w:rsidRDefault="006E0A34" w:rsidP="00C45A17">
            <w:pPr>
              <w:spacing w:line="240" w:lineRule="atLeast"/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CBFE6" w14:textId="77777777" w:rsidR="006E0A34" w:rsidRDefault="006E0A34" w:rsidP="00C45A17">
            <w:pPr>
              <w:spacing w:line="240" w:lineRule="atLeast"/>
              <w:jc w:val="center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AC82D" w14:textId="77777777" w:rsidR="006E0A34" w:rsidRDefault="006E0A34" w:rsidP="00C45A17">
            <w:pPr>
              <w:spacing w:line="240" w:lineRule="atLeast"/>
              <w:jc w:val="center"/>
            </w:pPr>
          </w:p>
        </w:tc>
      </w:tr>
      <w:tr w:rsidR="006E0A34" w14:paraId="7CF0B0DC" w14:textId="77777777" w:rsidTr="008B0843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62F44F" w14:textId="77777777" w:rsidR="006E0A34" w:rsidRDefault="006E0A34" w:rsidP="008B0843">
            <w:r>
              <w:rPr>
                <w:rFonts w:hint="eastAsia"/>
              </w:rPr>
              <w:t>4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35F1A" w14:textId="77777777" w:rsidR="006E0A34" w:rsidRDefault="006E0A34" w:rsidP="00C45A17">
            <w:pPr>
              <w:spacing w:line="240" w:lineRule="atLeast"/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45192" w14:textId="77777777" w:rsidR="006E0A34" w:rsidRDefault="006E0A34" w:rsidP="00C45A17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A21E3" w14:textId="466ACF53" w:rsidR="006E0A34" w:rsidRDefault="006E0A34" w:rsidP="00C45A17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10.3</w:t>
            </w:r>
            <w:r>
              <w:rPr>
                <w:rFonts w:hint="eastAsia"/>
              </w:rPr>
              <w:t>函数展开成幂级数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52BEC2" w14:textId="77777777" w:rsidR="006E0A34" w:rsidRDefault="006E0A34" w:rsidP="00C45A17">
            <w:pPr>
              <w:spacing w:line="240" w:lineRule="atLeas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CE248" w14:textId="77777777" w:rsidR="006E0A34" w:rsidRDefault="006E0A34" w:rsidP="00C45A17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1BAC6" w14:textId="77777777" w:rsidR="006E0A34" w:rsidRDefault="006E0A34" w:rsidP="00C45A17">
            <w:pPr>
              <w:spacing w:line="240" w:lineRule="atLeast"/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716E0" w14:textId="77777777" w:rsidR="006E0A34" w:rsidRDefault="006E0A34" w:rsidP="00C45A17">
            <w:pPr>
              <w:spacing w:line="240" w:lineRule="atLeast"/>
              <w:jc w:val="center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533CA" w14:textId="77777777" w:rsidR="006E0A34" w:rsidRDefault="006E0A34" w:rsidP="00C45A17">
            <w:pPr>
              <w:spacing w:line="240" w:lineRule="atLeast"/>
              <w:jc w:val="center"/>
            </w:pPr>
          </w:p>
        </w:tc>
      </w:tr>
      <w:tr w:rsidR="006E0A34" w14:paraId="14FFC5DF" w14:textId="77777777" w:rsidTr="008B0843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BDD804" w14:textId="77777777" w:rsidR="006E0A34" w:rsidRDefault="006E0A34" w:rsidP="008B0843"/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4E11A" w14:textId="77777777" w:rsidR="006E0A34" w:rsidRDefault="006E0A34" w:rsidP="00C45A17">
            <w:pPr>
              <w:spacing w:line="240" w:lineRule="atLeast"/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C7F82" w14:textId="77777777" w:rsidR="006E0A34" w:rsidRDefault="006E0A34" w:rsidP="00C45A17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468A1" w14:textId="4B6EDC5B" w:rsidR="006E0A34" w:rsidRDefault="006E0A34" w:rsidP="00C45A17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习题课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AED07D" w14:textId="77777777" w:rsidR="006E0A34" w:rsidRDefault="006E0A34" w:rsidP="00C45A17">
            <w:pPr>
              <w:spacing w:line="240" w:lineRule="atLeast"/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129BE" w14:textId="77777777" w:rsidR="006E0A34" w:rsidRDefault="006E0A34" w:rsidP="00C45A17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B522A" w14:textId="77777777" w:rsidR="006E0A34" w:rsidRDefault="006E0A34" w:rsidP="00C45A17">
            <w:pPr>
              <w:spacing w:line="240" w:lineRule="atLeast"/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BDDB7" w14:textId="77777777" w:rsidR="006E0A34" w:rsidRDefault="006E0A34" w:rsidP="00C45A17">
            <w:pPr>
              <w:spacing w:line="240" w:lineRule="atLeast"/>
              <w:jc w:val="center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581C1" w14:textId="77777777" w:rsidR="006E0A34" w:rsidRDefault="006E0A34" w:rsidP="00C45A17">
            <w:pPr>
              <w:spacing w:line="240" w:lineRule="atLeast"/>
              <w:jc w:val="center"/>
            </w:pPr>
          </w:p>
        </w:tc>
      </w:tr>
      <w:tr w:rsidR="006E0A34" w14:paraId="53FF659F" w14:textId="77777777" w:rsidTr="008B0843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C01F" w14:textId="77777777" w:rsidR="006E0A34" w:rsidRPr="008B0843" w:rsidRDefault="006E0A34" w:rsidP="00C45A17"/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54360" w14:textId="77777777" w:rsidR="006E0A34" w:rsidRDefault="006E0A34" w:rsidP="00C45A17">
            <w:pPr>
              <w:spacing w:line="240" w:lineRule="atLeast"/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672BF" w14:textId="77777777" w:rsidR="006E0A34" w:rsidRDefault="006E0A34" w:rsidP="00C45A17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CDE0E" w14:textId="77777777" w:rsidR="006E0A34" w:rsidRDefault="006E0A34" w:rsidP="00C45A17">
            <w:pPr>
              <w:spacing w:line="240" w:lineRule="atLeast"/>
            </w:pPr>
            <w:r>
              <w:t>16.1</w:t>
            </w:r>
            <w:r>
              <w:rPr>
                <w:rFonts w:hint="eastAsia"/>
              </w:rPr>
              <w:t>函数的傅立叶级数展开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FA2AB" w14:textId="77777777" w:rsidR="006E0A34" w:rsidRDefault="006E0A34" w:rsidP="00C45A17">
            <w:pPr>
              <w:spacing w:line="240" w:lineRule="atLeast"/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03D08" w14:textId="77777777" w:rsidR="006E0A34" w:rsidRDefault="006E0A34" w:rsidP="00C45A17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23D9D" w14:textId="77777777" w:rsidR="006E0A34" w:rsidRDefault="006E0A34" w:rsidP="00C45A17">
            <w:pPr>
              <w:spacing w:line="240" w:lineRule="atLeast"/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2847B" w14:textId="77777777" w:rsidR="006E0A34" w:rsidRDefault="006E0A34" w:rsidP="00C45A17">
            <w:pPr>
              <w:spacing w:line="240" w:lineRule="atLeast"/>
              <w:jc w:val="center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1315C" w14:textId="77777777" w:rsidR="006E0A34" w:rsidRDefault="006E0A34" w:rsidP="00C45A17">
            <w:pPr>
              <w:spacing w:line="240" w:lineRule="atLeast"/>
              <w:jc w:val="center"/>
            </w:pPr>
          </w:p>
        </w:tc>
      </w:tr>
      <w:tr w:rsidR="006E0A34" w14:paraId="16449073" w14:textId="77777777" w:rsidTr="008B0843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EA5E61" w14:textId="77777777" w:rsidR="006E0A34" w:rsidRDefault="006E0A34" w:rsidP="008B0843">
            <w:r>
              <w:rPr>
                <w:rFonts w:hint="eastAsia"/>
              </w:rPr>
              <w:t>5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36C01" w14:textId="77777777" w:rsidR="006E0A34" w:rsidRDefault="006E0A34" w:rsidP="00C45A17">
            <w:pPr>
              <w:spacing w:line="240" w:lineRule="atLeast"/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3481D" w14:textId="77777777" w:rsidR="006E0A34" w:rsidRDefault="006E0A34" w:rsidP="00C45A17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27400" w14:textId="4D00ADDC" w:rsidR="006E0A34" w:rsidRDefault="006E0A34" w:rsidP="006E0A34">
            <w:pPr>
              <w:spacing w:line="240" w:lineRule="atLeast"/>
            </w:pPr>
            <w:r>
              <w:t>16.2</w:t>
            </w:r>
            <w:r>
              <w:rPr>
                <w:rFonts w:hint="eastAsia"/>
              </w:rPr>
              <w:t>傅立叶级数的收敛判别法</w:t>
            </w:r>
            <w:r>
              <w:t xml:space="preserve">; 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18FA51" w14:textId="77777777" w:rsidR="006E0A34" w:rsidRDefault="006E0A34" w:rsidP="00C45A17">
            <w:pPr>
              <w:spacing w:line="240" w:lineRule="atLeas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7D8DB" w14:textId="77777777" w:rsidR="006E0A34" w:rsidRDefault="006E0A34" w:rsidP="00C45A17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724D2" w14:textId="77777777" w:rsidR="006E0A34" w:rsidRDefault="006E0A34" w:rsidP="00C45A17">
            <w:pPr>
              <w:spacing w:line="240" w:lineRule="atLeast"/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C6F44" w14:textId="77777777" w:rsidR="006E0A34" w:rsidRDefault="006E0A34" w:rsidP="00C45A17">
            <w:pPr>
              <w:spacing w:line="240" w:lineRule="atLeast"/>
              <w:jc w:val="center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81E1" w14:textId="77777777" w:rsidR="006E0A34" w:rsidRDefault="006E0A34" w:rsidP="00C45A17">
            <w:pPr>
              <w:spacing w:line="240" w:lineRule="atLeast"/>
              <w:jc w:val="center"/>
            </w:pPr>
          </w:p>
        </w:tc>
      </w:tr>
      <w:tr w:rsidR="006E0A34" w14:paraId="1E344851" w14:textId="77777777" w:rsidTr="008B0843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663AFB" w14:textId="77777777" w:rsidR="006E0A34" w:rsidRDefault="006E0A34" w:rsidP="008B0843"/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199A7" w14:textId="77777777" w:rsidR="006E0A34" w:rsidRDefault="006E0A34" w:rsidP="00C45A17">
            <w:pPr>
              <w:spacing w:line="240" w:lineRule="atLeast"/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0A025" w14:textId="77777777" w:rsidR="006E0A34" w:rsidRDefault="006E0A34" w:rsidP="00C45A17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C6451" w14:textId="2E1AA48B" w:rsidR="006E0A34" w:rsidRDefault="006E0A34" w:rsidP="008144BD">
            <w:pPr>
              <w:spacing w:line="240" w:lineRule="atLeast"/>
            </w:pPr>
            <w:r>
              <w:t>16.3</w:t>
            </w:r>
            <w:r>
              <w:rPr>
                <w:rFonts w:hint="eastAsia"/>
              </w:rPr>
              <w:t>傅立叶级数的性质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1125BB" w14:textId="77777777" w:rsidR="006E0A34" w:rsidRDefault="006E0A34" w:rsidP="00C45A17">
            <w:pPr>
              <w:spacing w:line="240" w:lineRule="atLeast"/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15A84" w14:textId="77777777" w:rsidR="006E0A34" w:rsidRDefault="006E0A34" w:rsidP="00C45A17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A3CCA" w14:textId="77777777" w:rsidR="006E0A34" w:rsidRDefault="006E0A34" w:rsidP="00C45A17">
            <w:pPr>
              <w:spacing w:line="240" w:lineRule="atLeast"/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AEC20" w14:textId="77777777" w:rsidR="006E0A34" w:rsidRDefault="006E0A34" w:rsidP="00C45A17">
            <w:pPr>
              <w:spacing w:line="240" w:lineRule="atLeast"/>
              <w:jc w:val="center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139D4" w14:textId="77777777" w:rsidR="006E0A34" w:rsidRDefault="006E0A34" w:rsidP="00C45A17">
            <w:pPr>
              <w:spacing w:line="240" w:lineRule="atLeast"/>
              <w:jc w:val="center"/>
            </w:pPr>
          </w:p>
        </w:tc>
      </w:tr>
      <w:tr w:rsidR="006E0A34" w14:paraId="2DD705B7" w14:textId="77777777" w:rsidTr="008B0843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71E25" w14:textId="77777777" w:rsidR="006E0A34" w:rsidRPr="008B0843" w:rsidRDefault="006E0A34" w:rsidP="00C45A17"/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C5FAA" w14:textId="77777777" w:rsidR="006E0A34" w:rsidRDefault="006E0A34" w:rsidP="00C45A17">
            <w:pPr>
              <w:spacing w:line="240" w:lineRule="atLeast"/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EB7A7" w14:textId="77777777" w:rsidR="006E0A34" w:rsidRDefault="006E0A34" w:rsidP="00C45A17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852AA" w14:textId="2E7F420E" w:rsidR="006E0A34" w:rsidRDefault="006E0A34" w:rsidP="00C45A17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习题课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82B29" w14:textId="77777777" w:rsidR="006E0A34" w:rsidRDefault="006E0A34" w:rsidP="00C45A17">
            <w:pPr>
              <w:spacing w:line="240" w:lineRule="atLeast"/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C90D9" w14:textId="77777777" w:rsidR="006E0A34" w:rsidRDefault="006E0A34" w:rsidP="00C45A17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D9D36" w14:textId="77777777" w:rsidR="006E0A34" w:rsidRDefault="006E0A34" w:rsidP="00C45A17">
            <w:pPr>
              <w:spacing w:line="240" w:lineRule="atLeast"/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50C4B" w14:textId="77777777" w:rsidR="006E0A34" w:rsidRDefault="006E0A34" w:rsidP="00C45A17">
            <w:pPr>
              <w:spacing w:line="240" w:lineRule="atLeast"/>
              <w:jc w:val="center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54D66" w14:textId="77777777" w:rsidR="006E0A34" w:rsidRDefault="006E0A34" w:rsidP="00C45A17">
            <w:pPr>
              <w:spacing w:line="240" w:lineRule="atLeast"/>
              <w:jc w:val="center"/>
            </w:pPr>
          </w:p>
        </w:tc>
      </w:tr>
      <w:tr w:rsidR="006E0A34" w14:paraId="48F130F2" w14:textId="77777777" w:rsidTr="008B0843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031825" w14:textId="77777777" w:rsidR="006E0A34" w:rsidRDefault="006E0A34" w:rsidP="008B0843">
            <w:r>
              <w:rPr>
                <w:rFonts w:hint="eastAsia"/>
              </w:rPr>
              <w:t>6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21509" w14:textId="77777777" w:rsidR="006E0A34" w:rsidRDefault="006E0A34" w:rsidP="00C45A17">
            <w:pPr>
              <w:spacing w:line="240" w:lineRule="atLeast"/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DF30E" w14:textId="77777777" w:rsidR="006E0A34" w:rsidRDefault="006E0A34" w:rsidP="00C45A17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2326E" w14:textId="77777777" w:rsidR="006E0A34" w:rsidRDefault="006E0A34" w:rsidP="00C45A17">
            <w:pPr>
              <w:spacing w:line="240" w:lineRule="atLeast"/>
            </w:pPr>
            <w:r>
              <w:rPr>
                <w:rFonts w:hint="eastAsia"/>
              </w:rPr>
              <w:t>总复习</w:t>
            </w:r>
            <w:bookmarkStart w:id="0" w:name="_GoBack"/>
            <w:bookmarkEnd w:id="0"/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6597B4" w14:textId="77777777" w:rsidR="006E0A34" w:rsidRDefault="006E0A34" w:rsidP="00C45A17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9A3E4" w14:textId="77777777" w:rsidR="006E0A34" w:rsidRDefault="006E0A34" w:rsidP="00C45A17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130F4" w14:textId="77777777" w:rsidR="006E0A34" w:rsidRDefault="006E0A34" w:rsidP="00C45A17">
            <w:pPr>
              <w:spacing w:line="240" w:lineRule="atLeast"/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D34A" w14:textId="77777777" w:rsidR="006E0A34" w:rsidRDefault="006E0A34" w:rsidP="00C45A17">
            <w:pPr>
              <w:spacing w:line="240" w:lineRule="atLeast"/>
              <w:jc w:val="center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97EC5" w14:textId="77777777" w:rsidR="006E0A34" w:rsidRDefault="006E0A34" w:rsidP="00C45A17">
            <w:pPr>
              <w:spacing w:line="240" w:lineRule="atLeast"/>
              <w:jc w:val="center"/>
            </w:pPr>
          </w:p>
        </w:tc>
      </w:tr>
      <w:tr w:rsidR="006E0A34" w14:paraId="748CB1E9" w14:textId="77777777" w:rsidTr="008B0843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EF849C" w14:textId="77777777" w:rsidR="006E0A34" w:rsidRDefault="006E0A34" w:rsidP="008B0843"/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F4690" w14:textId="77777777" w:rsidR="006E0A34" w:rsidRDefault="006E0A34" w:rsidP="00C45A17">
            <w:pPr>
              <w:spacing w:line="240" w:lineRule="atLeast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DFBF" w14:textId="77777777" w:rsidR="006E0A34" w:rsidRDefault="006E0A34" w:rsidP="00C45A17">
            <w:pPr>
              <w:spacing w:line="240" w:lineRule="atLeast"/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E8FA2" w14:textId="77777777" w:rsidR="006E0A34" w:rsidRDefault="006E0A34" w:rsidP="00C45A17">
            <w:pPr>
              <w:spacing w:line="240" w:lineRule="atLeast"/>
            </w:pP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E90D3F" w14:textId="77777777" w:rsidR="006E0A34" w:rsidRDefault="006E0A34" w:rsidP="00C45A17">
            <w:pPr>
              <w:spacing w:line="240" w:lineRule="atLeast"/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E0A18" w14:textId="77777777" w:rsidR="006E0A34" w:rsidRDefault="006E0A34" w:rsidP="00C45A17">
            <w:pPr>
              <w:spacing w:line="240" w:lineRule="atLeast"/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61D40" w14:textId="77777777" w:rsidR="006E0A34" w:rsidRDefault="006E0A34" w:rsidP="00C45A17">
            <w:pPr>
              <w:spacing w:line="240" w:lineRule="atLeast"/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CF49E" w14:textId="77777777" w:rsidR="006E0A34" w:rsidRDefault="006E0A34" w:rsidP="00C45A17">
            <w:pPr>
              <w:spacing w:line="240" w:lineRule="atLeast"/>
              <w:jc w:val="center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13F77" w14:textId="77777777" w:rsidR="006E0A34" w:rsidRDefault="006E0A34" w:rsidP="00C45A17">
            <w:pPr>
              <w:spacing w:line="240" w:lineRule="atLeast"/>
              <w:jc w:val="center"/>
            </w:pPr>
          </w:p>
        </w:tc>
      </w:tr>
      <w:tr w:rsidR="006E0A34" w14:paraId="5E3DF3A0" w14:textId="77777777" w:rsidTr="008B0843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2373F" w14:textId="77777777" w:rsidR="006E0A34" w:rsidRPr="008B0843" w:rsidRDefault="006E0A34" w:rsidP="00C45A17"/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E529E" w14:textId="77777777" w:rsidR="006E0A34" w:rsidRDefault="006E0A34" w:rsidP="00C45A17">
            <w:pPr>
              <w:spacing w:line="240" w:lineRule="atLeast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42C00" w14:textId="77777777" w:rsidR="006E0A34" w:rsidRDefault="006E0A34" w:rsidP="00C45A17">
            <w:pPr>
              <w:spacing w:line="240" w:lineRule="atLeast"/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8C31B" w14:textId="77777777" w:rsidR="006E0A34" w:rsidRDefault="006E0A34" w:rsidP="00C45A17">
            <w:pPr>
              <w:spacing w:line="240" w:lineRule="atLeast"/>
            </w:pP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1CB1D" w14:textId="77777777" w:rsidR="006E0A34" w:rsidRDefault="006E0A34" w:rsidP="00C45A17">
            <w:pPr>
              <w:spacing w:line="240" w:lineRule="atLeast"/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9C504" w14:textId="77777777" w:rsidR="006E0A34" w:rsidRDefault="006E0A34" w:rsidP="00C45A17">
            <w:pPr>
              <w:spacing w:line="240" w:lineRule="atLeast"/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80E1C" w14:textId="77777777" w:rsidR="006E0A34" w:rsidRDefault="006E0A34" w:rsidP="00C45A17">
            <w:pPr>
              <w:spacing w:line="240" w:lineRule="atLeast"/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211FA" w14:textId="77777777" w:rsidR="006E0A34" w:rsidRDefault="006E0A34" w:rsidP="00C45A17">
            <w:pPr>
              <w:spacing w:line="240" w:lineRule="atLeast"/>
              <w:jc w:val="center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87A70" w14:textId="77777777" w:rsidR="006E0A34" w:rsidRDefault="006E0A34" w:rsidP="00C45A17">
            <w:pPr>
              <w:spacing w:line="240" w:lineRule="atLeast"/>
              <w:jc w:val="center"/>
            </w:pPr>
          </w:p>
        </w:tc>
      </w:tr>
    </w:tbl>
    <w:p w14:paraId="09B83245" w14:textId="77777777" w:rsidR="00F939B0" w:rsidRDefault="00F939B0"/>
    <w:sectPr w:rsidR="00F939B0">
      <w:pgSz w:w="11907" w:h="16840"/>
      <w:pgMar w:top="1134" w:right="1134" w:bottom="1134" w:left="1134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C0058"/>
    <w:rsid w:val="000D7485"/>
    <w:rsid w:val="00103B02"/>
    <w:rsid w:val="001106C9"/>
    <w:rsid w:val="001409E4"/>
    <w:rsid w:val="00172A27"/>
    <w:rsid w:val="001E7850"/>
    <w:rsid w:val="002031DB"/>
    <w:rsid w:val="0020676D"/>
    <w:rsid w:val="00262370"/>
    <w:rsid w:val="003956ED"/>
    <w:rsid w:val="005C5684"/>
    <w:rsid w:val="006B7C8E"/>
    <w:rsid w:val="006E0A34"/>
    <w:rsid w:val="008144BD"/>
    <w:rsid w:val="008B0843"/>
    <w:rsid w:val="009545DE"/>
    <w:rsid w:val="009D3817"/>
    <w:rsid w:val="00AF59DC"/>
    <w:rsid w:val="00C74820"/>
    <w:rsid w:val="00CC462F"/>
    <w:rsid w:val="00CE3023"/>
    <w:rsid w:val="00EC4B1C"/>
    <w:rsid w:val="00F16B3C"/>
    <w:rsid w:val="00F939B0"/>
    <w:rsid w:val="00FD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D0AAA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rPr>
      <w:sz w:val="18"/>
      <w:szCs w:val="18"/>
    </w:rPr>
  </w:style>
  <w:style w:type="paragraph" w:styleId="DocumentMap">
    <w:name w:val="Document Map"/>
    <w:basedOn w:val="Normal"/>
    <w:link w:val="DocumentMapChar"/>
    <w:rsid w:val="008B0843"/>
    <w:rPr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8B0843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9FC25DF-2CB4-B845-BE76-104C7AB29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150</Words>
  <Characters>861</Characters>
  <Application>Microsoft Macintosh Word</Application>
  <DocSecurity>0</DocSecurity>
  <PresentationFormat/>
  <Lines>7</Lines>
  <Paragraphs>2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   至20    学年  第    学期</vt:lpstr>
    </vt:vector>
  </TitlesOfParts>
  <Manager/>
  <Company>Sdjuk</Company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dc:description/>
  <cp:lastModifiedBy>Guoning Wu</cp:lastModifiedBy>
  <cp:revision>3</cp:revision>
  <cp:lastPrinted>2005-05-12T00:55:00Z</cp:lastPrinted>
  <dcterms:created xsi:type="dcterms:W3CDTF">2018-08-29T14:35:00Z</dcterms:created>
  <dcterms:modified xsi:type="dcterms:W3CDTF">2018-08-29T14:43:00Z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2052-6.6.0.2855</vt:lpwstr>
  </property>
</Properties>
</file>